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einfach"/>
        <w:tblW w:w="0" w:type="auto"/>
        <w:tblLook w:val="04A0" w:firstRow="1" w:lastRow="0" w:firstColumn="1" w:lastColumn="0" w:noHBand="0" w:noVBand="1"/>
      </w:tblPr>
      <w:tblGrid>
        <w:gridCol w:w="7359"/>
      </w:tblGrid>
      <w:tr w:rsidR="00C65692" w14:paraId="2A5BC140" w14:textId="77777777" w:rsidTr="00546F76">
        <w:trPr>
          <w:trHeight w:val="284"/>
        </w:trPr>
        <w:tc>
          <w:tcPr>
            <w:tcW w:w="7359" w:type="dxa"/>
            <w:tcMar>
              <w:top w:w="11" w:type="dxa"/>
              <w:bottom w:w="0" w:type="dxa"/>
            </w:tcMar>
          </w:tcPr>
          <w:p w14:paraId="1F0BFFA9" w14:textId="38A79C92" w:rsidR="00D5446F" w:rsidRPr="00C65692" w:rsidRDefault="00C65692" w:rsidP="00C65692">
            <w:pPr>
              <w:pStyle w:val="OrtDatum"/>
            </w:pPr>
            <w:r w:rsidRPr="00C65692">
              <w:t xml:space="preserve">Leonberg, </w:t>
            </w:r>
            <w:sdt>
              <w:sdtPr>
                <w:rPr>
                  <w:rStyle w:val="Dokumentdatum"/>
                </w:rPr>
                <w:alias w:val="Veröffentlichungsdatum"/>
                <w:tag w:val=""/>
                <w:id w:val="-1507204258"/>
                <w:lock w:val="sdtLocked"/>
                <w:placeholder>
                  <w:docPart w:val="929D120C6C03844095AC0FE380F67178"/>
                </w:placeholder>
                <w:dataBinding w:prefixMappings="xmlns:ns0='http://schemas.microsoft.com/office/2006/coverPageProps' " w:xpath="/ns0:CoverPageProperties[1]/ns0:PublishDate[1]" w:storeItemID="{55AF091B-3C7A-41E3-B477-F2FDAA23CFDA}"/>
                <w:date w:fullDate="2020-06-25T00:00:00Z">
                  <w:dateFormat w:val="d. MMMM yyyy"/>
                  <w:lid w:val="de-DE"/>
                  <w:storeMappedDataAs w:val="dateTime"/>
                  <w:calendar w:val="gregorian"/>
                </w:date>
              </w:sdtPr>
              <w:sdtEndPr>
                <w:rPr>
                  <w:rStyle w:val="Dokumentdatum"/>
                </w:rPr>
              </w:sdtEndPr>
              <w:sdtContent>
                <w:r w:rsidR="00867097">
                  <w:rPr>
                    <w:rStyle w:val="Dokumentdatum"/>
                  </w:rPr>
                  <w:t>25. Juni 2020</w:t>
                </w:r>
              </w:sdtContent>
            </w:sdt>
          </w:p>
        </w:tc>
      </w:tr>
      <w:tr w:rsidR="00C65692" w:rsidRPr="00D5446F" w14:paraId="42689DDA" w14:textId="77777777" w:rsidTr="00752C8E">
        <w:trPr>
          <w:trHeight w:hRule="exact" w:val="1616"/>
        </w:trPr>
        <w:tc>
          <w:tcPr>
            <w:tcW w:w="7359" w:type="dxa"/>
            <w:tcMar>
              <w:top w:w="289" w:type="dxa"/>
              <w:bottom w:w="1083" w:type="dxa"/>
            </w:tcMar>
          </w:tcPr>
          <w:p w14:paraId="1D117956" w14:textId="6B2801AD" w:rsidR="00025DF7" w:rsidRPr="00D5446F" w:rsidRDefault="00705501" w:rsidP="00752C8E">
            <w:pPr>
              <w:pStyle w:val="Betreff"/>
            </w:pPr>
            <w:r>
              <w:t xml:space="preserve">GEZE </w:t>
            </w:r>
            <w:r w:rsidR="00A33CDA">
              <w:t>als TOP 100 Innovator im Mittelstand</w:t>
            </w:r>
            <w:r w:rsidR="00BB4A85">
              <w:t xml:space="preserve"> ausgezeichnet</w:t>
            </w:r>
          </w:p>
        </w:tc>
      </w:tr>
    </w:tbl>
    <w:p w14:paraId="5D4E8012" w14:textId="1C0D1E00" w:rsidR="005A33C0" w:rsidRDefault="0070314E" w:rsidP="00D5446F">
      <w:pPr>
        <w:pStyle w:val="Vorspann"/>
        <w:rPr>
          <w:b w:val="0"/>
          <w:bCs/>
        </w:rPr>
      </w:pPr>
      <w:r>
        <w:t>Auch</w:t>
      </w:r>
      <w:r w:rsidR="00EF4822">
        <w:t xml:space="preserve"> 2020 </w:t>
      </w:r>
      <w:r>
        <w:t xml:space="preserve">gehört GEZE </w:t>
      </w:r>
      <w:r w:rsidR="00EF4822">
        <w:t>wieder zu den</w:t>
      </w:r>
      <w:r w:rsidR="007E08FC">
        <w:t xml:space="preserve"> 100</w:t>
      </w:r>
      <w:r w:rsidR="00EF4822">
        <w:t xml:space="preserve"> innovativsten Unternehmen in Deutschland</w:t>
      </w:r>
      <w:r w:rsidR="002465C7">
        <w:t>s Mittelstand</w:t>
      </w:r>
      <w:r w:rsidR="00EF4822">
        <w:t xml:space="preserve">. Zu diesem Urteil ist </w:t>
      </w:r>
      <w:r>
        <w:t xml:space="preserve">das </w:t>
      </w:r>
      <w:r w:rsidRPr="0070314E">
        <w:t xml:space="preserve">Institut </w:t>
      </w:r>
      <w:proofErr w:type="spellStart"/>
      <w:r w:rsidRPr="0070314E">
        <w:t>für</w:t>
      </w:r>
      <w:proofErr w:type="spellEnd"/>
      <w:r w:rsidRPr="0070314E">
        <w:t xml:space="preserve"> Entrepreneurship und Innovation der </w:t>
      </w:r>
      <w:proofErr w:type="spellStart"/>
      <w:r w:rsidRPr="0070314E">
        <w:t>Wirtschaftsuniversität</w:t>
      </w:r>
      <w:proofErr w:type="spellEnd"/>
      <w:r w:rsidRPr="0070314E">
        <w:t xml:space="preserve"> Wien</w:t>
      </w:r>
      <w:r>
        <w:t xml:space="preserve"> </w:t>
      </w:r>
      <w:r w:rsidR="007E08FC">
        <w:t xml:space="preserve">im Rahmen des TOP 100 Award </w:t>
      </w:r>
      <w:r w:rsidR="00EF4822">
        <w:t>gekommen</w:t>
      </w:r>
      <w:r>
        <w:t>.</w:t>
      </w:r>
      <w:r w:rsidRPr="005A33C0">
        <w:t xml:space="preserve"> </w:t>
      </w:r>
      <w:r w:rsidR="005A33C0">
        <w:t>GEZE überzeugte die Jury mit innovativen Lösungen und modernster Technik in den Bereichen Brandschutz und Gebäudeautomation</w:t>
      </w:r>
      <w:r w:rsidR="007E08FC">
        <w:t xml:space="preserve"> sowie einem exzellenten Innovationsklima</w:t>
      </w:r>
      <w:r w:rsidR="005A33C0">
        <w:t xml:space="preserve">. </w:t>
      </w:r>
      <w:r>
        <w:t xml:space="preserve">Das Unternehmen aus Leonberg erhält damit zum </w:t>
      </w:r>
      <w:r w:rsidR="0004546B" w:rsidRPr="00DA67EB">
        <w:t>neunten</w:t>
      </w:r>
      <w:r w:rsidR="00EF4822">
        <w:t xml:space="preserve"> </w:t>
      </w:r>
      <w:r>
        <w:t>Mal</w:t>
      </w:r>
      <w:r w:rsidR="00EF4822">
        <w:t xml:space="preserve"> </w:t>
      </w:r>
      <w:r>
        <w:t>die Au</w:t>
      </w:r>
      <w:r w:rsidR="00012838">
        <w:t>sz</w:t>
      </w:r>
      <w:r>
        <w:t xml:space="preserve">eichnung </w:t>
      </w:r>
      <w:r w:rsidR="007E08FC">
        <w:t xml:space="preserve">als </w:t>
      </w:r>
      <w:r>
        <w:t>TOP 100 Innovator.</w:t>
      </w:r>
    </w:p>
    <w:p w14:paraId="2BCD11C6" w14:textId="68630263" w:rsidR="008B19C4" w:rsidRDefault="008B19C4" w:rsidP="007E08FC">
      <w:pPr>
        <w:pStyle w:val="Vorspann"/>
        <w:rPr>
          <w:b w:val="0"/>
          <w:bCs/>
        </w:rPr>
      </w:pPr>
    </w:p>
    <w:p w14:paraId="395F7B7D" w14:textId="25682632" w:rsidR="00E814AF" w:rsidRPr="00B921CF" w:rsidRDefault="00A33CDA" w:rsidP="007E08FC">
      <w:pPr>
        <w:pStyle w:val="Vorspann"/>
      </w:pPr>
      <w:r>
        <w:t>GEZE zum wiederholten Mal ausgezeichnet</w:t>
      </w:r>
    </w:p>
    <w:p w14:paraId="5BCD6263" w14:textId="0DA6C5F9" w:rsidR="00E814AF" w:rsidRDefault="00E814AF" w:rsidP="007E08FC">
      <w:pPr>
        <w:pStyle w:val="Vorspann"/>
        <w:rPr>
          <w:b w:val="0"/>
          <w:bCs/>
        </w:rPr>
      </w:pPr>
      <w:r>
        <w:rPr>
          <w:b w:val="0"/>
          <w:bCs/>
        </w:rPr>
        <w:t xml:space="preserve">GEZE überzeugte die Jury des TOP 100 Wettbewerb in allen Kategorien und darf sich </w:t>
      </w:r>
      <w:r w:rsidR="00A86374">
        <w:rPr>
          <w:b w:val="0"/>
          <w:bCs/>
        </w:rPr>
        <w:t>so wieder</w:t>
      </w:r>
      <w:r w:rsidR="00A33CDA">
        <w:rPr>
          <w:b w:val="0"/>
          <w:bCs/>
        </w:rPr>
        <w:t xml:space="preserve"> </w:t>
      </w:r>
      <w:r>
        <w:rPr>
          <w:b w:val="0"/>
          <w:bCs/>
        </w:rPr>
        <w:t xml:space="preserve">TOP 100 Innovator nennen. </w:t>
      </w:r>
      <w:r w:rsidRPr="00EF4822">
        <w:rPr>
          <w:b w:val="0"/>
          <w:bCs/>
        </w:rPr>
        <w:t xml:space="preserve">Gerald Haas, Leiter </w:t>
      </w:r>
      <w:r>
        <w:rPr>
          <w:b w:val="0"/>
          <w:bCs/>
        </w:rPr>
        <w:t xml:space="preserve">der </w:t>
      </w:r>
      <w:r w:rsidRPr="00EF4822">
        <w:rPr>
          <w:b w:val="0"/>
          <w:bCs/>
        </w:rPr>
        <w:t>Entwicklung bei GEZE, sagt: „Das TOP 100-Siegel gehört zu Deutschlands wichtigsten Mittelstandspreisen und ist ein bedeutender Indikator für die Innovationskraft von Unternehmen. Die erneute Auszeichnung zeigt, dass GEZE auch 2020 zu den innovativsten Unternehmen im Mittelstand gehört. Diese Position wollen wir künftig weiter ausbauen, um Gebäude noch lebenswerter zu machen.“</w:t>
      </w:r>
    </w:p>
    <w:p w14:paraId="672E8EB5" w14:textId="77777777" w:rsidR="00E814AF" w:rsidRDefault="00E814AF" w:rsidP="007E08FC">
      <w:pPr>
        <w:pStyle w:val="Vorspann"/>
        <w:rPr>
          <w:b w:val="0"/>
          <w:bCs/>
        </w:rPr>
      </w:pPr>
    </w:p>
    <w:p w14:paraId="64C2A042" w14:textId="3D9DA91F" w:rsidR="00BB4A85" w:rsidRPr="00DA67EB" w:rsidRDefault="00705501" w:rsidP="00DA67EB">
      <w:pPr>
        <w:spacing w:line="240" w:lineRule="atLeast"/>
        <w:rPr>
          <w:bCs/>
        </w:rPr>
      </w:pPr>
      <w:r w:rsidRPr="00DA67EB">
        <w:rPr>
          <w:b/>
          <w:bCs/>
        </w:rPr>
        <w:t>Innovative Produkte für lebenswerte Gebäude</w:t>
      </w:r>
    </w:p>
    <w:p w14:paraId="3242C99F" w14:textId="1646B402" w:rsidR="00B921CF" w:rsidRDefault="00AB7495" w:rsidP="00B921CF">
      <w:pPr>
        <w:pStyle w:val="Vorspann"/>
        <w:rPr>
          <w:b w:val="0"/>
          <w:bCs/>
        </w:rPr>
      </w:pPr>
      <w:r>
        <w:rPr>
          <w:b w:val="0"/>
          <w:bCs/>
        </w:rPr>
        <w:t>Die TOP 100 Jury würdigt mit der Auszeichnung</w:t>
      </w:r>
      <w:r w:rsidR="00A86374">
        <w:rPr>
          <w:b w:val="0"/>
          <w:bCs/>
        </w:rPr>
        <w:t xml:space="preserve"> </w:t>
      </w:r>
      <w:r>
        <w:rPr>
          <w:b w:val="0"/>
          <w:bCs/>
        </w:rPr>
        <w:t xml:space="preserve">vor allem </w:t>
      </w:r>
      <w:r w:rsidR="00A86374">
        <w:rPr>
          <w:b w:val="0"/>
          <w:bCs/>
        </w:rPr>
        <w:t>die</w:t>
      </w:r>
      <w:r>
        <w:rPr>
          <w:b w:val="0"/>
          <w:bCs/>
        </w:rPr>
        <w:t xml:space="preserve"> Expertise </w:t>
      </w:r>
      <w:r w:rsidR="00A86374">
        <w:rPr>
          <w:b w:val="0"/>
          <w:bCs/>
        </w:rPr>
        <w:t xml:space="preserve">des </w:t>
      </w:r>
      <w:r w:rsidR="00377FB9">
        <w:rPr>
          <w:b w:val="0"/>
          <w:bCs/>
        </w:rPr>
        <w:t xml:space="preserve">Leonberger </w:t>
      </w:r>
      <w:r w:rsidR="00A86374">
        <w:rPr>
          <w:b w:val="0"/>
          <w:bCs/>
        </w:rPr>
        <w:t xml:space="preserve">Unternehmens </w:t>
      </w:r>
      <w:r>
        <w:rPr>
          <w:b w:val="0"/>
          <w:bCs/>
        </w:rPr>
        <w:t xml:space="preserve">im Bereich der Gebäudetechnik. In den Anwendungsfeldern Brandschutz und Gebäudeautomation überzeugt GEZE immer wieder mit innovativen Lösungen. </w:t>
      </w:r>
      <w:r w:rsidR="00A33CDA">
        <w:rPr>
          <w:b w:val="0"/>
          <w:bCs/>
        </w:rPr>
        <w:t>Darunter das</w:t>
      </w:r>
      <w:r>
        <w:rPr>
          <w:b w:val="0"/>
          <w:bCs/>
        </w:rPr>
        <w:t xml:space="preserve"> </w:t>
      </w:r>
      <w:r w:rsidRPr="00705501">
        <w:rPr>
          <w:b w:val="0"/>
          <w:bCs/>
        </w:rPr>
        <w:t>Gebäudeautomationssystem GEZE Cockpit</w:t>
      </w:r>
      <w:r w:rsidR="00741527">
        <w:rPr>
          <w:b w:val="0"/>
          <w:bCs/>
        </w:rPr>
        <w:t>,</w:t>
      </w:r>
      <w:r w:rsidRPr="00705501">
        <w:rPr>
          <w:b w:val="0"/>
          <w:bCs/>
        </w:rPr>
        <w:t xml:space="preserve"> </w:t>
      </w:r>
      <w:r w:rsidR="00A33CDA">
        <w:rPr>
          <w:b w:val="0"/>
          <w:bCs/>
        </w:rPr>
        <w:t>mit dem sich</w:t>
      </w:r>
      <w:r w:rsidR="00A86374">
        <w:rPr>
          <w:b w:val="0"/>
          <w:bCs/>
        </w:rPr>
        <w:t xml:space="preserve"> </w:t>
      </w:r>
      <w:r w:rsidRPr="00705501">
        <w:rPr>
          <w:b w:val="0"/>
          <w:bCs/>
        </w:rPr>
        <w:t>automatisierte Systemkomponenten aus den Bereichen Tür-, Fenster- und Sicherheitstechnik vernetzen, zentral steuern und gezielt überwachen</w:t>
      </w:r>
      <w:r w:rsidR="00A33CDA">
        <w:rPr>
          <w:b w:val="0"/>
          <w:bCs/>
        </w:rPr>
        <w:t xml:space="preserve"> lassen</w:t>
      </w:r>
      <w:r w:rsidR="00B921CF">
        <w:rPr>
          <w:b w:val="0"/>
          <w:bCs/>
        </w:rPr>
        <w:t xml:space="preserve">. </w:t>
      </w:r>
      <w:r w:rsidR="00377FB9">
        <w:rPr>
          <w:b w:val="0"/>
          <w:bCs/>
        </w:rPr>
        <w:t>Damit ermöglicht GEZE es seinen Kunden mit Hilfe modernster Technologien ressourcenschonend zu agieren und Gebäude digital zu vernetzen.</w:t>
      </w:r>
    </w:p>
    <w:p w14:paraId="2E4E68E5" w14:textId="2948E226" w:rsidR="006B111C" w:rsidRDefault="006B111C" w:rsidP="00B921CF">
      <w:pPr>
        <w:pStyle w:val="Vorspann"/>
      </w:pPr>
    </w:p>
    <w:p w14:paraId="472AF715" w14:textId="77777777" w:rsidR="0004546B" w:rsidRDefault="0004546B">
      <w:pPr>
        <w:spacing w:line="240" w:lineRule="atLeast"/>
        <w:rPr>
          <w:b/>
        </w:rPr>
      </w:pPr>
      <w:r>
        <w:br w:type="page"/>
      </w:r>
    </w:p>
    <w:p w14:paraId="06897449" w14:textId="7B8562C4" w:rsidR="0004546B" w:rsidRPr="00B921CF" w:rsidRDefault="0004546B" w:rsidP="0004546B">
      <w:pPr>
        <w:pStyle w:val="Vorspann"/>
      </w:pPr>
      <w:r>
        <w:lastRenderedPageBreak/>
        <w:t>Ausschlaggebende Kriterien für die TOP 100</w:t>
      </w:r>
    </w:p>
    <w:p w14:paraId="623EBA82" w14:textId="77777777" w:rsidR="0004546B" w:rsidRDefault="0004546B" w:rsidP="0004546B">
      <w:pPr>
        <w:pStyle w:val="Vorspann"/>
        <w:rPr>
          <w:b w:val="0"/>
          <w:bCs/>
        </w:rPr>
      </w:pPr>
      <w:r>
        <w:rPr>
          <w:b w:val="0"/>
          <w:bCs/>
        </w:rPr>
        <w:t xml:space="preserve">Die TOP 100 Auszeichnung wird seit über 25 Jahren an mittelständische Unternehmen aus ganz Deutschland vergeben. Dabei werden die Gewinner transparent, nachvollziehbar und auf wissenschaftlicher Basis ermittelt. Einzelne Neuerungen sind dabei nicht entscheidend. Stattdessen hat das </w:t>
      </w:r>
      <w:r w:rsidRPr="008439CD">
        <w:rPr>
          <w:b w:val="0"/>
          <w:bCs/>
        </w:rPr>
        <w:t xml:space="preserve">Institut </w:t>
      </w:r>
      <w:proofErr w:type="spellStart"/>
      <w:r w:rsidRPr="008439CD">
        <w:rPr>
          <w:b w:val="0"/>
          <w:bCs/>
        </w:rPr>
        <w:t>für</w:t>
      </w:r>
      <w:proofErr w:type="spellEnd"/>
      <w:r w:rsidRPr="008439CD">
        <w:rPr>
          <w:b w:val="0"/>
          <w:bCs/>
        </w:rPr>
        <w:t xml:space="preserve"> Entrepreneurship und Innovation der </w:t>
      </w:r>
      <w:proofErr w:type="spellStart"/>
      <w:r w:rsidRPr="008439CD">
        <w:rPr>
          <w:b w:val="0"/>
          <w:bCs/>
        </w:rPr>
        <w:t>Wirtschaftsuniversität</w:t>
      </w:r>
      <w:proofErr w:type="spellEnd"/>
      <w:r w:rsidRPr="008439CD">
        <w:rPr>
          <w:b w:val="0"/>
          <w:bCs/>
        </w:rPr>
        <w:t xml:space="preserve"> Wien</w:t>
      </w:r>
      <w:r>
        <w:rPr>
          <w:b w:val="0"/>
          <w:bCs/>
        </w:rPr>
        <w:t xml:space="preserve"> unter der Leitung von Prof. Dr. Nikolaus Franke fünf ausschlagegebende Kriterien für die Auszeichnung definiert: innovationsförderndes Top-Management, Innovationsklima, innovative Prozesse und Organisation, Open Innovation/Außenorientierung und Innovationserfolg.</w:t>
      </w:r>
    </w:p>
    <w:p w14:paraId="6C1897EE" w14:textId="77777777" w:rsidR="0004546B" w:rsidRPr="006D676C" w:rsidRDefault="0004546B" w:rsidP="00B921CF">
      <w:pPr>
        <w:pStyle w:val="Vorspann"/>
      </w:pPr>
    </w:p>
    <w:p w14:paraId="111AF32F" w14:textId="77777777" w:rsidR="006B111C" w:rsidRPr="006D676C" w:rsidRDefault="006B111C" w:rsidP="00095819"/>
    <w:p w14:paraId="51F00B52" w14:textId="77777777" w:rsidR="006B111C" w:rsidRPr="006D676C" w:rsidRDefault="006B111C" w:rsidP="00095819"/>
    <w:p w14:paraId="00EF19F1" w14:textId="77777777" w:rsidR="006B111C" w:rsidRPr="006D676C" w:rsidRDefault="006B111C" w:rsidP="00095819"/>
    <w:p w14:paraId="6FC2DB29" w14:textId="77777777" w:rsidR="00095819" w:rsidRDefault="00095819" w:rsidP="00095819">
      <w:r>
        <w:t>Weitere Informationen:</w:t>
      </w:r>
    </w:p>
    <w:p w14:paraId="460564D6" w14:textId="74621868" w:rsidR="006B111C" w:rsidRPr="008429BC" w:rsidRDefault="00460B2B" w:rsidP="00095819">
      <w:pPr>
        <w:rPr>
          <w:sz w:val="22"/>
          <w:szCs w:val="22"/>
        </w:rPr>
      </w:pPr>
      <w:hyperlink r:id="rId9" w:history="1">
        <w:r w:rsidR="008429BC" w:rsidRPr="008429BC">
          <w:rPr>
            <w:rStyle w:val="Hyperlink"/>
            <w:sz w:val="22"/>
            <w:szCs w:val="22"/>
          </w:rPr>
          <w:t>https://www.geze.de/de/newsroom/geze-als-top-100-innovator-im-mittelstand-ausgezeichnet</w:t>
        </w:r>
      </w:hyperlink>
    </w:p>
    <w:p w14:paraId="6795A73D" w14:textId="77777777" w:rsidR="008429BC" w:rsidRPr="006B111C" w:rsidRDefault="008429BC" w:rsidP="00095819"/>
    <w:p w14:paraId="57FA504A" w14:textId="77777777" w:rsidR="006B111C" w:rsidRPr="00C32636" w:rsidRDefault="006B111C" w:rsidP="006B111C">
      <w:pPr>
        <w:rPr>
          <w:b/>
          <w:lang w:val="fr-FR"/>
        </w:rPr>
      </w:pPr>
      <w:r w:rsidRPr="00C32636">
        <w:rPr>
          <w:b/>
          <w:lang w:val="fr-FR"/>
        </w:rPr>
        <w:t xml:space="preserve">ÜBER GEZE </w:t>
      </w:r>
    </w:p>
    <w:p w14:paraId="553E017B" w14:textId="4E3C7C1A" w:rsidR="008F511E" w:rsidRPr="008F511E" w:rsidRDefault="00A86374" w:rsidP="00095819">
      <w:pPr>
        <w:rPr>
          <w:lang w:val="en-GB"/>
        </w:rPr>
      </w:pPr>
      <w:r>
        <w:t xml:space="preserve">GEZE ist </w:t>
      </w:r>
      <w:r w:rsidRPr="00965D6C">
        <w:t xml:space="preserve">ein </w:t>
      </w:r>
      <w:r>
        <w:t>innovatives, weltweit agierendes U</w:t>
      </w:r>
      <w:r w:rsidRPr="00965D6C">
        <w:t>nternehmen</w:t>
      </w:r>
      <w:r>
        <w:t xml:space="preserve"> </w:t>
      </w:r>
      <w:r w:rsidRPr="00060EC3">
        <w:t>für Produkte, Systemlösungen und umfassenden Service rund um Türen und Fenster.</w:t>
      </w:r>
      <w:r>
        <w:t xml:space="preserve"> Der Spezialist für</w:t>
      </w:r>
      <w:r w:rsidRPr="00B21514">
        <w:t xml:space="preserve"> </w:t>
      </w:r>
      <w:r>
        <w:t xml:space="preserve">innovative und moderne </w:t>
      </w:r>
      <w:r w:rsidRPr="00B21514">
        <w:t>Tür-, Fenster- und Sicherh</w:t>
      </w:r>
      <w:r>
        <w:t xml:space="preserve">eitstechnik erzielt mit fundierter </w:t>
      </w:r>
      <w:r w:rsidRPr="004F2C1F">
        <w:t>Branchen- und Fachken</w:t>
      </w:r>
      <w:r>
        <w:t xml:space="preserve">ntnis herausragende Ergebnisse, </w:t>
      </w:r>
      <w:r w:rsidRPr="006E67B7">
        <w:t>die Gebäude lebenswert machen</w:t>
      </w:r>
      <w:r>
        <w:t xml:space="preserve">. </w:t>
      </w:r>
      <w:r w:rsidRPr="004F2C1F">
        <w:t xml:space="preserve">Weltweit arbeiten </w:t>
      </w:r>
      <w:r>
        <w:t xml:space="preserve">bei GEZE </w:t>
      </w:r>
      <w:r w:rsidRPr="004F2C1F">
        <w:t>mehr als 3.</w:t>
      </w:r>
      <w:r>
        <w:t>200</w:t>
      </w:r>
      <w:r w:rsidRPr="004F2C1F">
        <w:t xml:space="preserve"> Menschen</w:t>
      </w:r>
      <w:r>
        <w:t>. GEZE entwickelt und fertigt am Stammsitz in Leonberg. Weitere Fertigungsstätten befinden sich in China, S</w:t>
      </w:r>
      <w:r w:rsidRPr="004F2C1F">
        <w:t xml:space="preserve">erbien und Spanien. </w:t>
      </w:r>
      <w:r>
        <w:t>Mit</w:t>
      </w:r>
      <w:r w:rsidRPr="004F2C1F">
        <w:t xml:space="preserve"> 32 Tochtergesellschaften auf der ganzen Welt</w:t>
      </w:r>
      <w:r>
        <w:t xml:space="preserve"> und 6 Niederlassungen in Deutschland bietet GEZE maximale Kundennähe und exzellenten Service. Der Gruppenu</w:t>
      </w:r>
      <w:r w:rsidRPr="004F2C1F">
        <w:t>msatz beträgt über 4</w:t>
      </w:r>
      <w:r>
        <w:t>48</w:t>
      </w:r>
      <w:r w:rsidRPr="004F2C1F">
        <w:t>,4 Mio. Euro.</w:t>
      </w:r>
      <w:r w:rsidR="00A03805">
        <w:rPr>
          <w:noProof/>
          <w:lang w:eastAsia="de-DE"/>
        </w:rPr>
        <mc:AlternateContent>
          <mc:Choice Requires="wps">
            <w:drawing>
              <wp:anchor distT="180340" distB="0" distL="114300" distR="114300" simplePos="0" relativeHeight="251659264" behindDoc="0" locked="0" layoutInCell="1" allowOverlap="1" wp14:anchorId="46CBA60C" wp14:editId="0DADF673">
                <wp:simplePos x="0" y="0"/>
                <wp:positionH relativeFrom="column">
                  <wp:posOffset>0</wp:posOffset>
                </wp:positionH>
                <wp:positionV relativeFrom="page">
                  <wp:align>bottom</wp:align>
                </wp:positionV>
                <wp:extent cx="5760000" cy="1051200"/>
                <wp:effectExtent l="0" t="0" r="12700" b="0"/>
                <wp:wrapTopAndBottom/>
                <wp:docPr id="6" name="Textfeld 6"/>
                <wp:cNvGraphicFramePr/>
                <a:graphic xmlns:a="http://schemas.openxmlformats.org/drawingml/2006/main">
                  <a:graphicData uri="http://schemas.microsoft.com/office/word/2010/wordprocessingShape">
                    <wps:wsp>
                      <wps:cNvSpPr txBox="1"/>
                      <wps:spPr>
                        <a:xfrm>
                          <a:off x="0" y="0"/>
                          <a:ext cx="5760000" cy="1051200"/>
                        </a:xfrm>
                        <a:prstGeom prst="rect">
                          <a:avLst/>
                        </a:prstGeom>
                        <a:noFill/>
                        <a:ln w="6350">
                          <a:noFill/>
                        </a:ln>
                      </wps:spPr>
                      <wps:txbx>
                        <w:txbxContent>
                          <w:tbl>
                            <w:tblPr>
                              <w:tblStyle w:val="einfach"/>
                              <w:tblW w:w="9072" w:type="dxa"/>
                              <w:tblLayout w:type="fixed"/>
                              <w:tblLook w:val="04A0" w:firstRow="1" w:lastRow="0" w:firstColumn="1" w:lastColumn="0" w:noHBand="0" w:noVBand="1"/>
                            </w:tblPr>
                            <w:tblGrid>
                              <w:gridCol w:w="9072"/>
                            </w:tblGrid>
                            <w:tr w:rsidR="00FE2851" w:rsidRPr="002627A3" w14:paraId="63096482" w14:textId="77777777" w:rsidTr="00454337">
                              <w:trPr>
                                <w:cantSplit/>
                                <w:trHeight w:hRule="exact" w:val="482"/>
                              </w:trPr>
                              <w:tc>
                                <w:tcPr>
                                  <w:tcW w:w="6321" w:type="dxa"/>
                                  <w:tcMar>
                                    <w:bottom w:w="91" w:type="dxa"/>
                                  </w:tcMar>
                                </w:tcPr>
                                <w:p w14:paraId="3ADD9E29" w14:textId="77777777" w:rsidR="00FE2851" w:rsidRPr="002627A3" w:rsidRDefault="00FE2851" w:rsidP="00113091">
                                  <w:pPr>
                                    <w:pStyle w:val="KontaktTitel"/>
                                  </w:pPr>
                                  <w:r w:rsidRPr="002627A3">
                                    <w:t>Kontakt</w:t>
                                  </w:r>
                                </w:p>
                              </w:tc>
                            </w:tr>
                            <w:tr w:rsidR="00FE2851" w:rsidRPr="00CE6755" w14:paraId="691E22D0" w14:textId="77777777" w:rsidTr="00575AEF">
                              <w:trPr>
                                <w:cantSplit/>
                                <w:trHeight w:hRule="exact" w:val="425"/>
                              </w:trPr>
                              <w:tc>
                                <w:tcPr>
                                  <w:tcW w:w="6321" w:type="dxa"/>
                                </w:tcPr>
                                <w:p w14:paraId="7A61B25A" w14:textId="77777777" w:rsidR="00FE2851" w:rsidRPr="00F15040" w:rsidRDefault="00FE2851" w:rsidP="00094A49">
                                  <w:pPr>
                                    <w:pStyle w:val="Kontakt"/>
                                    <w:rPr>
                                      <w:lang w:val="en-GB"/>
                                    </w:rPr>
                                  </w:pPr>
                                  <w:bookmarkStart w:id="0" w:name="_Hlk530667725"/>
                                  <w:r w:rsidRPr="00F15040">
                                    <w:rPr>
                                      <w:rStyle w:val="Auszeichnung"/>
                                      <w:spacing w:val="-4"/>
                                      <w:lang w:val="en-GB"/>
                                    </w:rPr>
                                    <w:t xml:space="preserve">GEZE </w:t>
                                  </w:r>
                                  <w:r w:rsidRPr="00F15040">
                                    <w:rPr>
                                      <w:rStyle w:val="Auszeichnung"/>
                                      <w:lang w:val="en-GB"/>
                                    </w:rPr>
                                    <w:t>Gm</w:t>
                                  </w:r>
                                  <w:r w:rsidRPr="00F15040">
                                    <w:rPr>
                                      <w:rStyle w:val="Auszeichnung"/>
                                      <w:spacing w:val="-4"/>
                                      <w:lang w:val="en-GB"/>
                                    </w:rPr>
                                    <w:t>bH</w:t>
                                  </w:r>
                                  <w:r>
                                    <w:rPr>
                                      <w:lang w:val="en-GB"/>
                                    </w:rPr>
                                    <w:t xml:space="preserve"> </w:t>
                                  </w:r>
                                  <w:r w:rsidRPr="0053157C">
                                    <w:rPr>
                                      <w:rStyle w:val="KontaktPipe"/>
                                      <w:position w:val="-2"/>
                                      <w:sz w:val="18"/>
                                      <w:szCs w:val="18"/>
                                    </w:rPr>
                                    <w:t>I</w:t>
                                  </w:r>
                                  <w:r w:rsidRPr="00F15040">
                                    <w:rPr>
                                      <w:lang w:val="en-GB"/>
                                    </w:rPr>
                                    <w:t xml:space="preserve"> Corporate Communications</w:t>
                                  </w:r>
                                  <w:bookmarkEnd w:id="0"/>
                                </w:p>
                                <w:p w14:paraId="110432D0" w14:textId="77777777" w:rsidR="00FE2851" w:rsidRPr="00F15040" w:rsidRDefault="00FE2851" w:rsidP="00094A49">
                                  <w:pPr>
                                    <w:pStyle w:val="Kontakt"/>
                                    <w:rPr>
                                      <w:lang w:val="en-GB"/>
                                    </w:rPr>
                                  </w:pPr>
                                  <w:r w:rsidRPr="00F15040">
                                    <w:rPr>
                                      <w:lang w:val="en-GB"/>
                                    </w:rPr>
                                    <w:t>Reinhold-</w:t>
                                  </w:r>
                                  <w:proofErr w:type="spellStart"/>
                                  <w:r w:rsidRPr="00F15040">
                                    <w:rPr>
                                      <w:lang w:val="en-GB"/>
                                    </w:rPr>
                                    <w:t>Vöster</w:t>
                                  </w:r>
                                  <w:proofErr w:type="spellEnd"/>
                                  <w:r w:rsidRPr="00F15040">
                                    <w:rPr>
                                      <w:lang w:val="en-GB"/>
                                    </w:rPr>
                                    <w:t>-Str. 21</w:t>
                                  </w:r>
                                  <w:r w:rsidRPr="00F15040">
                                    <w:rPr>
                                      <w:rStyle w:val="KontaktAbstandschmal"/>
                                    </w:rPr>
                                    <w:t xml:space="preserve"> </w:t>
                                  </w:r>
                                  <w:r w:rsidRPr="00F15040">
                                    <w:rPr>
                                      <w:lang w:val="en-GB"/>
                                    </w:rPr>
                                    <w:t>–</w:t>
                                  </w:r>
                                  <w:r w:rsidRPr="00F15040">
                                    <w:rPr>
                                      <w:rStyle w:val="KontaktAbstandschmal"/>
                                    </w:rPr>
                                    <w:t xml:space="preserve"> </w:t>
                                  </w:r>
                                  <w:r w:rsidRPr="00F15040">
                                    <w:rPr>
                                      <w:lang w:val="en-GB"/>
                                    </w:rPr>
                                    <w:t>29</w:t>
                                  </w:r>
                                  <w:r>
                                    <w:rPr>
                                      <w:lang w:val="en-GB"/>
                                    </w:rPr>
                                    <w:t xml:space="preserve"> </w:t>
                                  </w:r>
                                  <w:r w:rsidRPr="0053157C">
                                    <w:rPr>
                                      <w:rStyle w:val="KontaktPipe"/>
                                      <w:position w:val="-2"/>
                                      <w:sz w:val="18"/>
                                      <w:szCs w:val="18"/>
                                    </w:rPr>
                                    <w:t>I</w:t>
                                  </w:r>
                                  <w:r w:rsidRPr="00F15040">
                                    <w:rPr>
                                      <w:lang w:val="en-GB"/>
                                    </w:rPr>
                                    <w:t xml:space="preserve"> D-71229 </w:t>
                                  </w:r>
                                  <w:proofErr w:type="spellStart"/>
                                  <w:r w:rsidRPr="00F15040">
                                    <w:rPr>
                                      <w:lang w:val="en-GB"/>
                                    </w:rPr>
                                    <w:t>Leonberg</w:t>
                                  </w:r>
                                  <w:proofErr w:type="spellEnd"/>
                                  <w:r>
                                    <w:rPr>
                                      <w:lang w:val="en-GB"/>
                                    </w:rPr>
                                    <w:t xml:space="preserve"> </w:t>
                                  </w:r>
                                  <w:r w:rsidRPr="0053157C">
                                    <w:rPr>
                                      <w:rStyle w:val="KontaktPipe"/>
                                      <w:position w:val="-2"/>
                                      <w:sz w:val="18"/>
                                      <w:szCs w:val="18"/>
                                    </w:rPr>
                                    <w:t>I</w:t>
                                  </w:r>
                                  <w:r w:rsidRPr="00F15040">
                                    <w:rPr>
                                      <w:lang w:val="en-GB"/>
                                    </w:rPr>
                                    <w:t xml:space="preserve"> </w:t>
                                  </w:r>
                                  <w:proofErr w:type="gramStart"/>
                                  <w:r w:rsidRPr="00454337">
                                    <w:rPr>
                                      <w:rStyle w:val="KontaktVorsatzwort"/>
                                      <w:lang w:val="en-GB"/>
                                    </w:rPr>
                                    <w:t>TEL</w:t>
                                  </w:r>
                                  <w:r w:rsidRPr="00F15040">
                                    <w:rPr>
                                      <w:lang w:val="en-GB"/>
                                    </w:rPr>
                                    <w:t xml:space="preserve"> </w:t>
                                  </w:r>
                                  <w:r>
                                    <w:rPr>
                                      <w:lang w:val="en-GB"/>
                                    </w:rPr>
                                    <w:t xml:space="preserve"> </w:t>
                                  </w:r>
                                  <w:r w:rsidRPr="00F15040">
                                    <w:rPr>
                                      <w:lang w:val="en-GB"/>
                                    </w:rPr>
                                    <w:t>+</w:t>
                                  </w:r>
                                  <w:proofErr w:type="gramEnd"/>
                                  <w:r w:rsidRPr="00F15040">
                                    <w:rPr>
                                      <w:lang w:val="en-GB"/>
                                    </w:rPr>
                                    <w:t>49 7152 203-0</w:t>
                                  </w:r>
                                  <w:r>
                                    <w:rPr>
                                      <w:lang w:val="en-GB"/>
                                    </w:rPr>
                                    <w:t xml:space="preserve"> </w:t>
                                  </w:r>
                                  <w:r w:rsidRPr="0053157C">
                                    <w:rPr>
                                      <w:rStyle w:val="KontaktPipe"/>
                                      <w:position w:val="-2"/>
                                      <w:sz w:val="18"/>
                                      <w:szCs w:val="18"/>
                                    </w:rPr>
                                    <w:t>I</w:t>
                                  </w:r>
                                  <w:r w:rsidRPr="00F15040">
                                    <w:rPr>
                                      <w:lang w:val="en-GB"/>
                                    </w:rPr>
                                    <w:t xml:space="preserve"> </w:t>
                                  </w:r>
                                  <w:r w:rsidRPr="00454337">
                                    <w:rPr>
                                      <w:rStyle w:val="KontaktVorsatzwort"/>
                                      <w:lang w:val="en-GB"/>
                                    </w:rPr>
                                    <w:t>FAX</w:t>
                                  </w:r>
                                  <w:r w:rsidRPr="00F15040">
                                    <w:rPr>
                                      <w:lang w:val="en-GB"/>
                                    </w:rPr>
                                    <w:t xml:space="preserve">  +49 7152 203-310</w:t>
                                  </w:r>
                                  <w:r>
                                    <w:rPr>
                                      <w:lang w:val="en-GB"/>
                                    </w:rPr>
                                    <w:t xml:space="preserve"> </w:t>
                                  </w:r>
                                  <w:r w:rsidRPr="0053157C">
                                    <w:rPr>
                                      <w:rStyle w:val="KontaktPipe"/>
                                      <w:position w:val="-2"/>
                                      <w:sz w:val="18"/>
                                      <w:szCs w:val="18"/>
                                    </w:rPr>
                                    <w:t>I</w:t>
                                  </w:r>
                                  <w:r w:rsidRPr="00F15040">
                                    <w:rPr>
                                      <w:lang w:val="en-GB"/>
                                    </w:rPr>
                                    <w:t xml:space="preserve"> </w:t>
                                  </w:r>
                                  <w:r w:rsidRPr="00454337">
                                    <w:rPr>
                                      <w:rStyle w:val="KontaktVorsatzwort"/>
                                      <w:lang w:val="en-GB"/>
                                    </w:rPr>
                                    <w:t>MAIL</w:t>
                                  </w:r>
                                  <w:r w:rsidRPr="00F15040">
                                    <w:rPr>
                                      <w:lang w:val="en-GB"/>
                                    </w:rPr>
                                    <w:t xml:space="preserve"> </w:t>
                                  </w:r>
                                  <w:r>
                                    <w:rPr>
                                      <w:lang w:val="en-GB"/>
                                    </w:rPr>
                                    <w:t xml:space="preserve"> </w:t>
                                  </w:r>
                                  <w:r w:rsidRPr="00F15040">
                                    <w:rPr>
                                      <w:lang w:val="en-GB"/>
                                    </w:rPr>
                                    <w:t>presse@geze.com</w:t>
                                  </w:r>
                                  <w:r>
                                    <w:rPr>
                                      <w:lang w:val="en-GB"/>
                                    </w:rPr>
                                    <w:t xml:space="preserve"> </w:t>
                                  </w:r>
                                  <w:r w:rsidRPr="0053157C">
                                    <w:rPr>
                                      <w:rStyle w:val="KontaktPipe"/>
                                      <w:position w:val="-2"/>
                                      <w:sz w:val="18"/>
                                      <w:szCs w:val="18"/>
                                    </w:rPr>
                                    <w:t>I</w:t>
                                  </w:r>
                                  <w:r w:rsidRPr="00F15040">
                                    <w:rPr>
                                      <w:lang w:val="en-GB"/>
                                    </w:rPr>
                                    <w:t xml:space="preserve"> </w:t>
                                  </w:r>
                                  <w:r w:rsidRPr="00454337">
                                    <w:rPr>
                                      <w:rStyle w:val="KontaktVorsatzwort"/>
                                      <w:lang w:val="en-GB"/>
                                    </w:rPr>
                                    <w:t>WEB</w:t>
                                  </w:r>
                                  <w:r w:rsidRPr="00F15040">
                                    <w:rPr>
                                      <w:lang w:val="en-GB"/>
                                    </w:rPr>
                                    <w:t xml:space="preserve">  www.geze.de</w:t>
                                  </w:r>
                                </w:p>
                              </w:tc>
                            </w:tr>
                          </w:tbl>
                          <w:p w14:paraId="442A69D1" w14:textId="77777777" w:rsidR="00FE2851" w:rsidRPr="007F0435" w:rsidRDefault="00FE2851" w:rsidP="007F0435">
                            <w:pPr>
                              <w:rPr>
                                <w:color w:val="FFFFFF" w:themeColor="background1"/>
                                <w:sz w:val="13"/>
                                <w:szCs w:val="13"/>
                                <w:lang w:val="en-GB"/>
                                <w14:textFill>
                                  <w14:noFill/>
                                </w14:textFil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6CBA60C" id="_x0000_t202" coordsize="21600,21600" o:spt="202" path="m,l,21600r21600,l21600,xe">
                <v:stroke joinstyle="miter"/>
                <v:path gradientshapeok="t" o:connecttype="rect"/>
              </v:shapetype>
              <v:shape id="Textfeld 6" o:spid="_x0000_s1026" type="#_x0000_t202" style="position:absolute;margin-left:0;margin-top:0;width:453.55pt;height:82.75pt;z-index:251659264;visibility:visible;mso-wrap-style:square;mso-width-percent:0;mso-height-percent:0;mso-wrap-distance-left:9pt;mso-wrap-distance-top:14.2pt;mso-wrap-distance-right:9pt;mso-wrap-distance-bottom:0;mso-position-horizontal:absolute;mso-position-horizontal-relative:text;mso-position-vertical:bottom;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" filled="f" stroked="f" strokeweight=".5pt">
                <v:textbox inset="0,0,0,0">
                  <w:txbxContent>
                    <w:tbl>
                      <w:tblPr>
                        <w:tblStyle w:val="einfach"/>
                        <w:tblW w:w="9072" w:type="dxa"/>
                        <w:tblLayout w:type="fixed"/>
                        <w:tblLook w:val="04A0" w:firstRow="1" w:lastRow="0" w:firstColumn="1" w:lastColumn="0" w:noHBand="0" w:noVBand="1"/>
                      </w:tblPr>
                      <w:tblGrid>
                        <w:gridCol w:w="9072"/>
                      </w:tblGrid>
                      <w:tr w:rsidR="00FE2851" w:rsidRPr="002627A3" w14:paraId="63096482" w14:textId="77777777" w:rsidTr="00454337">
                        <w:trPr>
                          <w:cantSplit/>
                          <w:trHeight w:hRule="exact" w:val="482"/>
                        </w:trPr>
                        <w:tc>
                          <w:tcPr>
                            <w:tcW w:w="6321" w:type="dxa"/>
                            <w:tcMar>
                              <w:bottom w:w="91" w:type="dxa"/>
                            </w:tcMar>
                          </w:tcPr>
                          <w:p w14:paraId="3ADD9E29" w14:textId="77777777" w:rsidR="00FE2851" w:rsidRPr="002627A3" w:rsidRDefault="00FE2851" w:rsidP="00113091">
                            <w:pPr>
                              <w:pStyle w:val="KontaktTitel"/>
                            </w:pPr>
                            <w:r w:rsidRPr="002627A3">
                              <w:t>Kontakt</w:t>
                            </w:r>
                          </w:p>
                        </w:tc>
                      </w:tr>
                      <w:tr w:rsidR="00FE2851" w:rsidRPr="00CE6755" w14:paraId="691E22D0" w14:textId="77777777" w:rsidTr="00575AEF">
                        <w:trPr>
                          <w:cantSplit/>
                          <w:trHeight w:hRule="exact" w:val="425"/>
                        </w:trPr>
                        <w:tc>
                          <w:tcPr>
                            <w:tcW w:w="6321" w:type="dxa"/>
                          </w:tcPr>
                          <w:p w14:paraId="7A61B25A" w14:textId="77777777" w:rsidR="00FE2851" w:rsidRPr="00F15040" w:rsidRDefault="00FE2851" w:rsidP="00094A49">
                            <w:pPr>
                              <w:pStyle w:val="Kontakt"/>
                              <w:rPr>
                                <w:lang w:val="en-GB"/>
                              </w:rPr>
                            </w:pPr>
                            <w:bookmarkStart w:id="1" w:name="_Hlk530667725"/>
                            <w:r w:rsidRPr="00F15040">
                              <w:rPr>
                                <w:rStyle w:val="Auszeichnung"/>
                                <w:spacing w:val="-4"/>
                                <w:lang w:val="en-GB"/>
                              </w:rPr>
                              <w:t xml:space="preserve">GEZE </w:t>
                            </w:r>
                            <w:r w:rsidRPr="00F15040">
                              <w:rPr>
                                <w:rStyle w:val="Auszeichnung"/>
                                <w:lang w:val="en-GB"/>
                              </w:rPr>
                              <w:t>Gm</w:t>
                            </w:r>
                            <w:r w:rsidRPr="00F15040">
                              <w:rPr>
                                <w:rStyle w:val="Auszeichnung"/>
                                <w:spacing w:val="-4"/>
                                <w:lang w:val="en-GB"/>
                              </w:rPr>
                              <w:t>bH</w:t>
                            </w:r>
                            <w:r>
                              <w:rPr>
                                <w:lang w:val="en-GB"/>
                              </w:rPr>
                              <w:t xml:space="preserve"> </w:t>
                            </w:r>
                            <w:r w:rsidRPr="0053157C">
                              <w:rPr>
                                <w:rStyle w:val="KontaktPipe"/>
                                <w:position w:val="-2"/>
                                <w:sz w:val="18"/>
                                <w:szCs w:val="18"/>
                              </w:rPr>
                              <w:t>I</w:t>
                            </w:r>
                            <w:r w:rsidRPr="00F15040">
                              <w:rPr>
                                <w:lang w:val="en-GB"/>
                              </w:rPr>
                              <w:t xml:space="preserve"> Corporate Communications</w:t>
                            </w:r>
                            <w:bookmarkEnd w:id="1"/>
                          </w:p>
                          <w:p w14:paraId="110432D0" w14:textId="77777777" w:rsidR="00FE2851" w:rsidRPr="00F15040" w:rsidRDefault="00FE2851" w:rsidP="00094A49">
                            <w:pPr>
                              <w:pStyle w:val="Kontakt"/>
                              <w:rPr>
                                <w:lang w:val="en-GB"/>
                              </w:rPr>
                            </w:pPr>
                            <w:r w:rsidRPr="00F15040">
                              <w:rPr>
                                <w:lang w:val="en-GB"/>
                              </w:rPr>
                              <w:t>Reinhold-</w:t>
                            </w:r>
                            <w:proofErr w:type="spellStart"/>
                            <w:r w:rsidRPr="00F15040">
                              <w:rPr>
                                <w:lang w:val="en-GB"/>
                              </w:rPr>
                              <w:t>Vöster</w:t>
                            </w:r>
                            <w:proofErr w:type="spellEnd"/>
                            <w:r w:rsidRPr="00F15040">
                              <w:rPr>
                                <w:lang w:val="en-GB"/>
                              </w:rPr>
                              <w:t>-Str. 21</w:t>
                            </w:r>
                            <w:r w:rsidRPr="00F15040">
                              <w:rPr>
                                <w:rStyle w:val="KontaktAbstandschmal"/>
                              </w:rPr>
                              <w:t xml:space="preserve"> </w:t>
                            </w:r>
                            <w:r w:rsidRPr="00F15040">
                              <w:rPr>
                                <w:lang w:val="en-GB"/>
                              </w:rPr>
                              <w:t>–</w:t>
                            </w:r>
                            <w:r w:rsidRPr="00F15040">
                              <w:rPr>
                                <w:rStyle w:val="KontaktAbstandschmal"/>
                              </w:rPr>
                              <w:t xml:space="preserve"> </w:t>
                            </w:r>
                            <w:r w:rsidRPr="00F15040">
                              <w:rPr>
                                <w:lang w:val="en-GB"/>
                              </w:rPr>
                              <w:t>29</w:t>
                            </w:r>
                            <w:r>
                              <w:rPr>
                                <w:lang w:val="en-GB"/>
                              </w:rPr>
                              <w:t xml:space="preserve"> </w:t>
                            </w:r>
                            <w:r w:rsidRPr="0053157C">
                              <w:rPr>
                                <w:rStyle w:val="KontaktPipe"/>
                                <w:position w:val="-2"/>
                                <w:sz w:val="18"/>
                                <w:szCs w:val="18"/>
                              </w:rPr>
                              <w:t>I</w:t>
                            </w:r>
                            <w:r w:rsidRPr="00F15040">
                              <w:rPr>
                                <w:lang w:val="en-GB"/>
                              </w:rPr>
                              <w:t xml:space="preserve"> D-71229 </w:t>
                            </w:r>
                            <w:proofErr w:type="spellStart"/>
                            <w:r w:rsidRPr="00F15040">
                              <w:rPr>
                                <w:lang w:val="en-GB"/>
                              </w:rPr>
                              <w:t>Leonberg</w:t>
                            </w:r>
                            <w:proofErr w:type="spellEnd"/>
                            <w:r>
                              <w:rPr>
                                <w:lang w:val="en-GB"/>
                              </w:rPr>
                              <w:t xml:space="preserve"> </w:t>
                            </w:r>
                            <w:r w:rsidRPr="0053157C">
                              <w:rPr>
                                <w:rStyle w:val="KontaktPipe"/>
                                <w:position w:val="-2"/>
                                <w:sz w:val="18"/>
                                <w:szCs w:val="18"/>
                              </w:rPr>
                              <w:t>I</w:t>
                            </w:r>
                            <w:r w:rsidRPr="00F15040">
                              <w:rPr>
                                <w:lang w:val="en-GB"/>
                              </w:rPr>
                              <w:t xml:space="preserve"> </w:t>
                            </w:r>
                            <w:proofErr w:type="gramStart"/>
                            <w:r w:rsidRPr="00454337">
                              <w:rPr>
                                <w:rStyle w:val="KontaktVorsatzwort"/>
                                <w:lang w:val="en-GB"/>
                              </w:rPr>
                              <w:t>TEL</w:t>
                            </w:r>
                            <w:r w:rsidRPr="00F15040">
                              <w:rPr>
                                <w:lang w:val="en-GB"/>
                              </w:rPr>
                              <w:t xml:space="preserve"> </w:t>
                            </w:r>
                            <w:r>
                              <w:rPr>
                                <w:lang w:val="en-GB"/>
                              </w:rPr>
                              <w:t xml:space="preserve"> </w:t>
                            </w:r>
                            <w:r w:rsidRPr="00F15040">
                              <w:rPr>
                                <w:lang w:val="en-GB"/>
                              </w:rPr>
                              <w:t>+</w:t>
                            </w:r>
                            <w:proofErr w:type="gramEnd"/>
                            <w:r w:rsidRPr="00F15040">
                              <w:rPr>
                                <w:lang w:val="en-GB"/>
                              </w:rPr>
                              <w:t>49 7152 203-0</w:t>
                            </w:r>
                            <w:r>
                              <w:rPr>
                                <w:lang w:val="en-GB"/>
                              </w:rPr>
                              <w:t xml:space="preserve"> </w:t>
                            </w:r>
                            <w:r w:rsidRPr="0053157C">
                              <w:rPr>
                                <w:rStyle w:val="KontaktPipe"/>
                                <w:position w:val="-2"/>
                                <w:sz w:val="18"/>
                                <w:szCs w:val="18"/>
                              </w:rPr>
                              <w:t>I</w:t>
                            </w:r>
                            <w:r w:rsidRPr="00F15040">
                              <w:rPr>
                                <w:lang w:val="en-GB"/>
                              </w:rPr>
                              <w:t xml:space="preserve"> </w:t>
                            </w:r>
                            <w:r w:rsidRPr="00454337">
                              <w:rPr>
                                <w:rStyle w:val="KontaktVorsatzwort"/>
                                <w:lang w:val="en-GB"/>
                              </w:rPr>
                              <w:t>FAX</w:t>
                            </w:r>
                            <w:r w:rsidRPr="00F15040">
                              <w:rPr>
                                <w:lang w:val="en-GB"/>
                              </w:rPr>
                              <w:t xml:space="preserve">  +49 7152 203-310</w:t>
                            </w:r>
                            <w:r>
                              <w:rPr>
                                <w:lang w:val="en-GB"/>
                              </w:rPr>
                              <w:t xml:space="preserve"> </w:t>
                            </w:r>
                            <w:r w:rsidRPr="0053157C">
                              <w:rPr>
                                <w:rStyle w:val="KontaktPipe"/>
                                <w:position w:val="-2"/>
                                <w:sz w:val="18"/>
                                <w:szCs w:val="18"/>
                              </w:rPr>
                              <w:t>I</w:t>
                            </w:r>
                            <w:r w:rsidRPr="00F15040">
                              <w:rPr>
                                <w:lang w:val="en-GB"/>
                              </w:rPr>
                              <w:t xml:space="preserve"> </w:t>
                            </w:r>
                            <w:r w:rsidRPr="00454337">
                              <w:rPr>
                                <w:rStyle w:val="KontaktVorsatzwort"/>
                                <w:lang w:val="en-GB"/>
                              </w:rPr>
                              <w:t>MAIL</w:t>
                            </w:r>
                            <w:r w:rsidRPr="00F15040">
                              <w:rPr>
                                <w:lang w:val="en-GB"/>
                              </w:rPr>
                              <w:t xml:space="preserve"> </w:t>
                            </w:r>
                            <w:r>
                              <w:rPr>
                                <w:lang w:val="en-GB"/>
                              </w:rPr>
                              <w:t xml:space="preserve"> </w:t>
                            </w:r>
                            <w:r w:rsidRPr="00F15040">
                              <w:rPr>
                                <w:lang w:val="en-GB"/>
                              </w:rPr>
                              <w:t>presse@geze.com</w:t>
                            </w:r>
                            <w:r>
                              <w:rPr>
                                <w:lang w:val="en-GB"/>
                              </w:rPr>
                              <w:t xml:space="preserve"> </w:t>
                            </w:r>
                            <w:r w:rsidRPr="0053157C">
                              <w:rPr>
                                <w:rStyle w:val="KontaktPipe"/>
                                <w:position w:val="-2"/>
                                <w:sz w:val="18"/>
                                <w:szCs w:val="18"/>
                              </w:rPr>
                              <w:t>I</w:t>
                            </w:r>
                            <w:r w:rsidRPr="00F15040">
                              <w:rPr>
                                <w:lang w:val="en-GB"/>
                              </w:rPr>
                              <w:t xml:space="preserve"> </w:t>
                            </w:r>
                            <w:r w:rsidRPr="00454337">
                              <w:rPr>
                                <w:rStyle w:val="KontaktVorsatzwort"/>
                                <w:lang w:val="en-GB"/>
                              </w:rPr>
                              <w:t>WEB</w:t>
                            </w:r>
                            <w:r w:rsidRPr="00F15040">
                              <w:rPr>
                                <w:lang w:val="en-GB"/>
                              </w:rPr>
                              <w:t xml:space="preserve">  www.geze.de</w:t>
                            </w:r>
                          </w:p>
                        </w:tc>
                      </w:tr>
                    </w:tbl>
                    <w:p w14:paraId="442A69D1" w14:textId="77777777" w:rsidR="00FE2851" w:rsidRPr="007F0435" w:rsidRDefault="00FE2851" w:rsidP="007F0435">
                      <w:pPr>
                        <w:rPr>
                          <w:color w:val="FFFFFF" w:themeColor="background1"/>
                          <w:sz w:val="13"/>
                          <w:szCs w:val="13"/>
                          <w:lang w:val="en-GB"/>
                          <w14:textFill>
                            <w14:noFill/>
                          </w14:textFill>
                        </w:rPr>
                      </w:pPr>
                    </w:p>
                  </w:txbxContent>
                </v:textbox>
                <w10:wrap type="topAndBottom" anchory="page"/>
              </v:shape>
            </w:pict>
          </mc:Fallback>
        </mc:AlternateContent>
      </w:r>
    </w:p>
    <w:sectPr w:rsidR="008F511E" w:rsidRPr="008F511E" w:rsidSect="0008169D">
      <w:headerReference w:type="default" r:id="rId10"/>
      <w:headerReference w:type="first" r:id="rId11"/>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9E838A2" w14:textId="77777777" w:rsidR="00460B2B" w:rsidRDefault="00460B2B" w:rsidP="008D6134">
      <w:pPr>
        <w:spacing w:line="240" w:lineRule="auto"/>
      </w:pPr>
      <w:r>
        <w:separator/>
      </w:r>
    </w:p>
  </w:endnote>
  <w:endnote w:type="continuationSeparator" w:id="0">
    <w:p w14:paraId="16476711" w14:textId="77777777" w:rsidR="00460B2B" w:rsidRDefault="00460B2B" w:rsidP="008D61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pitch w:val="variable"/>
    <w:sig w:usb0="800002E7" w:usb1="2AC7FCFF"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95E687" w14:textId="77777777" w:rsidR="00460B2B" w:rsidRDefault="00460B2B" w:rsidP="008D6134">
      <w:pPr>
        <w:spacing w:line="240" w:lineRule="auto"/>
      </w:pPr>
      <w:r>
        <w:separator/>
      </w:r>
    </w:p>
  </w:footnote>
  <w:footnote w:type="continuationSeparator" w:id="0">
    <w:p w14:paraId="22A857F2" w14:textId="77777777" w:rsidR="00460B2B" w:rsidRDefault="00460B2B" w:rsidP="008D61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einfach"/>
      <w:tblpPr w:leftFromText="142" w:rightFromText="142" w:vertAnchor="page" w:tblpY="2796"/>
      <w:tblW w:w="0" w:type="auto"/>
      <w:tblLook w:val="04A0" w:firstRow="1" w:lastRow="0" w:firstColumn="1" w:lastColumn="0" w:noHBand="0" w:noVBand="1"/>
    </w:tblPr>
    <w:tblGrid>
      <w:gridCol w:w="7359"/>
    </w:tblGrid>
    <w:tr w:rsidR="00FE2851" w:rsidRPr="00CE6755" w14:paraId="3F926CAB" w14:textId="77777777" w:rsidTr="00B556B7">
      <w:trPr>
        <w:trHeight w:hRule="exact" w:val="204"/>
      </w:trPr>
      <w:tc>
        <w:tcPr>
          <w:tcW w:w="7359" w:type="dxa"/>
          <w:tcMar>
            <w:bottom w:w="45" w:type="dxa"/>
          </w:tcMar>
        </w:tcPr>
        <w:p w14:paraId="6891E1DB" w14:textId="77777777" w:rsidR="00FE2851" w:rsidRPr="007C2C48" w:rsidRDefault="00FE2851" w:rsidP="00B556B7">
          <w:pPr>
            <w:pStyle w:val="Absender"/>
            <w:framePr w:hSpace="0" w:wrap="auto" w:vAnchor="margin" w:hAnchor="text" w:yAlign="inline"/>
          </w:pPr>
          <w:r>
            <w:rPr>
              <w:rStyle w:val="Auszeichnung"/>
            </w:rPr>
            <w:t>GEZE G</w:t>
          </w:r>
          <w:r w:rsidRPr="005A4E09">
            <w:rPr>
              <w:rStyle w:val="Auszeichnung"/>
            </w:rPr>
            <w:t>mbH</w:t>
          </w:r>
          <w:r w:rsidRPr="005A4E09">
            <w:t xml:space="preserve"> </w:t>
          </w:r>
          <w:r w:rsidRPr="0053157C">
            <w:rPr>
              <w:rStyle w:val="KontaktPipe"/>
              <w:position w:val="-2"/>
              <w:sz w:val="18"/>
              <w:szCs w:val="18"/>
            </w:rPr>
            <w:t>I</w:t>
          </w:r>
          <w:r w:rsidRPr="005A4E09">
            <w:t xml:space="preserve"> Corporate</w:t>
          </w:r>
          <w:r>
            <w:t xml:space="preserve"> </w:t>
          </w:r>
          <w:r w:rsidRPr="005A4E09">
            <w:t>Communication</w:t>
          </w:r>
          <w:r>
            <w:t>s</w:t>
          </w:r>
        </w:p>
      </w:tc>
    </w:tr>
    <w:tr w:rsidR="00FE2851" w14:paraId="05A8D14E" w14:textId="77777777" w:rsidTr="00B556B7">
      <w:trPr>
        <w:trHeight w:hRule="exact" w:val="425"/>
      </w:trPr>
      <w:tc>
        <w:tcPr>
          <w:tcW w:w="7359" w:type="dxa"/>
          <w:tcMar>
            <w:top w:w="210" w:type="dxa"/>
            <w:bottom w:w="57" w:type="dxa"/>
          </w:tcMar>
        </w:tcPr>
        <w:p w14:paraId="6F5FBB5A" w14:textId="33D7F5DD" w:rsidR="00FE2851" w:rsidRDefault="00CE6755" w:rsidP="00B556B7">
          <w:pPr>
            <w:pStyle w:val="DokumenttypFolgeseiten"/>
            <w:framePr w:hSpace="0" w:wrap="auto" w:vAnchor="margin" w:yAlign="inline"/>
          </w:pPr>
          <w:r>
            <w:t>PRESSEMITTEILUNG</w:t>
          </w:r>
        </w:p>
        <w:p w14:paraId="46A366BA" w14:textId="77777777" w:rsidR="00FE2851" w:rsidRPr="00C65692" w:rsidRDefault="00FE2851" w:rsidP="00B556B7">
          <w:pPr>
            <w:pStyle w:val="DokumenttypFolgeseiten"/>
            <w:framePr w:hSpace="0" w:wrap="auto" w:vAnchor="margin" w:yAlign="inline"/>
          </w:pPr>
          <w:r>
            <w:t>Ü</w:t>
          </w:r>
        </w:p>
      </w:tc>
    </w:tr>
    <w:tr w:rsidR="00FE2851" w:rsidRPr="008A2F5C" w14:paraId="13373CE3" w14:textId="77777777" w:rsidTr="00B556B7">
      <w:trPr>
        <w:trHeight w:hRule="exact" w:val="215"/>
      </w:trPr>
      <w:tc>
        <w:tcPr>
          <w:tcW w:w="7359" w:type="dxa"/>
        </w:tcPr>
        <w:p w14:paraId="387247BF" w14:textId="3A30CE4D" w:rsidR="00FE2851" w:rsidRPr="008A2F5C" w:rsidRDefault="00FE2851" w:rsidP="00B556B7">
          <w:pPr>
            <w:pStyle w:val="DatumFolgeseiten"/>
            <w:framePr w:hSpace="0" w:wrap="auto" w:vAnchor="margin" w:yAlign="inline"/>
          </w:pPr>
          <w:r w:rsidRPr="008A2F5C">
            <w:t xml:space="preserve">vom </w:t>
          </w:r>
          <w:sdt>
            <w:sdtPr>
              <w:alias w:val="Veröffentlichungsdatum"/>
              <w:tag w:val=""/>
              <w:id w:val="-575285875"/>
              <w:lock w:val="sdtLocked"/>
              <w:dataBinding w:prefixMappings="xmlns:ns0='http://schemas.microsoft.com/office/2006/coverPageProps' " w:xpath="/ns0:CoverPageProperties[1]/ns0:PublishDate[1]" w:storeItemID="{55AF091B-3C7A-41E3-B477-F2FDAA23CFDA}"/>
              <w:date w:fullDate="2020-06-25T00:00:00Z">
                <w:dateFormat w:val="dd.MM.yyyy"/>
                <w:lid w:val="de-DE"/>
                <w:storeMappedDataAs w:val="dateTime"/>
                <w:calendar w:val="gregorian"/>
              </w:date>
            </w:sdtPr>
            <w:sdtEndPr/>
            <w:sdtContent>
              <w:r w:rsidR="00867097">
                <w:t>25.06.2020</w:t>
              </w:r>
            </w:sdtContent>
          </w:sdt>
        </w:p>
      </w:tc>
    </w:tr>
  </w:tbl>
  <w:p w14:paraId="4927836A" w14:textId="77777777" w:rsidR="00FE2851" w:rsidRPr="00A2525B" w:rsidRDefault="00FE2851"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DF3EC0">
      <w:rPr>
        <w:noProof/>
      </w:rPr>
      <w:t>2</w:t>
    </w:r>
    <w:r w:rsidRPr="00A2525B">
      <w:fldChar w:fldCharType="end"/>
    </w:r>
    <w:r w:rsidRPr="00782B4B">
      <w:rPr>
        <w:sz w:val="9"/>
        <w:szCs w:val="9"/>
      </w:rPr>
      <w:t xml:space="preserve">  </w:t>
    </w:r>
    <w:r w:rsidRPr="0053157C">
      <w:rPr>
        <w:rStyle w:val="KontaktPipe"/>
        <w:b/>
        <w:position w:val="-2"/>
        <w:sz w:val="18"/>
        <w:szCs w:val="18"/>
      </w:rPr>
      <w:t>I</w:t>
    </w:r>
    <w:r w:rsidRPr="00782B4B">
      <w:rPr>
        <w:sz w:val="9"/>
        <w:szCs w:val="9"/>
      </w:rPr>
      <w:t xml:space="preserve">  </w:t>
    </w:r>
    <w:r w:rsidRPr="00372112">
      <w:rPr>
        <w:b w:val="0"/>
      </w:rPr>
      <w:fldChar w:fldCharType="begin"/>
    </w:r>
    <w:r w:rsidRPr="00372112">
      <w:rPr>
        <w:b w:val="0"/>
      </w:rPr>
      <w:instrText xml:space="preserve"> NUMPAGES  \* Arabic  \* </w:instrText>
    </w:r>
    <w:r>
      <w:rPr>
        <w:b w:val="0"/>
      </w:rPr>
      <w:instrText>CHAR</w:instrText>
    </w:r>
    <w:r w:rsidRPr="00372112">
      <w:rPr>
        <w:b w:val="0"/>
      </w:rPr>
      <w:instrText xml:space="preserve">FORMAT </w:instrText>
    </w:r>
    <w:r w:rsidRPr="00372112">
      <w:rPr>
        <w:b w:val="0"/>
      </w:rPr>
      <w:fldChar w:fldCharType="separate"/>
    </w:r>
    <w:r w:rsidR="00DF3EC0">
      <w:rPr>
        <w:b w:val="0"/>
        <w:noProof/>
      </w:rPr>
      <w:t>2</w:t>
    </w:r>
    <w:r w:rsidRPr="00372112">
      <w:rPr>
        <w:b w:val="0"/>
      </w:rPr>
      <w:fldChar w:fldCharType="end"/>
    </w:r>
  </w:p>
  <w:p w14:paraId="0BE96722" w14:textId="77777777" w:rsidR="00FE2851" w:rsidRDefault="00FE2851">
    <w:pPr>
      <w:pStyle w:val="Kopfzeile"/>
    </w:pPr>
    <w:r>
      <w:rPr>
        <w:noProof/>
        <w:lang w:eastAsia="de-DE"/>
      </w:rPr>
      <w:drawing>
        <wp:anchor distT="0" distB="0" distL="114300" distR="114300" simplePos="0" relativeHeight="251669504" behindDoc="1" locked="1" layoutInCell="1" allowOverlap="1" wp14:anchorId="2E16940B" wp14:editId="333A476F">
          <wp:simplePos x="0" y="0"/>
          <wp:positionH relativeFrom="page">
            <wp:posOffset>5508625</wp:posOffset>
          </wp:positionH>
          <wp:positionV relativeFrom="page">
            <wp:posOffset>835025</wp:posOffset>
          </wp:positionV>
          <wp:extent cx="1396800" cy="522000"/>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7A4DE" w14:textId="77777777" w:rsidR="00FE2851" w:rsidRPr="00A2525B" w:rsidRDefault="00FE2851"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DF3EC0">
      <w:rPr>
        <w:rStyle w:val="Auszeichnung"/>
        <w:b/>
        <w:noProof/>
      </w:rPr>
      <w:t>1</w:t>
    </w:r>
    <w:r w:rsidRPr="00A2525B">
      <w:rPr>
        <w:rStyle w:val="Auszeichnung"/>
        <w:b/>
      </w:rPr>
      <w:fldChar w:fldCharType="end"/>
    </w:r>
    <w:r w:rsidRPr="00782B4B">
      <w:rPr>
        <w:sz w:val="9"/>
        <w:szCs w:val="9"/>
      </w:rPr>
      <w:t xml:space="preserve">  </w:t>
    </w:r>
    <w:r w:rsidRPr="0053157C">
      <w:rPr>
        <w:rStyle w:val="KontaktPipe"/>
        <w:b/>
        <w:position w:val="-2"/>
        <w:sz w:val="18"/>
        <w:szCs w:val="18"/>
      </w:rPr>
      <w:t>I</w:t>
    </w:r>
    <w:r w:rsidRPr="00782B4B">
      <w:rPr>
        <w:sz w:val="9"/>
        <w:szCs w:val="9"/>
      </w:rPr>
      <w:t xml:space="preserve">  </w:t>
    </w:r>
    <w:r w:rsidRPr="00A2525B">
      <w:rPr>
        <w:b w:val="0"/>
      </w:rPr>
      <w:fldChar w:fldCharType="begin"/>
    </w:r>
    <w:r w:rsidRPr="00A2525B">
      <w:rPr>
        <w:b w:val="0"/>
      </w:rPr>
      <w:instrText xml:space="preserve"> NUMPAGES  \* Arabic  \* MERGEFORMAT </w:instrText>
    </w:r>
    <w:r w:rsidRPr="00A2525B">
      <w:rPr>
        <w:b w:val="0"/>
      </w:rPr>
      <w:fldChar w:fldCharType="separate"/>
    </w:r>
    <w:r w:rsidR="00DF3EC0">
      <w:rPr>
        <w:b w:val="0"/>
        <w:noProof/>
      </w:rPr>
      <w:t>2</w:t>
    </w:r>
    <w:r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FE2851" w:rsidRPr="00CE6755" w14:paraId="076615CF" w14:textId="77777777" w:rsidTr="005A529F">
      <w:trPr>
        <w:trHeight w:hRule="exact" w:val="198"/>
      </w:trPr>
      <w:tc>
        <w:tcPr>
          <w:tcW w:w="7371" w:type="dxa"/>
        </w:tcPr>
        <w:p w14:paraId="2A7C8E26" w14:textId="77777777" w:rsidR="00FE2851" w:rsidRPr="005A4E09" w:rsidRDefault="00FE2851" w:rsidP="005A529F">
          <w:pPr>
            <w:pStyle w:val="Absender"/>
            <w:framePr w:hSpace="0" w:wrap="auto" w:vAnchor="margin" w:hAnchor="text" w:yAlign="inline"/>
          </w:pPr>
          <w:bookmarkStart w:id="2" w:name="BM_Firma"/>
          <w:r w:rsidRPr="005A4E09">
            <w:rPr>
              <w:rStyle w:val="Auszeichnung"/>
            </w:rPr>
            <w:t>G</w:t>
          </w:r>
          <w:r>
            <w:rPr>
              <w:rStyle w:val="Auszeichnung"/>
            </w:rPr>
            <w:t>EZE G</w:t>
          </w:r>
          <w:r w:rsidRPr="005A4E09">
            <w:rPr>
              <w:rStyle w:val="Auszeichnung"/>
            </w:rPr>
            <w:t>mbH</w:t>
          </w:r>
          <w:r w:rsidRPr="005A4E09">
            <w:t xml:space="preserve"> </w:t>
          </w:r>
          <w:r w:rsidRPr="0053157C">
            <w:rPr>
              <w:rStyle w:val="KontaktPipe"/>
              <w:position w:val="-2"/>
              <w:sz w:val="18"/>
              <w:szCs w:val="18"/>
            </w:rPr>
            <w:t>I</w:t>
          </w:r>
          <w:r w:rsidRPr="005A4E09">
            <w:t xml:space="preserve"> Corporate</w:t>
          </w:r>
          <w:r>
            <w:t xml:space="preserve"> </w:t>
          </w:r>
          <w:r w:rsidRPr="005A4E09">
            <w:t>Communications</w:t>
          </w:r>
          <w:bookmarkEnd w:id="2"/>
        </w:p>
      </w:tc>
    </w:tr>
    <w:tr w:rsidR="00FE2851" w:rsidRPr="005A4E09" w14:paraId="4F816DB3" w14:textId="77777777" w:rsidTr="005A529F">
      <w:trPr>
        <w:trHeight w:val="765"/>
      </w:trPr>
      <w:tc>
        <w:tcPr>
          <w:tcW w:w="7371" w:type="dxa"/>
          <w:tcMar>
            <w:top w:w="204" w:type="dxa"/>
          </w:tcMar>
        </w:tcPr>
        <w:p w14:paraId="725F5D0B" w14:textId="3C0AC089" w:rsidR="00FE2851" w:rsidRPr="008B572B" w:rsidRDefault="00705501" w:rsidP="005A529F">
          <w:pPr>
            <w:pStyle w:val="Dokumenttyp"/>
            <w:framePr w:hSpace="0" w:wrap="auto" w:vAnchor="margin" w:hAnchor="text" w:yAlign="inline"/>
          </w:pPr>
          <w:r>
            <w:t>Pressemitteilung</w:t>
          </w:r>
        </w:p>
      </w:tc>
    </w:tr>
    <w:tr w:rsidR="00705501" w:rsidRPr="005A4E09" w14:paraId="13A4D443" w14:textId="77777777" w:rsidTr="005A529F">
      <w:trPr>
        <w:trHeight w:val="765"/>
      </w:trPr>
      <w:tc>
        <w:tcPr>
          <w:tcW w:w="7371" w:type="dxa"/>
          <w:tcMar>
            <w:top w:w="204" w:type="dxa"/>
          </w:tcMar>
        </w:tcPr>
        <w:p w14:paraId="3CD006E2" w14:textId="77777777" w:rsidR="00705501" w:rsidRDefault="00705501" w:rsidP="005A529F">
          <w:pPr>
            <w:pStyle w:val="Dokumenttyp"/>
            <w:framePr w:hSpace="0" w:wrap="auto" w:vAnchor="margin" w:hAnchor="text" w:yAlign="inline"/>
          </w:pPr>
        </w:p>
      </w:tc>
    </w:tr>
  </w:tbl>
  <w:p w14:paraId="335A4BDD" w14:textId="77777777" w:rsidR="00FE2851" w:rsidRDefault="00FE2851">
    <w:pPr>
      <w:pStyle w:val="Kopfzeile"/>
    </w:pPr>
    <w:r>
      <w:rPr>
        <w:noProof/>
        <w:lang w:eastAsia="de-DE"/>
      </w:rPr>
      <w:drawing>
        <wp:anchor distT="0" distB="0" distL="114300" distR="114300" simplePos="0" relativeHeight="251667456" behindDoc="1" locked="1" layoutInCell="1" allowOverlap="1" wp14:anchorId="5DD33434" wp14:editId="0A86A8A7">
          <wp:simplePos x="0" y="0"/>
          <wp:positionH relativeFrom="page">
            <wp:posOffset>5508625</wp:posOffset>
          </wp:positionH>
          <wp:positionV relativeFrom="page">
            <wp:posOffset>835025</wp:posOffset>
          </wp:positionV>
          <wp:extent cx="1396800" cy="522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6432" behindDoc="1" locked="1" layoutInCell="1" allowOverlap="1" wp14:anchorId="6B00C883" wp14:editId="18192C20">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1F8FFA"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" fillcolor="#fddc35" stroked="f" strokeweight="1pt">
              <w10:wrap anchorx="page" anchory="page"/>
              <w10:anchorlock/>
            </v:rect>
          </w:pict>
        </mc:Fallback>
      </mc:AlternateContent>
    </w:r>
    <w:r>
      <w:rPr>
        <w:noProof/>
        <w:lang w:eastAsia="de-DE"/>
      </w:rPr>
      <mc:AlternateContent>
        <mc:Choice Requires="wps">
          <w:drawing>
            <wp:anchor distT="0" distB="0" distL="114300" distR="114300" simplePos="0" relativeHeight="251664384" behindDoc="1" locked="1" layoutInCell="1" allowOverlap="1" wp14:anchorId="18BE75B5" wp14:editId="5DB66F6D">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DC71C4"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&#13;&#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4"/>
  <w:hideSpellingErrors/>
  <w:hideGrammaticalErrors/>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78F9"/>
    <w:rsid w:val="00012838"/>
    <w:rsid w:val="0002226B"/>
    <w:rsid w:val="00025DF7"/>
    <w:rsid w:val="00032EFF"/>
    <w:rsid w:val="00034DB0"/>
    <w:rsid w:val="0004546B"/>
    <w:rsid w:val="0005443A"/>
    <w:rsid w:val="00062822"/>
    <w:rsid w:val="0008169D"/>
    <w:rsid w:val="00094A49"/>
    <w:rsid w:val="00095819"/>
    <w:rsid w:val="000B02C6"/>
    <w:rsid w:val="000D3FC5"/>
    <w:rsid w:val="000D7686"/>
    <w:rsid w:val="000E6283"/>
    <w:rsid w:val="00110BB8"/>
    <w:rsid w:val="00113091"/>
    <w:rsid w:val="00113D0A"/>
    <w:rsid w:val="00120D5A"/>
    <w:rsid w:val="001261D2"/>
    <w:rsid w:val="00131D40"/>
    <w:rsid w:val="00151D7E"/>
    <w:rsid w:val="00166A75"/>
    <w:rsid w:val="001673EE"/>
    <w:rsid w:val="00192651"/>
    <w:rsid w:val="0019421F"/>
    <w:rsid w:val="00196569"/>
    <w:rsid w:val="001C18BC"/>
    <w:rsid w:val="001D58D0"/>
    <w:rsid w:val="001E31FE"/>
    <w:rsid w:val="001F01F8"/>
    <w:rsid w:val="001F3777"/>
    <w:rsid w:val="001F462D"/>
    <w:rsid w:val="00203804"/>
    <w:rsid w:val="002066CB"/>
    <w:rsid w:val="00215AFE"/>
    <w:rsid w:val="00216346"/>
    <w:rsid w:val="002465C7"/>
    <w:rsid w:val="002627A3"/>
    <w:rsid w:val="00277E2B"/>
    <w:rsid w:val="0029378C"/>
    <w:rsid w:val="00294B6E"/>
    <w:rsid w:val="00295C6C"/>
    <w:rsid w:val="002A2B85"/>
    <w:rsid w:val="002B1302"/>
    <w:rsid w:val="002D1AAF"/>
    <w:rsid w:val="002D4EAE"/>
    <w:rsid w:val="002E2DC9"/>
    <w:rsid w:val="002E2FBC"/>
    <w:rsid w:val="003023FF"/>
    <w:rsid w:val="0032328A"/>
    <w:rsid w:val="00331DC9"/>
    <w:rsid w:val="003618BC"/>
    <w:rsid w:val="00362821"/>
    <w:rsid w:val="003660CB"/>
    <w:rsid w:val="00372112"/>
    <w:rsid w:val="00377B46"/>
    <w:rsid w:val="00377FB9"/>
    <w:rsid w:val="00381993"/>
    <w:rsid w:val="003A1C1B"/>
    <w:rsid w:val="003C69DE"/>
    <w:rsid w:val="003D2B6F"/>
    <w:rsid w:val="003D37C3"/>
    <w:rsid w:val="003D56CC"/>
    <w:rsid w:val="003F7DD3"/>
    <w:rsid w:val="004034C5"/>
    <w:rsid w:val="00420C17"/>
    <w:rsid w:val="00454337"/>
    <w:rsid w:val="0046012F"/>
    <w:rsid w:val="00460B2B"/>
    <w:rsid w:val="00472F20"/>
    <w:rsid w:val="004C0916"/>
    <w:rsid w:val="004C44A3"/>
    <w:rsid w:val="004D63F4"/>
    <w:rsid w:val="004E1AAA"/>
    <w:rsid w:val="004F0D58"/>
    <w:rsid w:val="00501A06"/>
    <w:rsid w:val="00512C05"/>
    <w:rsid w:val="00516727"/>
    <w:rsid w:val="00525290"/>
    <w:rsid w:val="00527140"/>
    <w:rsid w:val="005310D3"/>
    <w:rsid w:val="0053157C"/>
    <w:rsid w:val="00546F76"/>
    <w:rsid w:val="00563AA6"/>
    <w:rsid w:val="00575AEF"/>
    <w:rsid w:val="00584266"/>
    <w:rsid w:val="00590F61"/>
    <w:rsid w:val="005A33C0"/>
    <w:rsid w:val="005A4E09"/>
    <w:rsid w:val="005A529F"/>
    <w:rsid w:val="005B6BB6"/>
    <w:rsid w:val="005D2C33"/>
    <w:rsid w:val="005F3905"/>
    <w:rsid w:val="0060196E"/>
    <w:rsid w:val="00621365"/>
    <w:rsid w:val="006326B9"/>
    <w:rsid w:val="00650096"/>
    <w:rsid w:val="00661485"/>
    <w:rsid w:val="00673BF4"/>
    <w:rsid w:val="00673C03"/>
    <w:rsid w:val="00691CD4"/>
    <w:rsid w:val="006B111C"/>
    <w:rsid w:val="006D676C"/>
    <w:rsid w:val="0070314E"/>
    <w:rsid w:val="00705501"/>
    <w:rsid w:val="00716667"/>
    <w:rsid w:val="00741527"/>
    <w:rsid w:val="00742404"/>
    <w:rsid w:val="0074360A"/>
    <w:rsid w:val="00750CB1"/>
    <w:rsid w:val="00752C8E"/>
    <w:rsid w:val="00772A8A"/>
    <w:rsid w:val="00782561"/>
    <w:rsid w:val="00782B4B"/>
    <w:rsid w:val="007B78F9"/>
    <w:rsid w:val="007C2C48"/>
    <w:rsid w:val="007C434E"/>
    <w:rsid w:val="007D4F8A"/>
    <w:rsid w:val="007E08FC"/>
    <w:rsid w:val="007F0435"/>
    <w:rsid w:val="00806B89"/>
    <w:rsid w:val="008306BE"/>
    <w:rsid w:val="008429BC"/>
    <w:rsid w:val="008439CD"/>
    <w:rsid w:val="00846FEA"/>
    <w:rsid w:val="008510DC"/>
    <w:rsid w:val="008513A7"/>
    <w:rsid w:val="008576E5"/>
    <w:rsid w:val="00863B08"/>
    <w:rsid w:val="00867097"/>
    <w:rsid w:val="008A2F5C"/>
    <w:rsid w:val="008B19C4"/>
    <w:rsid w:val="008B572B"/>
    <w:rsid w:val="008B5ABA"/>
    <w:rsid w:val="008C32F8"/>
    <w:rsid w:val="008D10A0"/>
    <w:rsid w:val="008D6134"/>
    <w:rsid w:val="008E707F"/>
    <w:rsid w:val="008F0D1C"/>
    <w:rsid w:val="008F3FA3"/>
    <w:rsid w:val="008F42A3"/>
    <w:rsid w:val="008F511E"/>
    <w:rsid w:val="00911357"/>
    <w:rsid w:val="009149AE"/>
    <w:rsid w:val="00925FCD"/>
    <w:rsid w:val="00980D79"/>
    <w:rsid w:val="0099368D"/>
    <w:rsid w:val="009A152E"/>
    <w:rsid w:val="009B67B1"/>
    <w:rsid w:val="00A03805"/>
    <w:rsid w:val="00A13AF3"/>
    <w:rsid w:val="00A2525B"/>
    <w:rsid w:val="00A25987"/>
    <w:rsid w:val="00A330C9"/>
    <w:rsid w:val="00A33CDA"/>
    <w:rsid w:val="00A37A65"/>
    <w:rsid w:val="00A40810"/>
    <w:rsid w:val="00A45FDC"/>
    <w:rsid w:val="00A86374"/>
    <w:rsid w:val="00A9034D"/>
    <w:rsid w:val="00A91680"/>
    <w:rsid w:val="00AA25C7"/>
    <w:rsid w:val="00AB37AC"/>
    <w:rsid w:val="00AB7495"/>
    <w:rsid w:val="00AC1EA1"/>
    <w:rsid w:val="00AD6CE7"/>
    <w:rsid w:val="00AE7CDA"/>
    <w:rsid w:val="00B06CCE"/>
    <w:rsid w:val="00B22183"/>
    <w:rsid w:val="00B223C4"/>
    <w:rsid w:val="00B22D82"/>
    <w:rsid w:val="00B3740C"/>
    <w:rsid w:val="00B54142"/>
    <w:rsid w:val="00B542C6"/>
    <w:rsid w:val="00B556B7"/>
    <w:rsid w:val="00B567BD"/>
    <w:rsid w:val="00B921CF"/>
    <w:rsid w:val="00BB4A85"/>
    <w:rsid w:val="00C21452"/>
    <w:rsid w:val="00C3654A"/>
    <w:rsid w:val="00C405F5"/>
    <w:rsid w:val="00C41165"/>
    <w:rsid w:val="00C52BC7"/>
    <w:rsid w:val="00C54762"/>
    <w:rsid w:val="00C65692"/>
    <w:rsid w:val="00C719BA"/>
    <w:rsid w:val="00C81ED6"/>
    <w:rsid w:val="00C82E3F"/>
    <w:rsid w:val="00CC0C56"/>
    <w:rsid w:val="00CC730D"/>
    <w:rsid w:val="00CE6755"/>
    <w:rsid w:val="00CF09A2"/>
    <w:rsid w:val="00D21E65"/>
    <w:rsid w:val="00D263AB"/>
    <w:rsid w:val="00D5446F"/>
    <w:rsid w:val="00D651FD"/>
    <w:rsid w:val="00D65B82"/>
    <w:rsid w:val="00D827D0"/>
    <w:rsid w:val="00D95862"/>
    <w:rsid w:val="00D96C28"/>
    <w:rsid w:val="00DA6046"/>
    <w:rsid w:val="00DA67EB"/>
    <w:rsid w:val="00DB4BE6"/>
    <w:rsid w:val="00DC07D7"/>
    <w:rsid w:val="00DC7649"/>
    <w:rsid w:val="00DC7D49"/>
    <w:rsid w:val="00DE1ED3"/>
    <w:rsid w:val="00DF3EC0"/>
    <w:rsid w:val="00DF67D1"/>
    <w:rsid w:val="00E02965"/>
    <w:rsid w:val="00E10257"/>
    <w:rsid w:val="00E2393F"/>
    <w:rsid w:val="00E308E8"/>
    <w:rsid w:val="00E402C9"/>
    <w:rsid w:val="00E56C2E"/>
    <w:rsid w:val="00E70627"/>
    <w:rsid w:val="00E814AF"/>
    <w:rsid w:val="00E82EAB"/>
    <w:rsid w:val="00EF21CC"/>
    <w:rsid w:val="00EF4822"/>
    <w:rsid w:val="00F06A7E"/>
    <w:rsid w:val="00F15040"/>
    <w:rsid w:val="00F46B41"/>
    <w:rsid w:val="00F83268"/>
    <w:rsid w:val="00F96F22"/>
    <w:rsid w:val="00FB2857"/>
    <w:rsid w:val="00FC262C"/>
    <w:rsid w:val="00FD4D3A"/>
    <w:rsid w:val="00FE2851"/>
    <w:rsid w:val="00FE735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5039314"/>
  <w15:docId w15:val="{17142499-63EA-9E41-B87B-63CA4FDC0F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heme="minorBidi"/>
        <w:sz w:val="18"/>
        <w:szCs w:val="18"/>
        <w:lang w:val="de-DE"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lang w:val="en-GB"/>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semiHidden/>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de-DE"/>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lang w:val="en-GB"/>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character" w:styleId="Kommentarzeichen">
    <w:name w:val="annotation reference"/>
    <w:basedOn w:val="Absatz-Standardschriftart"/>
    <w:uiPriority w:val="99"/>
    <w:semiHidden/>
    <w:unhideWhenUsed/>
    <w:rsid w:val="001F01F8"/>
    <w:rPr>
      <w:sz w:val="16"/>
      <w:szCs w:val="16"/>
    </w:rPr>
  </w:style>
  <w:style w:type="paragraph" w:styleId="Kommentartext">
    <w:name w:val="annotation text"/>
    <w:basedOn w:val="Standard"/>
    <w:link w:val="KommentartextZchn"/>
    <w:uiPriority w:val="99"/>
    <w:semiHidden/>
    <w:unhideWhenUsed/>
    <w:rsid w:val="001F01F8"/>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1F01F8"/>
    <w:rPr>
      <w:kern w:val="4"/>
      <w:sz w:val="20"/>
      <w:szCs w:val="20"/>
    </w:rPr>
  </w:style>
  <w:style w:type="paragraph" w:styleId="Kommentarthema">
    <w:name w:val="annotation subject"/>
    <w:basedOn w:val="Kommentartext"/>
    <w:next w:val="Kommentartext"/>
    <w:link w:val="KommentarthemaZchn"/>
    <w:uiPriority w:val="99"/>
    <w:semiHidden/>
    <w:unhideWhenUsed/>
    <w:rsid w:val="001F01F8"/>
    <w:rPr>
      <w:b/>
      <w:bCs/>
    </w:rPr>
  </w:style>
  <w:style w:type="character" w:customStyle="1" w:styleId="KommentarthemaZchn">
    <w:name w:val="Kommentarthema Zchn"/>
    <w:basedOn w:val="KommentartextZchn"/>
    <w:link w:val="Kommentarthema"/>
    <w:uiPriority w:val="99"/>
    <w:semiHidden/>
    <w:rsid w:val="001F01F8"/>
    <w:rPr>
      <w:b/>
      <w:bCs/>
      <w:kern w:val="4"/>
      <w:sz w:val="20"/>
      <w:szCs w:val="20"/>
    </w:rPr>
  </w:style>
  <w:style w:type="paragraph" w:styleId="berarbeitung">
    <w:name w:val="Revision"/>
    <w:hidden/>
    <w:uiPriority w:val="99"/>
    <w:semiHidden/>
    <w:rsid w:val="002E2FBC"/>
    <w:pPr>
      <w:spacing w:line="240" w:lineRule="auto"/>
    </w:pPr>
    <w:rPr>
      <w:kern w:val="4"/>
    </w:rPr>
  </w:style>
  <w:style w:type="character" w:styleId="NichtaufgelsteErwhnung">
    <w:name w:val="Unresolved Mention"/>
    <w:basedOn w:val="Absatz-Standardschriftart"/>
    <w:uiPriority w:val="99"/>
    <w:semiHidden/>
    <w:unhideWhenUsed/>
    <w:rsid w:val="00D95862"/>
    <w:rPr>
      <w:color w:val="605E5C"/>
      <w:shd w:val="clear" w:color="auto" w:fill="E1DFDD"/>
    </w:rPr>
  </w:style>
  <w:style w:type="character" w:styleId="BesuchterLink">
    <w:name w:val="FollowedHyperlink"/>
    <w:basedOn w:val="Absatz-Standardschriftart"/>
    <w:uiPriority w:val="99"/>
    <w:semiHidden/>
    <w:unhideWhenUsed/>
    <w:rsid w:val="008429B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8375685">
      <w:bodyDiv w:val="1"/>
      <w:marLeft w:val="0"/>
      <w:marRight w:val="0"/>
      <w:marTop w:val="0"/>
      <w:marBottom w:val="0"/>
      <w:divBdr>
        <w:top w:val="none" w:sz="0" w:space="0" w:color="auto"/>
        <w:left w:val="none" w:sz="0" w:space="0" w:color="auto"/>
        <w:bottom w:val="none" w:sz="0" w:space="0" w:color="auto"/>
        <w:right w:val="none" w:sz="0" w:space="0" w:color="auto"/>
      </w:divBdr>
      <w:divsChild>
        <w:div w:id="1255287971">
          <w:marLeft w:val="0"/>
          <w:marRight w:val="0"/>
          <w:marTop w:val="0"/>
          <w:marBottom w:val="0"/>
          <w:divBdr>
            <w:top w:val="none" w:sz="0" w:space="0" w:color="auto"/>
            <w:left w:val="none" w:sz="0" w:space="0" w:color="auto"/>
            <w:bottom w:val="none" w:sz="0" w:space="0" w:color="auto"/>
            <w:right w:val="none" w:sz="0" w:space="0" w:color="auto"/>
          </w:divBdr>
          <w:divsChild>
            <w:div w:id="705763602">
              <w:marLeft w:val="0"/>
              <w:marRight w:val="0"/>
              <w:marTop w:val="0"/>
              <w:marBottom w:val="0"/>
              <w:divBdr>
                <w:top w:val="none" w:sz="0" w:space="0" w:color="auto"/>
                <w:left w:val="none" w:sz="0" w:space="0" w:color="auto"/>
                <w:bottom w:val="none" w:sz="0" w:space="0" w:color="auto"/>
                <w:right w:val="none" w:sz="0" w:space="0" w:color="auto"/>
              </w:divBdr>
              <w:divsChild>
                <w:div w:id="1833598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9156980">
      <w:bodyDiv w:val="1"/>
      <w:marLeft w:val="0"/>
      <w:marRight w:val="0"/>
      <w:marTop w:val="0"/>
      <w:marBottom w:val="0"/>
      <w:divBdr>
        <w:top w:val="none" w:sz="0" w:space="0" w:color="auto"/>
        <w:left w:val="none" w:sz="0" w:space="0" w:color="auto"/>
        <w:bottom w:val="none" w:sz="0" w:space="0" w:color="auto"/>
        <w:right w:val="none" w:sz="0" w:space="0" w:color="auto"/>
      </w:divBdr>
    </w:div>
    <w:div w:id="795760334">
      <w:bodyDiv w:val="1"/>
      <w:marLeft w:val="0"/>
      <w:marRight w:val="0"/>
      <w:marTop w:val="0"/>
      <w:marBottom w:val="0"/>
      <w:divBdr>
        <w:top w:val="none" w:sz="0" w:space="0" w:color="auto"/>
        <w:left w:val="none" w:sz="0" w:space="0" w:color="auto"/>
        <w:bottom w:val="none" w:sz="0" w:space="0" w:color="auto"/>
        <w:right w:val="none" w:sz="0" w:space="0" w:color="auto"/>
      </w:divBdr>
    </w:div>
    <w:div w:id="991786849">
      <w:bodyDiv w:val="1"/>
      <w:marLeft w:val="0"/>
      <w:marRight w:val="0"/>
      <w:marTop w:val="0"/>
      <w:marBottom w:val="0"/>
      <w:divBdr>
        <w:top w:val="none" w:sz="0" w:space="0" w:color="auto"/>
        <w:left w:val="none" w:sz="0" w:space="0" w:color="auto"/>
        <w:bottom w:val="none" w:sz="0" w:space="0" w:color="auto"/>
        <w:right w:val="none" w:sz="0" w:space="0" w:color="auto"/>
      </w:divBdr>
    </w:div>
    <w:div w:id="1127964214">
      <w:bodyDiv w:val="1"/>
      <w:marLeft w:val="0"/>
      <w:marRight w:val="0"/>
      <w:marTop w:val="0"/>
      <w:marBottom w:val="0"/>
      <w:divBdr>
        <w:top w:val="none" w:sz="0" w:space="0" w:color="auto"/>
        <w:left w:val="none" w:sz="0" w:space="0" w:color="auto"/>
        <w:bottom w:val="none" w:sz="0" w:space="0" w:color="auto"/>
        <w:right w:val="none" w:sz="0" w:space="0" w:color="auto"/>
      </w:divBdr>
      <w:divsChild>
        <w:div w:id="894245771">
          <w:marLeft w:val="0"/>
          <w:marRight w:val="0"/>
          <w:marTop w:val="0"/>
          <w:marBottom w:val="0"/>
          <w:divBdr>
            <w:top w:val="none" w:sz="0" w:space="0" w:color="auto"/>
            <w:left w:val="none" w:sz="0" w:space="0" w:color="auto"/>
            <w:bottom w:val="none" w:sz="0" w:space="0" w:color="auto"/>
            <w:right w:val="none" w:sz="0" w:space="0" w:color="auto"/>
          </w:divBdr>
          <w:divsChild>
            <w:div w:id="1089037327">
              <w:marLeft w:val="0"/>
              <w:marRight w:val="0"/>
              <w:marTop w:val="0"/>
              <w:marBottom w:val="0"/>
              <w:divBdr>
                <w:top w:val="none" w:sz="0" w:space="0" w:color="auto"/>
                <w:left w:val="none" w:sz="0" w:space="0" w:color="auto"/>
                <w:bottom w:val="none" w:sz="0" w:space="0" w:color="auto"/>
                <w:right w:val="none" w:sz="0" w:space="0" w:color="auto"/>
              </w:divBdr>
              <w:divsChild>
                <w:div w:id="117797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4657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geze.de/de/newsroom/geze-als-top-100-innovator-im-mittelstand-ausgezeichnet"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929D120C6C03844095AC0FE380F67178"/>
        <w:category>
          <w:name w:val="Allgemein"/>
          <w:gallery w:val="placeholder"/>
        </w:category>
        <w:types>
          <w:type w:val="bbPlcHdr"/>
        </w:types>
        <w:behaviors>
          <w:behavior w:val="content"/>
        </w:behaviors>
        <w:guid w:val="{706EB8EC-15F8-DC4B-A244-1AC674B16511}"/>
      </w:docPartPr>
      <w:docPartBody>
        <w:p w:rsidR="006F055B" w:rsidRDefault="00E728CB">
          <w:pPr>
            <w:pStyle w:val="929D120C6C03844095AC0FE380F67178"/>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pitch w:val="variable"/>
    <w:sig w:usb0="800002E7" w:usb1="2AC7FCFF"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728CB"/>
    <w:rsid w:val="000D4EA7"/>
    <w:rsid w:val="002C62E1"/>
    <w:rsid w:val="003162BE"/>
    <w:rsid w:val="003A1B6C"/>
    <w:rsid w:val="003D4408"/>
    <w:rsid w:val="004C5F7B"/>
    <w:rsid w:val="004D55D6"/>
    <w:rsid w:val="005479EA"/>
    <w:rsid w:val="00593D8F"/>
    <w:rsid w:val="005A131E"/>
    <w:rsid w:val="005E4B80"/>
    <w:rsid w:val="00697A7F"/>
    <w:rsid w:val="006C2EA8"/>
    <w:rsid w:val="006F055B"/>
    <w:rsid w:val="00713921"/>
    <w:rsid w:val="00721427"/>
    <w:rsid w:val="00731DE0"/>
    <w:rsid w:val="00775A13"/>
    <w:rsid w:val="007D2196"/>
    <w:rsid w:val="007D26AE"/>
    <w:rsid w:val="00800A41"/>
    <w:rsid w:val="00826144"/>
    <w:rsid w:val="009105F8"/>
    <w:rsid w:val="00972D56"/>
    <w:rsid w:val="009B7993"/>
    <w:rsid w:val="00AA03C8"/>
    <w:rsid w:val="00B35932"/>
    <w:rsid w:val="00B46F47"/>
    <w:rsid w:val="00C47888"/>
    <w:rsid w:val="00CC51D1"/>
    <w:rsid w:val="00D45B8F"/>
    <w:rsid w:val="00E36DEA"/>
    <w:rsid w:val="00E728CB"/>
    <w:rsid w:val="00ED09FC"/>
    <w:rsid w:val="00F17B12"/>
    <w:rsid w:val="00FD1D2B"/>
    <w:rsid w:val="00FE09B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929D120C6C03844095AC0FE380F67178">
    <w:name w:val="929D120C6C03844095AC0FE380F6717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2020-06-25T00:00:00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469E815-BE9C-9D47-8E0A-DE88F3E2AE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463</Words>
  <Characters>2917</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GEZE GmbH</Company>
  <LinksUpToDate>false</LinksUpToDate>
  <CharactersWithSpaces>3374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dc:description>Pressemitteilung · Office 2016;_x000d_
Version 1.0.0;_x000d_
26.11.2018</dc:description>
  <cp:lastModifiedBy>Jonathan Wurster</cp:lastModifiedBy>
  <cp:revision>11</cp:revision>
  <cp:lastPrinted>2018-11-26T15:21:00Z</cp:lastPrinted>
  <dcterms:created xsi:type="dcterms:W3CDTF">2020-05-25T14:35:00Z</dcterms:created>
  <dcterms:modified xsi:type="dcterms:W3CDTF">2020-06-25T10:05:00Z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