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7-07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DD1983">
                  <w:rPr>
                    <w:rStyle w:val="Dokumentdatum"/>
                  </w:rPr>
                  <w:t>7</w:t>
                </w:r>
                <w:r w:rsidR="00AA1E83">
                  <w:rPr>
                    <w:rStyle w:val="Dokumentdatum"/>
                  </w:rPr>
                  <w:t>. Juli 2020</w:t>
                </w:r>
              </w:sdtContent>
            </w:sdt>
          </w:p>
        </w:tc>
      </w:tr>
      <w:tr w:rsidR="00995CDC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995CDC" w:rsidRPr="00D5446F" w:rsidRDefault="00995CDC" w:rsidP="00995CDC">
            <w:pPr>
              <w:pStyle w:val="Betreff"/>
            </w:pPr>
            <w:r>
              <w:t xml:space="preserve">GEZE: Fensterantrieb F 1200+ erhält German Innovation Award 2020 </w:t>
            </w:r>
          </w:p>
        </w:tc>
      </w:tr>
    </w:tbl>
    <w:p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AA1E83" w:rsidRPr="00D43B62" w:rsidRDefault="00AA1E83" w:rsidP="00AA1E83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:rsidR="00AA1E83" w:rsidRDefault="00AA1E83" w:rsidP="00AA1E83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:rsidR="00AA1E83" w:rsidRPr="00D6140F" w:rsidRDefault="00AA1E83" w:rsidP="00AA1E83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:rsidR="00104446" w:rsidRPr="00333245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1DA"/>
        <w:tblLook w:val="04A0" w:firstRow="1" w:lastRow="0" w:firstColumn="1" w:lastColumn="0" w:noHBand="0" w:noVBand="1"/>
      </w:tblPr>
      <w:tblGrid>
        <w:gridCol w:w="4297"/>
        <w:gridCol w:w="3426"/>
        <w:gridCol w:w="1741"/>
      </w:tblGrid>
      <w:tr w:rsidR="00B664B6" w:rsidRPr="008E4BE2" w:rsidTr="00FC528D">
        <w:trPr>
          <w:trHeight w:val="426"/>
          <w:tblHeader/>
        </w:trPr>
        <w:tc>
          <w:tcPr>
            <w:tcW w:w="4297" w:type="dxa"/>
            <w:shd w:val="clear" w:color="auto" w:fill="002364"/>
            <w:vAlign w:val="center"/>
          </w:tcPr>
          <w:p w:rsidR="00B664B6" w:rsidRPr="008E4BE2" w:rsidRDefault="00B664B6" w:rsidP="00B664B6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426" w:type="dxa"/>
            <w:shd w:val="clear" w:color="auto" w:fill="002364"/>
            <w:vAlign w:val="center"/>
          </w:tcPr>
          <w:p w:rsidR="00B664B6" w:rsidRPr="008E4BE2" w:rsidRDefault="00B664B6" w:rsidP="00B664B6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741" w:type="dxa"/>
            <w:shd w:val="clear" w:color="auto" w:fill="002364"/>
            <w:vAlign w:val="center"/>
          </w:tcPr>
          <w:p w:rsidR="00B664B6" w:rsidRPr="008E4BE2" w:rsidRDefault="00B664B6" w:rsidP="00B664B6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B664B6" w:rsidTr="00FC528D">
        <w:trPr>
          <w:trHeight w:val="2601"/>
        </w:trPr>
        <w:tc>
          <w:tcPr>
            <w:tcW w:w="4297" w:type="dxa"/>
            <w:shd w:val="clear" w:color="auto" w:fill="FFFFFF" w:themeFill="background1"/>
            <w:vAlign w:val="center"/>
          </w:tcPr>
          <w:p w:rsidR="00B664B6" w:rsidRDefault="00B664B6" w:rsidP="00B664B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B892474" wp14:editId="77483B39">
                  <wp:extent cx="2592039" cy="1458000"/>
                  <wp:effectExtent l="0" t="0" r="0" b="2540"/>
                  <wp:docPr id="1" name="Grafik 1" descr="Ein Bild, das Musik, tragen, Anzug, Man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ZE_German Innovation Award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039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dxa"/>
            <w:shd w:val="clear" w:color="auto" w:fill="FFFFFF" w:themeFill="background1"/>
            <w:vAlign w:val="center"/>
          </w:tcPr>
          <w:p w:rsidR="00B664B6" w:rsidRPr="00995CDC" w:rsidRDefault="00B664B6" w:rsidP="00B664B6">
            <w:pPr>
              <w:jc w:val="center"/>
              <w:rPr>
                <w:color w:val="002364"/>
                <w:sz w:val="20"/>
                <w:szCs w:val="20"/>
              </w:rPr>
            </w:pPr>
            <w:r w:rsidRPr="00995CDC">
              <w:rPr>
                <w:bCs/>
                <w:color w:val="002364"/>
                <w:sz w:val="20"/>
                <w:szCs w:val="20"/>
              </w:rPr>
              <w:t xml:space="preserve">Sven Kuntschmann nimmt den </w:t>
            </w:r>
            <w:r w:rsidRPr="00995CDC">
              <w:rPr>
                <w:color w:val="002364"/>
                <w:sz w:val="20"/>
                <w:szCs w:val="20"/>
              </w:rPr>
              <w:t>German Innovation Award 2020 für den Fensterantrieb GEZE F 1200+ entgegen.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B664B6" w:rsidRPr="00104446" w:rsidRDefault="00B664B6" w:rsidP="00B664B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B664B6" w:rsidRPr="00104446" w:rsidTr="00FC528D">
        <w:trPr>
          <w:trHeight w:val="2601"/>
        </w:trPr>
        <w:tc>
          <w:tcPr>
            <w:tcW w:w="4297" w:type="dxa"/>
            <w:shd w:val="clear" w:color="auto" w:fill="FFFFFF" w:themeFill="background1"/>
            <w:vAlign w:val="center"/>
          </w:tcPr>
          <w:p w:rsidR="00B664B6" w:rsidRDefault="00B664B6" w:rsidP="00B664B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1A8F84B" wp14:editId="2A4A3F7F">
                  <wp:extent cx="2435177" cy="1458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ward_Label_web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177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6" w:type="dxa"/>
            <w:shd w:val="clear" w:color="auto" w:fill="FFFFFF" w:themeFill="background1"/>
            <w:vAlign w:val="center"/>
          </w:tcPr>
          <w:p w:rsidR="00B664B6" w:rsidRPr="00995CDC" w:rsidRDefault="00B664B6" w:rsidP="00B664B6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995CDC">
              <w:rPr>
                <w:color w:val="002364"/>
                <w:sz w:val="20"/>
                <w:szCs w:val="20"/>
              </w:rPr>
              <w:t xml:space="preserve">Der German Innovation Award zeichnet Produkte und Lösungen aus, die </w:t>
            </w:r>
            <w:r w:rsidR="00CB7484">
              <w:rPr>
                <w:color w:val="002364"/>
                <w:sz w:val="20"/>
                <w:szCs w:val="20"/>
              </w:rPr>
              <w:t>durch</w:t>
            </w:r>
            <w:r w:rsidR="00882C6E">
              <w:rPr>
                <w:color w:val="002364"/>
                <w:sz w:val="20"/>
                <w:szCs w:val="20"/>
              </w:rPr>
              <w:t xml:space="preserve"> </w:t>
            </w:r>
            <w:r w:rsidRPr="00995CDC">
              <w:rPr>
                <w:color w:val="002364"/>
                <w:sz w:val="20"/>
                <w:szCs w:val="20"/>
              </w:rPr>
              <w:t>Anwendernutzen und Wirtschaftlichkeit überzeugen.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B664B6" w:rsidRPr="00104446" w:rsidRDefault="00B664B6" w:rsidP="00B664B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German Design Council</w:t>
            </w: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1"/>
      <w:headerReference w:type="first" r:id="rId12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4440" w:rsidRDefault="00034440" w:rsidP="008D6134">
      <w:pPr>
        <w:spacing w:line="240" w:lineRule="auto"/>
      </w:pPr>
      <w:r>
        <w:separator/>
      </w:r>
    </w:p>
  </w:endnote>
  <w:endnote w:type="continuationSeparator" w:id="0">
    <w:p w:rsidR="00034440" w:rsidRDefault="00034440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4440" w:rsidRDefault="00034440" w:rsidP="008D6134">
      <w:pPr>
        <w:spacing w:line="240" w:lineRule="auto"/>
      </w:pPr>
      <w:r>
        <w:separator/>
      </w:r>
    </w:p>
  </w:footnote>
  <w:footnote w:type="continuationSeparator" w:id="0">
    <w:p w:rsidR="00034440" w:rsidRDefault="00034440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AA1E83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7-07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DD1983">
                <w:t>07.07.2020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AA1E83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3AC7"/>
    <w:rsid w:val="00025DF7"/>
    <w:rsid w:val="00034440"/>
    <w:rsid w:val="0005443A"/>
    <w:rsid w:val="00062822"/>
    <w:rsid w:val="0008169D"/>
    <w:rsid w:val="00094A49"/>
    <w:rsid w:val="00095819"/>
    <w:rsid w:val="000B02C6"/>
    <w:rsid w:val="000F57F5"/>
    <w:rsid w:val="00104446"/>
    <w:rsid w:val="00110BB8"/>
    <w:rsid w:val="00113091"/>
    <w:rsid w:val="00116258"/>
    <w:rsid w:val="001261D2"/>
    <w:rsid w:val="00131D40"/>
    <w:rsid w:val="001673EE"/>
    <w:rsid w:val="001B34F3"/>
    <w:rsid w:val="001B5BC6"/>
    <w:rsid w:val="001D1CA2"/>
    <w:rsid w:val="001F462D"/>
    <w:rsid w:val="00207C17"/>
    <w:rsid w:val="002537BF"/>
    <w:rsid w:val="002627A3"/>
    <w:rsid w:val="0029378C"/>
    <w:rsid w:val="00295C6C"/>
    <w:rsid w:val="002A2B85"/>
    <w:rsid w:val="002C6417"/>
    <w:rsid w:val="002D3473"/>
    <w:rsid w:val="002D4EAE"/>
    <w:rsid w:val="002E01C2"/>
    <w:rsid w:val="003023FF"/>
    <w:rsid w:val="00333245"/>
    <w:rsid w:val="00352A49"/>
    <w:rsid w:val="00362821"/>
    <w:rsid w:val="003660CB"/>
    <w:rsid w:val="00372112"/>
    <w:rsid w:val="00381993"/>
    <w:rsid w:val="003A1C1B"/>
    <w:rsid w:val="003C69DE"/>
    <w:rsid w:val="003D37C3"/>
    <w:rsid w:val="003E4CEC"/>
    <w:rsid w:val="003F7DD3"/>
    <w:rsid w:val="00404D4A"/>
    <w:rsid w:val="00406AAA"/>
    <w:rsid w:val="00420C17"/>
    <w:rsid w:val="00431232"/>
    <w:rsid w:val="00454337"/>
    <w:rsid w:val="004B20F0"/>
    <w:rsid w:val="004B5CD9"/>
    <w:rsid w:val="004E1AAA"/>
    <w:rsid w:val="00501A06"/>
    <w:rsid w:val="00511F9A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C0436"/>
    <w:rsid w:val="005F0771"/>
    <w:rsid w:val="0060196E"/>
    <w:rsid w:val="00650096"/>
    <w:rsid w:val="00661485"/>
    <w:rsid w:val="006745D3"/>
    <w:rsid w:val="00695278"/>
    <w:rsid w:val="006C45D1"/>
    <w:rsid w:val="00742404"/>
    <w:rsid w:val="007424A2"/>
    <w:rsid w:val="007435A4"/>
    <w:rsid w:val="0074360A"/>
    <w:rsid w:val="00750CB1"/>
    <w:rsid w:val="00752C8E"/>
    <w:rsid w:val="00772A8A"/>
    <w:rsid w:val="00780DC6"/>
    <w:rsid w:val="00782B4B"/>
    <w:rsid w:val="007949B3"/>
    <w:rsid w:val="007C2C48"/>
    <w:rsid w:val="007D4F8A"/>
    <w:rsid w:val="007E7A77"/>
    <w:rsid w:val="007F0435"/>
    <w:rsid w:val="007F1229"/>
    <w:rsid w:val="007F7F5B"/>
    <w:rsid w:val="00846FEA"/>
    <w:rsid w:val="008510DC"/>
    <w:rsid w:val="00863B08"/>
    <w:rsid w:val="00882C6E"/>
    <w:rsid w:val="00890DBB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81C8F"/>
    <w:rsid w:val="0099368D"/>
    <w:rsid w:val="00995CDC"/>
    <w:rsid w:val="009A4C91"/>
    <w:rsid w:val="009D1E43"/>
    <w:rsid w:val="009F6807"/>
    <w:rsid w:val="00A03805"/>
    <w:rsid w:val="00A14E36"/>
    <w:rsid w:val="00A2525B"/>
    <w:rsid w:val="00A330C9"/>
    <w:rsid w:val="00A37A65"/>
    <w:rsid w:val="00A6189B"/>
    <w:rsid w:val="00A9034D"/>
    <w:rsid w:val="00A91680"/>
    <w:rsid w:val="00AA1E83"/>
    <w:rsid w:val="00AA25C7"/>
    <w:rsid w:val="00B040B2"/>
    <w:rsid w:val="00B06CCE"/>
    <w:rsid w:val="00B22183"/>
    <w:rsid w:val="00B223C4"/>
    <w:rsid w:val="00B542C6"/>
    <w:rsid w:val="00B54D7B"/>
    <w:rsid w:val="00B556B7"/>
    <w:rsid w:val="00B664B6"/>
    <w:rsid w:val="00B90B86"/>
    <w:rsid w:val="00BD0F82"/>
    <w:rsid w:val="00BE33F1"/>
    <w:rsid w:val="00BF38C6"/>
    <w:rsid w:val="00C174BF"/>
    <w:rsid w:val="00C222D9"/>
    <w:rsid w:val="00C3654A"/>
    <w:rsid w:val="00C405F5"/>
    <w:rsid w:val="00C65692"/>
    <w:rsid w:val="00C91E4B"/>
    <w:rsid w:val="00CB7484"/>
    <w:rsid w:val="00CF1F20"/>
    <w:rsid w:val="00D21E65"/>
    <w:rsid w:val="00D263AB"/>
    <w:rsid w:val="00D3660E"/>
    <w:rsid w:val="00D5446F"/>
    <w:rsid w:val="00D6140F"/>
    <w:rsid w:val="00D827D0"/>
    <w:rsid w:val="00DA3EB9"/>
    <w:rsid w:val="00DA6046"/>
    <w:rsid w:val="00DB4BE6"/>
    <w:rsid w:val="00DC4FF1"/>
    <w:rsid w:val="00DC7D49"/>
    <w:rsid w:val="00DD1983"/>
    <w:rsid w:val="00DD68DB"/>
    <w:rsid w:val="00DD6AB6"/>
    <w:rsid w:val="00DE1ED3"/>
    <w:rsid w:val="00DE5064"/>
    <w:rsid w:val="00DF67D1"/>
    <w:rsid w:val="00E10257"/>
    <w:rsid w:val="00E1576D"/>
    <w:rsid w:val="00E2393F"/>
    <w:rsid w:val="00E308E8"/>
    <w:rsid w:val="00E371CF"/>
    <w:rsid w:val="00E66FED"/>
    <w:rsid w:val="00E83B22"/>
    <w:rsid w:val="00F03985"/>
    <w:rsid w:val="00F15040"/>
    <w:rsid w:val="00F164BE"/>
    <w:rsid w:val="00F46B41"/>
    <w:rsid w:val="00F85D18"/>
    <w:rsid w:val="00F96F22"/>
    <w:rsid w:val="00FC528D"/>
    <w:rsid w:val="00FC5456"/>
    <w:rsid w:val="00FC6AE3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0E6D5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F164BE"/>
    <w:pPr>
      <w:spacing w:line="240" w:lineRule="auto"/>
    </w:pPr>
    <w:rPr>
      <w:kern w:val="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6A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6AB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6AB6"/>
    <w:rPr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8560E"/>
    <w:rsid w:val="000F14E2"/>
    <w:rsid w:val="000F4A1A"/>
    <w:rsid w:val="00310FE6"/>
    <w:rsid w:val="003A77B4"/>
    <w:rsid w:val="00446D32"/>
    <w:rsid w:val="004854F4"/>
    <w:rsid w:val="00534362"/>
    <w:rsid w:val="00567159"/>
    <w:rsid w:val="005908D3"/>
    <w:rsid w:val="005C0B9A"/>
    <w:rsid w:val="00735D84"/>
    <w:rsid w:val="0078759A"/>
    <w:rsid w:val="00835FDF"/>
    <w:rsid w:val="008B5437"/>
    <w:rsid w:val="00AE2322"/>
    <w:rsid w:val="00AF1658"/>
    <w:rsid w:val="00B15615"/>
    <w:rsid w:val="00BD2AE6"/>
    <w:rsid w:val="00C5072D"/>
    <w:rsid w:val="00D4318E"/>
    <w:rsid w:val="00DE7712"/>
    <w:rsid w:val="00E32FF2"/>
    <w:rsid w:val="00F104E1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2020-07-07T00:00:00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F7947D-3259-124B-8EEA-F596FDD9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1</Pages>
  <Words>65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Linnéa Schattling</cp:lastModifiedBy>
  <cp:revision>12</cp:revision>
  <cp:lastPrinted>2019-11-28T10:39:00Z</cp:lastPrinted>
  <dcterms:created xsi:type="dcterms:W3CDTF">2020-04-28T06:36:00Z</dcterms:created>
  <dcterms:modified xsi:type="dcterms:W3CDTF">2020-07-06T14:22:00Z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