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10A805BD" w14:textId="77777777" w:rsidTr="00546F76">
        <w:trPr>
          <w:trHeight w:val="284"/>
        </w:trPr>
        <w:tc>
          <w:tcPr>
            <w:tcW w:w="7359" w:type="dxa"/>
            <w:tcMar>
              <w:top w:w="11" w:type="dxa"/>
              <w:bottom w:w="0" w:type="dxa"/>
            </w:tcMar>
          </w:tcPr>
          <w:p w14:paraId="447D2959" w14:textId="14F70985" w:rsidR="00D5446F" w:rsidRPr="00C65692" w:rsidRDefault="00C65692" w:rsidP="00C65692">
            <w:pPr>
              <w:pStyle w:val="OrtDatum"/>
            </w:pPr>
            <w:r w:rsidRPr="0030501D">
              <w:rPr>
                <w:lang w:val="en-US"/>
              </w:rPr>
              <w:t xml:space="preserve">Leonberg, </w:t>
            </w:r>
            <w:sdt>
              <w:sdtPr>
                <w:rPr>
                  <w:rStyle w:val="Dokumentdatum"/>
                </w:rPr>
                <w:alias w:val="Veröffentlichungsdatum"/>
                <w:tag w:val=""/>
                <w:id w:val="-1507204258"/>
                <w:lock w:val="sdtLocked"/>
                <w:placeholder>
                  <w:docPart w:val="1C9D4A27B9B34427A8626F2BFF99EAF3"/>
                </w:placeholder>
                <w:dataBinding w:prefixMappings="xmlns:ns0='http://schemas.microsoft.com/office/2006/coverPageProps' " w:xpath="/ns0:CoverPageProperties[1]/ns0:PublishDate[1]" w:storeItemID="{55AF091B-3C7A-41E3-B477-F2FDAA23CFDA}"/>
                <w:date w:fullDate="2023-07-19T00:00:00Z">
                  <w:dateFormat w:val="d. MMMM yyyy"/>
                  <w:lid w:val="de-DE"/>
                  <w:storeMappedDataAs w:val="dateTime"/>
                  <w:calendar w:val="gregorian"/>
                </w:date>
              </w:sdtPr>
              <w:sdtContent>
                <w:r w:rsidR="002D0C4D">
                  <w:rPr>
                    <w:rStyle w:val="Dokumentdatum"/>
                  </w:rPr>
                  <w:t>19. Juli 2023</w:t>
                </w:r>
              </w:sdtContent>
            </w:sdt>
          </w:p>
        </w:tc>
      </w:tr>
      <w:tr w:rsidR="00C65692" w:rsidRPr="00D5446F" w14:paraId="6C9972F1" w14:textId="77777777" w:rsidTr="008C3798">
        <w:trPr>
          <w:trHeight w:hRule="exact" w:val="1264"/>
        </w:trPr>
        <w:tc>
          <w:tcPr>
            <w:tcW w:w="7359" w:type="dxa"/>
            <w:tcMar>
              <w:top w:w="289" w:type="dxa"/>
              <w:bottom w:w="1083" w:type="dxa"/>
            </w:tcMar>
          </w:tcPr>
          <w:p w14:paraId="43A329E6" w14:textId="0F3FD611" w:rsidR="00985266" w:rsidRPr="00196BB1" w:rsidRDefault="008F5AAB" w:rsidP="00196BB1">
            <w:pPr>
              <w:pStyle w:val="Betreff"/>
              <w:spacing w:line="360" w:lineRule="auto"/>
              <w:rPr>
                <w:sz w:val="36"/>
                <w:szCs w:val="36"/>
              </w:rPr>
            </w:pPr>
            <w:r>
              <w:rPr>
                <w:sz w:val="36"/>
                <w:szCs w:val="36"/>
              </w:rPr>
              <w:t xml:space="preserve">160 Jahre lebenswerte Gebäude: GEZE </w:t>
            </w:r>
            <w:r w:rsidR="00FA67B4" w:rsidRPr="0012148F">
              <w:rPr>
                <w:sz w:val="36"/>
                <w:szCs w:val="36"/>
              </w:rPr>
              <w:t xml:space="preserve">feiert Jubiläum </w:t>
            </w:r>
          </w:p>
          <w:p w14:paraId="18F0E54D" w14:textId="2C26D920" w:rsidR="00FA67B4" w:rsidRPr="00D5446F" w:rsidRDefault="00FA67B4" w:rsidP="00752C8E">
            <w:pPr>
              <w:pStyle w:val="Betreff"/>
            </w:pPr>
          </w:p>
        </w:tc>
      </w:tr>
    </w:tbl>
    <w:p w14:paraId="60F17476" w14:textId="70310AAB" w:rsidR="007D3005" w:rsidRDefault="00B05686" w:rsidP="00D5446F">
      <w:pPr>
        <w:pStyle w:val="Vorspann"/>
      </w:pPr>
      <w:r>
        <w:t xml:space="preserve">160 Jahre, </w:t>
      </w:r>
      <w:r w:rsidR="007D3005">
        <w:t xml:space="preserve">sechs </w:t>
      </w:r>
      <w:r>
        <w:t>Generation</w:t>
      </w:r>
      <w:r w:rsidR="00853D89">
        <w:t>en</w:t>
      </w:r>
      <w:r>
        <w:t xml:space="preserve">, </w:t>
      </w:r>
      <w:r w:rsidR="00D2742D">
        <w:t>eine Vision:</w:t>
      </w:r>
      <w:r w:rsidR="007D3005">
        <w:t xml:space="preserve"> </w:t>
      </w:r>
      <w:r w:rsidR="00D2742D">
        <w:t xml:space="preserve">Lebenswerte Gebäude schaffen – damals, </w:t>
      </w:r>
      <w:r w:rsidR="00D2742D" w:rsidRPr="002019E3">
        <w:t xml:space="preserve">heute und in Zukunft. </w:t>
      </w:r>
      <w:r w:rsidR="00766EA3" w:rsidRPr="002019E3">
        <w:t>Was</w:t>
      </w:r>
      <w:r w:rsidR="00D2742D" w:rsidRPr="002019E3">
        <w:t xml:space="preserve"> </w:t>
      </w:r>
      <w:r w:rsidR="00766EA3" w:rsidRPr="002019E3">
        <w:t>im Jahr 1863 a</w:t>
      </w:r>
      <w:r w:rsidR="00D2742D" w:rsidRPr="002019E3">
        <w:t>ls Handwerk</w:t>
      </w:r>
      <w:r w:rsidR="002019E3" w:rsidRPr="002019E3">
        <w:t>s</w:t>
      </w:r>
      <w:r w:rsidR="00D2742D" w:rsidRPr="002019E3">
        <w:t xml:space="preserve">betrieb </w:t>
      </w:r>
      <w:r w:rsidR="002019E3" w:rsidRPr="002019E3">
        <w:t xml:space="preserve">in </w:t>
      </w:r>
      <w:r w:rsidR="00C94AE1">
        <w:t>Göppingen</w:t>
      </w:r>
      <w:r w:rsidR="00C94AE1" w:rsidRPr="002019E3">
        <w:t xml:space="preserve"> </w:t>
      </w:r>
      <w:r w:rsidR="00D2742D" w:rsidRPr="002019E3">
        <w:t xml:space="preserve">begann, </w:t>
      </w:r>
      <w:r w:rsidR="00766EA3" w:rsidRPr="002019E3">
        <w:t>hat sich</w:t>
      </w:r>
      <w:r w:rsidR="00D2742D" w:rsidRPr="002019E3">
        <w:t xml:space="preserve"> </w:t>
      </w:r>
      <w:r w:rsidR="00766EA3" w:rsidRPr="002019E3">
        <w:t>zu einem globale</w:t>
      </w:r>
      <w:r w:rsidR="002019E3" w:rsidRPr="002019E3">
        <w:t>n</w:t>
      </w:r>
      <w:r w:rsidR="00766EA3" w:rsidRPr="002019E3">
        <w:t xml:space="preserve"> Technologieunternehmen entwickelt. Heute </w:t>
      </w:r>
      <w:r w:rsidR="002019E3" w:rsidRPr="002019E3">
        <w:t xml:space="preserve">ist GEZE einer der größten </w:t>
      </w:r>
      <w:r w:rsidR="008F5AAB">
        <w:t>Hersteller und Servicepartner</w:t>
      </w:r>
      <w:r w:rsidR="008F5AAB" w:rsidRPr="002019E3">
        <w:t xml:space="preserve"> </w:t>
      </w:r>
      <w:r w:rsidR="002019E3" w:rsidRPr="002019E3">
        <w:rPr>
          <w:rFonts w:cs="Arial"/>
          <w:shd w:val="clear" w:color="auto" w:fill="FFFFFF"/>
        </w:rPr>
        <w:t>für innovative, moderne Tür-, Fenster- und Sicherheitstechnik</w:t>
      </w:r>
      <w:r w:rsidR="008F5AAB">
        <w:rPr>
          <w:rFonts w:cs="Arial"/>
          <w:shd w:val="clear" w:color="auto" w:fill="FFFFFF"/>
        </w:rPr>
        <w:t xml:space="preserve"> weltweit</w:t>
      </w:r>
      <w:r w:rsidR="002019E3">
        <w:rPr>
          <w:rFonts w:cs="Arial"/>
          <w:shd w:val="clear" w:color="auto" w:fill="FFFFFF"/>
        </w:rPr>
        <w:t xml:space="preserve">. Das erfolgreiche Familienunternehmen blickt auf </w:t>
      </w:r>
      <w:r w:rsidR="007D3005">
        <w:t>eine ereignisreiche Zeit zurück</w:t>
      </w:r>
      <w:r w:rsidR="00D2742D">
        <w:t xml:space="preserve"> und in eine spannende Zukunft. </w:t>
      </w:r>
    </w:p>
    <w:p w14:paraId="37A5DC87" w14:textId="7109EEF9" w:rsidR="002019E3" w:rsidRDefault="002019E3" w:rsidP="00A457CA"/>
    <w:p w14:paraId="180F95A8" w14:textId="216C436A" w:rsidR="00313097" w:rsidRDefault="003009E6" w:rsidP="008C3798">
      <w:r w:rsidRPr="00493D3A">
        <w:t>„</w:t>
      </w:r>
      <w:r w:rsidR="00CF2310" w:rsidRPr="00493D3A">
        <w:t>U</w:t>
      </w:r>
      <w:r w:rsidRPr="00493D3A">
        <w:t>nser 160-jährige</w:t>
      </w:r>
      <w:r w:rsidR="00CF2310" w:rsidRPr="00493D3A">
        <w:t>s</w:t>
      </w:r>
      <w:r w:rsidRPr="00493D3A">
        <w:t xml:space="preserve"> Jubiläum</w:t>
      </w:r>
      <w:r w:rsidR="00CF2310" w:rsidRPr="00493D3A">
        <w:t xml:space="preserve"> ist ein bedeutender Moment für GEZE und ein</w:t>
      </w:r>
      <w:r w:rsidRPr="00493D3A">
        <w:t xml:space="preserve"> weitere</w:t>
      </w:r>
      <w:r w:rsidR="00CF2310" w:rsidRPr="00493D3A">
        <w:t>r</w:t>
      </w:r>
      <w:r w:rsidRPr="00493D3A">
        <w:t xml:space="preserve"> Meilenstein in unserer Geschichte. Wir sind stolz auf die </w:t>
      </w:r>
      <w:sdt>
        <w:sdtPr>
          <w:rPr>
            <w:highlight w:val="yellow"/>
          </w:rPr>
          <w:tag w:val="goog_rdk_0"/>
          <w:id w:val="-2007587952"/>
        </w:sdtPr>
        <w:sdtContent/>
      </w:sdt>
      <w:sdt>
        <w:sdtPr>
          <w:rPr>
            <w:highlight w:val="yellow"/>
          </w:rPr>
          <w:tag w:val="goog_rdk_1"/>
          <w:id w:val="477419766"/>
        </w:sdtPr>
        <w:sdtContent/>
      </w:sdt>
      <w:sdt>
        <w:sdtPr>
          <w:rPr>
            <w:highlight w:val="yellow"/>
          </w:rPr>
          <w:tag w:val="goog_rdk_8"/>
          <w:id w:val="-1019392137"/>
        </w:sdtPr>
        <w:sdtContent/>
      </w:sdt>
      <w:sdt>
        <w:sdtPr>
          <w:rPr>
            <w:highlight w:val="yellow"/>
          </w:rPr>
          <w:tag w:val="goog_rdk_9"/>
          <w:id w:val="-566112468"/>
        </w:sdtPr>
        <w:sdtContent/>
      </w:sdt>
      <w:sdt>
        <w:sdtPr>
          <w:rPr>
            <w:highlight w:val="yellow"/>
          </w:rPr>
          <w:tag w:val="goog_rdk_17"/>
          <w:id w:val="814224582"/>
        </w:sdtPr>
        <w:sdtContent/>
      </w:sdt>
      <w:sdt>
        <w:sdtPr>
          <w:rPr>
            <w:highlight w:val="yellow"/>
          </w:rPr>
          <w:tag w:val="goog_rdk_18"/>
          <w:id w:val="760189596"/>
        </w:sdtPr>
        <w:sdtContent/>
      </w:sdt>
      <w:r w:rsidR="009141D1" w:rsidRPr="001A0FD2">
        <w:t>herausragenden</w:t>
      </w:r>
      <w:r w:rsidR="009141D1">
        <w:t xml:space="preserve"> </w:t>
      </w:r>
      <w:r w:rsidRPr="00493D3A">
        <w:t xml:space="preserve">Leistungen </w:t>
      </w:r>
      <w:r w:rsidR="00381A1A" w:rsidRPr="00493D3A">
        <w:t>unserer Mitarbeiter</w:t>
      </w:r>
      <w:r w:rsidR="00A70AA9">
        <w:t>innen und Mitarbeiter</w:t>
      </w:r>
      <w:r w:rsidR="00C94AE1" w:rsidRPr="00493D3A">
        <w:t xml:space="preserve"> und auf die Beständigkeit, die wir als Unternehmen über 160 Jahre hinweg bewiesen haben</w:t>
      </w:r>
      <w:r w:rsidR="008F5AAB" w:rsidRPr="00493D3A">
        <w:t>“</w:t>
      </w:r>
      <w:r w:rsidR="00595B52" w:rsidRPr="00493D3A">
        <w:t xml:space="preserve">, </w:t>
      </w:r>
      <w:sdt>
        <w:sdtPr>
          <w:tag w:val="goog_rdk_4"/>
          <w:id w:val="-2106027474"/>
        </w:sdtPr>
        <w:sdtContent/>
      </w:sdt>
      <w:sdt>
        <w:sdtPr>
          <w:tag w:val="goog_rdk_13"/>
          <w:id w:val="1516272953"/>
        </w:sdtPr>
        <w:sdtContent/>
      </w:sdt>
      <w:sdt>
        <w:sdtPr>
          <w:tag w:val="goog_rdk_23"/>
          <w:id w:val="1581333450"/>
        </w:sdtPr>
        <w:sdtContent/>
      </w:sdt>
      <w:r w:rsidR="001C436F" w:rsidRPr="00493D3A">
        <w:t xml:space="preserve">sagt </w:t>
      </w:r>
      <w:r w:rsidR="00081955" w:rsidRPr="00493D3A">
        <w:t xml:space="preserve">Andrea </w:t>
      </w:r>
      <w:r w:rsidR="00AC5A03" w:rsidRPr="00493D3A">
        <w:t xml:space="preserve">Alber, </w:t>
      </w:r>
      <w:r w:rsidR="00081955" w:rsidRPr="00493D3A">
        <w:t xml:space="preserve">Chief Officer Corp. </w:t>
      </w:r>
      <w:proofErr w:type="spellStart"/>
      <w:r w:rsidR="00081955" w:rsidRPr="00493D3A">
        <w:t>Strategy</w:t>
      </w:r>
      <w:proofErr w:type="spellEnd"/>
      <w:r w:rsidR="00081955" w:rsidRPr="00493D3A">
        <w:t xml:space="preserve"> &amp; Marketing</w:t>
      </w:r>
      <w:r w:rsidR="00632287" w:rsidRPr="00493D3A">
        <w:t xml:space="preserve"> </w:t>
      </w:r>
      <w:r w:rsidR="00AC5A03" w:rsidRPr="00493D3A">
        <w:t>bei GEZE</w:t>
      </w:r>
      <w:r w:rsidR="00E64B99" w:rsidRPr="00493D3A">
        <w:t>.</w:t>
      </w:r>
      <w:r w:rsidR="001C436F" w:rsidRPr="00493D3A">
        <w:t xml:space="preserve"> </w:t>
      </w:r>
    </w:p>
    <w:p w14:paraId="1296491A" w14:textId="77777777" w:rsidR="009141D1" w:rsidRDefault="009141D1" w:rsidP="008C3798"/>
    <w:p w14:paraId="64963102" w14:textId="51630D6D" w:rsidR="00313097" w:rsidRPr="001512BD" w:rsidRDefault="004D598C" w:rsidP="008C3798">
      <w:pPr>
        <w:rPr>
          <w:b/>
          <w:bCs/>
        </w:rPr>
      </w:pPr>
      <w:r w:rsidRPr="004D598C">
        <w:rPr>
          <w:b/>
          <w:bCs/>
        </w:rPr>
        <w:t xml:space="preserve">GEZE ehrt langjährige Mitarbeiter auf </w:t>
      </w:r>
      <w:r w:rsidR="00E14DEE">
        <w:rPr>
          <w:b/>
          <w:bCs/>
        </w:rPr>
        <w:t xml:space="preserve">der </w:t>
      </w:r>
      <w:r w:rsidRPr="004D598C">
        <w:rPr>
          <w:b/>
          <w:bCs/>
        </w:rPr>
        <w:t>Jubil</w:t>
      </w:r>
      <w:r w:rsidR="00E14DEE">
        <w:rPr>
          <w:b/>
          <w:bCs/>
        </w:rPr>
        <w:t>äums</w:t>
      </w:r>
      <w:r w:rsidRPr="004D598C">
        <w:rPr>
          <w:b/>
          <w:bCs/>
        </w:rPr>
        <w:t>feier</w:t>
      </w:r>
    </w:p>
    <w:p w14:paraId="39039788" w14:textId="08996653" w:rsidR="00770722" w:rsidRDefault="00F1788B" w:rsidP="00770722">
      <w:r>
        <w:t xml:space="preserve">Welche </w:t>
      </w:r>
      <w:r w:rsidR="002F68CD">
        <w:t>zentrale</w:t>
      </w:r>
      <w:r>
        <w:t xml:space="preserve"> </w:t>
      </w:r>
      <w:r w:rsidR="00035396">
        <w:t>Rolle</w:t>
      </w:r>
      <w:r w:rsidR="004D598C">
        <w:t xml:space="preserve"> </w:t>
      </w:r>
      <w:r>
        <w:t xml:space="preserve">die Mitarbeiter </w:t>
      </w:r>
      <w:r w:rsidR="00035396">
        <w:t xml:space="preserve">im Unternehmen </w:t>
      </w:r>
      <w:r w:rsidR="004D598C">
        <w:t>einnehmen</w:t>
      </w:r>
      <w:r w:rsidR="00035396">
        <w:t xml:space="preserve">, </w:t>
      </w:r>
      <w:r w:rsidR="00901544">
        <w:t xml:space="preserve">zeigte </w:t>
      </w:r>
      <w:r w:rsidR="004D598C">
        <w:t>die Jubil</w:t>
      </w:r>
      <w:r w:rsidR="00FC50AE">
        <w:t>äums</w:t>
      </w:r>
      <w:r w:rsidR="004D598C">
        <w:t>feier im</w:t>
      </w:r>
      <w:r w:rsidR="005356A9">
        <w:t xml:space="preserve"> Juli</w:t>
      </w:r>
      <w:r w:rsidR="004D598C">
        <w:t xml:space="preserve"> </w:t>
      </w:r>
      <w:r w:rsidR="005356A9">
        <w:t>anlässlich</w:t>
      </w:r>
      <w:r w:rsidR="004D598C">
        <w:t xml:space="preserve"> des 160-jährigen </w:t>
      </w:r>
      <w:r w:rsidR="00901544">
        <w:t>Firmenj</w:t>
      </w:r>
      <w:r w:rsidR="004D598C">
        <w:t>ubiläums</w:t>
      </w:r>
      <w:r w:rsidR="00035396">
        <w:t>:</w:t>
      </w:r>
      <w:r w:rsidR="00FC50AE">
        <w:t xml:space="preserve"> </w:t>
      </w:r>
      <w:r w:rsidR="002D0C4D">
        <w:t>I</w:t>
      </w:r>
      <w:r w:rsidR="00FC50AE">
        <w:t>m Rahmen des Mitarbeiterfestes wurden auch die</w:t>
      </w:r>
      <w:r w:rsidR="00035396">
        <w:t xml:space="preserve"> </w:t>
      </w:r>
      <w:r w:rsidR="00FC50AE">
        <w:t xml:space="preserve">diesjährigen </w:t>
      </w:r>
      <w:r w:rsidR="004D598C">
        <w:t xml:space="preserve">43 </w:t>
      </w:r>
      <w:r w:rsidR="00FC50AE">
        <w:t>Jubilare</w:t>
      </w:r>
      <w:r w:rsidR="00035396">
        <w:t xml:space="preserve"> </w:t>
      </w:r>
      <w:r w:rsidR="004D598C">
        <w:t>besonders ge</w:t>
      </w:r>
      <w:r w:rsidR="00A72214">
        <w:t>würdigt</w:t>
      </w:r>
      <w:r w:rsidR="00901544">
        <w:t xml:space="preserve"> – </w:t>
      </w:r>
      <w:r w:rsidR="00035396">
        <w:t xml:space="preserve">davon </w:t>
      </w:r>
      <w:r w:rsidR="004D598C">
        <w:t xml:space="preserve">34 </w:t>
      </w:r>
      <w:r w:rsidR="00FC50AE">
        <w:t xml:space="preserve">Mitarbeiter </w:t>
      </w:r>
      <w:r w:rsidR="004D598C">
        <w:t xml:space="preserve">für ihre 25-jährige und 9 </w:t>
      </w:r>
      <w:r w:rsidR="00FC50AE">
        <w:t xml:space="preserve">Mitarbeiter </w:t>
      </w:r>
      <w:r w:rsidR="004D598C">
        <w:t xml:space="preserve">für ihre 40-jährige Betriebszugehörigkeit. </w:t>
      </w:r>
      <w:r w:rsidR="005B17A2">
        <w:t>„</w:t>
      </w:r>
      <w:r w:rsidR="005B17A2" w:rsidRPr="00020CC9">
        <w:t xml:space="preserve">Während 40 oder 25 Jahren Betriebstreue hat jeder </w:t>
      </w:r>
      <w:r w:rsidR="004A47BB">
        <w:t>der</w:t>
      </w:r>
      <w:r w:rsidR="005B17A2" w:rsidRPr="00020CC9">
        <w:t xml:space="preserve"> Jubilare unseren Innovationsgedanken mitgelebt und </w:t>
      </w:r>
      <w:r w:rsidR="005B17A2">
        <w:t>die Entwicklung von GEZE aktiv mitgestaltet</w:t>
      </w:r>
      <w:r w:rsidR="005B17A2" w:rsidRPr="00020CC9">
        <w:t xml:space="preserve">. </w:t>
      </w:r>
      <w:r w:rsidR="00B05F6C">
        <w:t xml:space="preserve">Das </w:t>
      </w:r>
      <w:r w:rsidR="005B17A2" w:rsidRPr="00020CC9">
        <w:t>außerordentliche</w:t>
      </w:r>
      <w:r w:rsidR="004A47BB">
        <w:t xml:space="preserve"> </w:t>
      </w:r>
      <w:r w:rsidR="005B17A2" w:rsidRPr="00020CC9">
        <w:t>Engagement und</w:t>
      </w:r>
      <w:r w:rsidR="004A47BB">
        <w:t xml:space="preserve"> die</w:t>
      </w:r>
      <w:r w:rsidR="005B17A2" w:rsidRPr="00020CC9">
        <w:t xml:space="preserve"> Loyalität </w:t>
      </w:r>
      <w:r w:rsidR="00B05F6C">
        <w:t xml:space="preserve">unserer Mitarbeiter </w:t>
      </w:r>
      <w:r w:rsidR="005B17A2" w:rsidRPr="00020CC9">
        <w:t>haben einen entscheidenden Anteil daran, dass das Unternehmen heute auf eine 160-jährige Erfolgsgeschichte zurückblicken kann“</w:t>
      </w:r>
      <w:r w:rsidR="004A47BB">
        <w:t>, so Sandra Alber</w:t>
      </w:r>
      <w:r w:rsidR="00C232A8">
        <w:t xml:space="preserve">, </w:t>
      </w:r>
      <w:r w:rsidR="00C232A8" w:rsidRPr="00C232A8">
        <w:t>Chief Officer Legal &amp; Finance</w:t>
      </w:r>
      <w:r w:rsidR="004A47BB">
        <w:t>.</w:t>
      </w:r>
      <w:r w:rsidR="00770722">
        <w:t xml:space="preserve"> </w:t>
      </w:r>
      <w:r w:rsidR="00035396">
        <w:t>G</w:t>
      </w:r>
      <w:r w:rsidR="00035396" w:rsidRPr="009720D0">
        <w:t>efeiert w</w:t>
      </w:r>
      <w:r w:rsidR="00035396">
        <w:t>urde</w:t>
      </w:r>
      <w:r w:rsidR="00035396" w:rsidRPr="009720D0">
        <w:t xml:space="preserve"> </w:t>
      </w:r>
      <w:r w:rsidR="004A47BB">
        <w:t>d</w:t>
      </w:r>
      <w:r w:rsidR="00B05F6C">
        <w:t xml:space="preserve">as Firmenjubiläum </w:t>
      </w:r>
      <w:r w:rsidR="00035396" w:rsidRPr="009720D0">
        <w:t xml:space="preserve">gemeinsam mit </w:t>
      </w:r>
      <w:r w:rsidR="00035396">
        <w:t>allen Beschäftigten aus ganz Deutschland</w:t>
      </w:r>
      <w:r w:rsidR="00A238D8">
        <w:t xml:space="preserve"> </w:t>
      </w:r>
      <w:r w:rsidR="004A47BB">
        <w:t>a</w:t>
      </w:r>
      <w:r w:rsidR="00A238D8">
        <w:t>m Hauptsitz in Leonberg</w:t>
      </w:r>
      <w:r w:rsidR="00035396">
        <w:t>. N</w:t>
      </w:r>
      <w:r w:rsidR="00035396" w:rsidRPr="0021122F">
        <w:t xml:space="preserve">eben </w:t>
      </w:r>
      <w:r w:rsidR="00035396">
        <w:t xml:space="preserve">kulinarischem Street Food bot die </w:t>
      </w:r>
      <w:r w:rsidR="00B05F6C">
        <w:t>F</w:t>
      </w:r>
      <w:r w:rsidR="00035396">
        <w:t>eier eine bunte Vielfalt aus Spiel, Spaß, Unterhaltung und Musik</w:t>
      </w:r>
      <w:r w:rsidR="00FC6317">
        <w:t xml:space="preserve"> – ganz nach dem Jubiläumsmotto „Älter werden – jung bleiben.</w:t>
      </w:r>
    </w:p>
    <w:p w14:paraId="36B3FD5A" w14:textId="00328B4A" w:rsidR="009A31E9" w:rsidRDefault="009A31E9" w:rsidP="00770722">
      <w:pPr>
        <w:contextualSpacing/>
      </w:pPr>
    </w:p>
    <w:p w14:paraId="2E164A09" w14:textId="2822FEEF" w:rsidR="00C232A8" w:rsidRDefault="00C232A8" w:rsidP="00770722">
      <w:pPr>
        <w:contextualSpacing/>
      </w:pPr>
    </w:p>
    <w:p w14:paraId="619AD982" w14:textId="77777777" w:rsidR="00C232A8" w:rsidRDefault="00C232A8" w:rsidP="00770722">
      <w:pPr>
        <w:contextualSpacing/>
      </w:pPr>
    </w:p>
    <w:p w14:paraId="5A77A418" w14:textId="77777777" w:rsidR="00064648" w:rsidRDefault="00064648" w:rsidP="00770722">
      <w:pPr>
        <w:contextualSpacing/>
        <w:rPr>
          <w:b/>
        </w:rPr>
      </w:pPr>
    </w:p>
    <w:p w14:paraId="3E1A8003" w14:textId="298E7DAA" w:rsidR="0012148F" w:rsidRDefault="0012148F" w:rsidP="00770722">
      <w:pPr>
        <w:contextualSpacing/>
        <w:rPr>
          <w:b/>
          <w:bCs/>
        </w:rPr>
      </w:pPr>
      <w:r w:rsidRPr="00064648">
        <w:rPr>
          <w:b/>
        </w:rPr>
        <w:lastRenderedPageBreak/>
        <w:t>Mit Pioniergeist und Innovationskraft neue Maßstäbe setzen</w:t>
      </w:r>
    </w:p>
    <w:p w14:paraId="08C7274F" w14:textId="1DE73CA1" w:rsidR="00576DC8" w:rsidRDefault="000F0E2F" w:rsidP="004D30B1">
      <w:r>
        <w:t>Vom Handwerksbetrieb zum Technologi</w:t>
      </w:r>
      <w:sdt>
        <w:sdtPr>
          <w:tag w:val="goog_rdk_12"/>
          <w:id w:val="1833646982"/>
        </w:sdtPr>
        <w:sdtContent/>
      </w:sdt>
      <w:sdt>
        <w:sdtPr>
          <w:tag w:val="goog_rdk_22"/>
          <w:id w:val="-569498350"/>
        </w:sdtPr>
        <w:sdtContent/>
      </w:sdt>
      <w:r>
        <w:t>eunternehmen</w:t>
      </w:r>
      <w:r w:rsidR="00F2697C">
        <w:t>, v</w:t>
      </w:r>
      <w:r>
        <w:t>on Skibindungen zu automatisierter Gebäudetechnik</w:t>
      </w:r>
      <w:r w:rsidR="008F5AAB">
        <w:t>:</w:t>
      </w:r>
      <w:r w:rsidR="00A64ED9">
        <w:t xml:space="preserve"> </w:t>
      </w:r>
      <w:r>
        <w:rPr>
          <w:rFonts w:cs="Arial"/>
          <w:color w:val="000000"/>
          <w:shd w:val="clear" w:color="auto" w:fill="FFFFFF"/>
        </w:rPr>
        <w:t xml:space="preserve">Die Ursprünge von GEZE gehen auf die 1863 gegründete Göppinger Dreherei </w:t>
      </w:r>
      <w:proofErr w:type="spellStart"/>
      <w:r>
        <w:rPr>
          <w:rFonts w:cs="Arial"/>
          <w:color w:val="000000"/>
          <w:shd w:val="clear" w:color="auto" w:fill="FFFFFF"/>
        </w:rPr>
        <w:t>Vöster</w:t>
      </w:r>
      <w:proofErr w:type="spellEnd"/>
      <w:r>
        <w:rPr>
          <w:rFonts w:cs="Arial"/>
          <w:color w:val="000000"/>
          <w:shd w:val="clear" w:color="auto" w:fill="FFFFFF"/>
        </w:rPr>
        <w:t xml:space="preserve"> &amp; Co. zurück. Durch den Zusammenschluss mit den Vereinigten Baubeschlagfabriken Gretsch &amp; Co. GmbH im Jahr 1924 ebnete Reinhold </w:t>
      </w:r>
      <w:proofErr w:type="spellStart"/>
      <w:r>
        <w:rPr>
          <w:rFonts w:cs="Arial"/>
          <w:color w:val="000000"/>
          <w:shd w:val="clear" w:color="auto" w:fill="FFFFFF"/>
        </w:rPr>
        <w:t>Vöster</w:t>
      </w:r>
      <w:proofErr w:type="spellEnd"/>
      <w:r>
        <w:rPr>
          <w:rFonts w:cs="Arial"/>
          <w:color w:val="000000"/>
          <w:shd w:val="clear" w:color="auto" w:fill="FFFFFF"/>
        </w:rPr>
        <w:t xml:space="preserve"> den Weg für das heutige Familienunternehmen. </w:t>
      </w:r>
      <w:r w:rsidR="00220051">
        <w:t>Unter seiner technischen Leitung w</w:t>
      </w:r>
      <w:r w:rsidR="00576DC8">
        <w:t>urde</w:t>
      </w:r>
      <w:r w:rsidR="00220051">
        <w:t xml:space="preserve"> die Produktpalette modernisiert und erweitert</w:t>
      </w:r>
      <w:r w:rsidR="00A64ED9">
        <w:t>:</w:t>
      </w:r>
      <w:r w:rsidR="00CC726C">
        <w:t xml:space="preserve"> </w:t>
      </w:r>
      <w:r w:rsidR="0004681B">
        <w:t xml:space="preserve">Baubeschläge, </w:t>
      </w:r>
      <w:r w:rsidR="00CC726C">
        <w:t>Verkehrsbeschläge für Schiebetüren</w:t>
      </w:r>
      <w:r w:rsidR="0004681B">
        <w:t xml:space="preserve"> und </w:t>
      </w:r>
      <w:r w:rsidR="00576DC8">
        <w:t xml:space="preserve">die </w:t>
      </w:r>
      <w:r w:rsidR="00576DC8" w:rsidRPr="00576DC8">
        <w:t>legendären G</w:t>
      </w:r>
      <w:r w:rsidR="00576DC8">
        <w:t>EZE</w:t>
      </w:r>
      <w:r w:rsidR="00576DC8" w:rsidRPr="00576DC8">
        <w:t>-Skibindungen</w:t>
      </w:r>
      <w:r w:rsidR="00576DC8">
        <w:t xml:space="preserve"> gehörten zu den größten Erfolgen seiner Zeit. </w:t>
      </w:r>
    </w:p>
    <w:p w14:paraId="49831C58" w14:textId="3142FB54" w:rsidR="00576DC8" w:rsidRDefault="00576DC8" w:rsidP="004D30B1"/>
    <w:p w14:paraId="21E8C54A" w14:textId="737DEAC4" w:rsidR="00F061F9" w:rsidRDefault="00F061F9" w:rsidP="004D30B1">
      <w:r>
        <w:t>I</w:t>
      </w:r>
      <w:r w:rsidR="00220051">
        <w:t>m Jahr 1968</w:t>
      </w:r>
      <w:r>
        <w:t xml:space="preserve"> übernahm seine Enkelin Brigitte </w:t>
      </w:r>
      <w:proofErr w:type="spellStart"/>
      <w:r>
        <w:t>Vöster</w:t>
      </w:r>
      <w:proofErr w:type="spellEnd"/>
      <w:r w:rsidR="00F86BA2">
        <w:t>-Alber</w:t>
      </w:r>
      <w:r>
        <w:t xml:space="preserve"> </w:t>
      </w:r>
      <w:r w:rsidR="00792C8E">
        <w:t>den Vorsitz der Geschäftsführung.</w:t>
      </w:r>
      <w:r w:rsidR="0030501D">
        <w:t xml:space="preserve"> </w:t>
      </w:r>
    </w:p>
    <w:p w14:paraId="0A5FD029" w14:textId="47A2D5CB" w:rsidR="008F5AAB" w:rsidRDefault="00792C8E" w:rsidP="004D30B1">
      <w:r>
        <w:t>Als entscheidende Impulsgeberin trieb sie den Wachstum</w:t>
      </w:r>
      <w:r w:rsidR="00F86BA2">
        <w:t>s</w:t>
      </w:r>
      <w:r>
        <w:t xml:space="preserve">- und Internationalisierungsprozess im Unternehmen voran, der bis heute Bestand hat. </w:t>
      </w:r>
      <w:r w:rsidR="006C43A2">
        <w:t xml:space="preserve">Mit Pioniergeist und Innovationskraft setzte das Unternehmen neue Maßstäbe in der gesamten Branche. </w:t>
      </w:r>
      <w:r w:rsidR="00A22BB1" w:rsidRPr="00576DC8">
        <w:t xml:space="preserve">1980 </w:t>
      </w:r>
      <w:r w:rsidR="00A22BB1">
        <w:t>wurde a</w:t>
      </w:r>
      <w:r w:rsidR="00A22BB1" w:rsidRPr="00576DC8">
        <w:t>us den Vereinigten Baubeschlagfabriken Gretsch &amp; Co. GmbH die GEZE GmbH</w:t>
      </w:r>
      <w:r w:rsidR="00A22BB1">
        <w:t xml:space="preserve">. </w:t>
      </w:r>
      <w:r w:rsidR="0030501D">
        <w:t xml:space="preserve">1984 stieg Hermann Alber als Geschäftsführer Technik bei der GEZE GmbH ein. </w:t>
      </w:r>
      <w:r w:rsidR="00472115">
        <w:t xml:space="preserve">Seit 2020 wird das Unternehmen von Andrea-Alexandra Alber, Marc Philipp Alber, Sandra Daniela Alber und Tomislav Jagar geführt. </w:t>
      </w:r>
      <w:r w:rsidR="00A22BB1">
        <w:t>Heute zählt das Familienunternehmen zu den Weltmarkführern für innovative Produkte und Systemlösungen in der Tür-, Fenster- und Sicherheitstechnik</w:t>
      </w:r>
      <w:r w:rsidR="00EF0686">
        <w:t xml:space="preserve"> und treibt die digitale Vernetzung der Gebäudeautomation maßgeblich voran</w:t>
      </w:r>
      <w:r w:rsidR="00A22BB1">
        <w:t>.</w:t>
      </w:r>
    </w:p>
    <w:p w14:paraId="0640E3DB" w14:textId="77777777" w:rsidR="000878B9" w:rsidRDefault="000878B9" w:rsidP="004D30B1"/>
    <w:p w14:paraId="72052F5D" w14:textId="3FF5107E" w:rsidR="00F2579D" w:rsidRDefault="00C04AEC" w:rsidP="00F2579D">
      <w:bookmarkStart w:id="0" w:name="_Hlk132373666"/>
      <w:r>
        <w:t>„</w:t>
      </w:r>
      <w:r w:rsidR="000878B9">
        <w:t xml:space="preserve">Die </w:t>
      </w:r>
      <w:r w:rsidR="00F06097">
        <w:t>160</w:t>
      </w:r>
      <w:r w:rsidR="003F3AD4">
        <w:t>-</w:t>
      </w:r>
      <w:r w:rsidR="00F06097">
        <w:t xml:space="preserve">jährige </w:t>
      </w:r>
      <w:r w:rsidR="000878B9">
        <w:t>Geschichte unseres Unternehmens zeigt eindrücklich</w:t>
      </w:r>
      <w:r w:rsidR="003F3AD4">
        <w:t>,</w:t>
      </w:r>
      <w:r w:rsidR="00297320">
        <w:t xml:space="preserve"> </w:t>
      </w:r>
      <w:r w:rsidR="000878B9">
        <w:t>wie wir uns immer wieder neu erfunden haben</w:t>
      </w:r>
      <w:r w:rsidR="00F2579D">
        <w:t xml:space="preserve">“, </w:t>
      </w:r>
      <w:r w:rsidR="00F2579D" w:rsidRPr="00E0427C">
        <w:t>s</w:t>
      </w:r>
      <w:r w:rsidR="00F2579D" w:rsidRPr="000878B9">
        <w:t xml:space="preserve">agt </w:t>
      </w:r>
      <w:r w:rsidR="0030501D">
        <w:t xml:space="preserve">Marc Alber, Chief Officer </w:t>
      </w:r>
      <w:proofErr w:type="spellStart"/>
      <w:r w:rsidR="0030501D" w:rsidRPr="00233ACD">
        <w:t>Product</w:t>
      </w:r>
      <w:proofErr w:type="spellEnd"/>
      <w:r w:rsidR="0030501D">
        <w:t xml:space="preserve"> Development &amp; </w:t>
      </w:r>
      <w:proofErr w:type="spellStart"/>
      <w:r w:rsidR="0030501D">
        <w:t>Operations</w:t>
      </w:r>
      <w:proofErr w:type="spellEnd"/>
      <w:r w:rsidR="0030501D">
        <w:t xml:space="preserve">. </w:t>
      </w:r>
      <w:r w:rsidR="00F2579D">
        <w:t>„</w:t>
      </w:r>
      <w:r w:rsidR="00F06097">
        <w:t xml:space="preserve">Beständig ist jedoch der Fokus auf </w:t>
      </w:r>
      <w:r w:rsidR="00EF0686">
        <w:t xml:space="preserve">Innovation, Qualität und Kundennähe. </w:t>
      </w:r>
      <w:r w:rsidR="00F06097">
        <w:t>Unser Ziel ist es gemeinsam mit unseren Kunden lebenswerte Gebäude zu gestalten.</w:t>
      </w:r>
      <w:r w:rsidR="001515C2">
        <w:t xml:space="preserve"> </w:t>
      </w:r>
      <w:r w:rsidR="001515C2" w:rsidRPr="001515C2">
        <w:t xml:space="preserve">Deshalb möchten wir uns an dieser Stelle auch bei unseren Kunden </w:t>
      </w:r>
      <w:r w:rsidR="001A0FD2">
        <w:t xml:space="preserve">herzlich </w:t>
      </w:r>
      <w:r w:rsidR="001515C2" w:rsidRPr="001515C2">
        <w:t>bedanken. Ohne Sie wären wir nicht dort, wo wir heute sind. Ihre Bedürfnisse und Wünsche stehen im Mittelpunkt unseres Schaffens und treiben uns immer wieder zu neuen Höchstleistungen an.</w:t>
      </w:r>
      <w:r w:rsidR="00493D3A">
        <w:t>“</w:t>
      </w:r>
      <w:r w:rsidR="00F06097">
        <w:t xml:space="preserve"> </w:t>
      </w:r>
    </w:p>
    <w:bookmarkEnd w:id="0"/>
    <w:p w14:paraId="65CCFBDB" w14:textId="424C363D" w:rsidR="008F5AAB" w:rsidRPr="000878B9" w:rsidRDefault="009B3C39" w:rsidP="004D30B1">
      <w:r>
        <w:t xml:space="preserve"> </w:t>
      </w:r>
    </w:p>
    <w:p w14:paraId="45D632CE" w14:textId="219DFF15" w:rsidR="004D30B1" w:rsidRPr="004D30B1" w:rsidRDefault="004D30B1" w:rsidP="004D30B1">
      <w:r w:rsidRPr="008C3798">
        <w:rPr>
          <w:b/>
          <w:bCs/>
        </w:rPr>
        <w:t>GEZE ist zukunftsorientiert</w:t>
      </w:r>
    </w:p>
    <w:p w14:paraId="570C094D" w14:textId="34EB20BC" w:rsidR="005835AC" w:rsidRDefault="00420C31" w:rsidP="005835AC">
      <w:r>
        <w:t>Zum</w:t>
      </w:r>
      <w:r w:rsidR="00D61297">
        <w:t xml:space="preserve"> 160-jährigen Jubiläum schaut GEZE auf </w:t>
      </w:r>
      <w:r w:rsidR="00176AC8">
        <w:t xml:space="preserve">eine </w:t>
      </w:r>
      <w:r w:rsidR="00D61297">
        <w:t xml:space="preserve">erfolgreiche Vergangenheit, aber vor allem in </w:t>
      </w:r>
      <w:r w:rsidR="00176AC8">
        <w:t xml:space="preserve">eine </w:t>
      </w:r>
      <w:r w:rsidR="00D61297">
        <w:t xml:space="preserve">spannende Zukunft. </w:t>
      </w:r>
      <w:bookmarkStart w:id="1" w:name="_Hlk130560918"/>
      <w:r w:rsidR="00D61297" w:rsidRPr="005835AC">
        <w:t>„</w:t>
      </w:r>
      <w:r w:rsidR="005835AC" w:rsidRPr="005835AC">
        <w:t xml:space="preserve">Es ist Teil </w:t>
      </w:r>
      <w:r w:rsidR="008F5AAB">
        <w:t>unserer</w:t>
      </w:r>
      <w:r w:rsidR="008F5AAB" w:rsidRPr="005835AC">
        <w:t xml:space="preserve"> </w:t>
      </w:r>
      <w:r>
        <w:t>DNA</w:t>
      </w:r>
      <w:r w:rsidR="00506D55">
        <w:t xml:space="preserve"> </w:t>
      </w:r>
      <w:sdt>
        <w:sdtPr>
          <w:tag w:val="goog_rdk_2"/>
          <w:id w:val="362561258"/>
        </w:sdtPr>
        <w:sdtContent/>
      </w:sdt>
      <w:sdt>
        <w:sdtPr>
          <w:tag w:val="goog_rdk_10"/>
          <w:id w:val="-513301641"/>
        </w:sdtPr>
        <w:sdtContent/>
      </w:sdt>
      <w:sdt>
        <w:sdtPr>
          <w:tag w:val="goog_rdk_19"/>
          <w:id w:val="2083336055"/>
        </w:sdtPr>
        <w:sdtContent/>
      </w:sdt>
      <w:r w:rsidR="005835AC" w:rsidRPr="005835AC">
        <w:t xml:space="preserve">kontinuierlich neue </w:t>
      </w:r>
      <w:sdt>
        <w:sdtPr>
          <w:tag w:val="goog_rdk_5"/>
          <w:id w:val="1380438917"/>
        </w:sdtPr>
        <w:sdtContent/>
      </w:sdt>
      <w:sdt>
        <w:sdtPr>
          <w:tag w:val="goog_rdk_14"/>
          <w:id w:val="-204802743"/>
        </w:sdtPr>
        <w:sdtContent/>
      </w:sdt>
      <w:sdt>
        <w:sdtPr>
          <w:tag w:val="goog_rdk_24"/>
          <w:id w:val="1487515529"/>
        </w:sdtPr>
        <w:sdtContent/>
      </w:sdt>
      <w:r w:rsidR="00595035">
        <w:t>Entwicklungen</w:t>
      </w:r>
      <w:r w:rsidR="00595035" w:rsidRPr="005835AC">
        <w:t xml:space="preserve"> </w:t>
      </w:r>
      <w:r w:rsidR="005835AC" w:rsidRPr="005835AC">
        <w:t xml:space="preserve">und Technologien </w:t>
      </w:r>
      <w:r w:rsidRPr="00783134">
        <w:t>voranzutreiben</w:t>
      </w:r>
      <w:r w:rsidR="005835AC">
        <w:t xml:space="preserve">“, </w:t>
      </w:r>
      <w:sdt>
        <w:sdtPr>
          <w:tag w:val="goog_rdk_3"/>
          <w:id w:val="1334105110"/>
        </w:sdtPr>
        <w:sdtContent/>
      </w:sdt>
      <w:sdt>
        <w:sdtPr>
          <w:tag w:val="goog_rdk_11"/>
          <w:id w:val="-1143425372"/>
        </w:sdtPr>
        <w:sdtContent/>
      </w:sdt>
      <w:sdt>
        <w:sdtPr>
          <w:tag w:val="goog_rdk_21"/>
          <w:id w:val="63381828"/>
        </w:sdtPr>
        <w:sdtContent/>
      </w:sdt>
      <w:r w:rsidR="005835AC">
        <w:t xml:space="preserve">erklärt </w:t>
      </w:r>
      <w:r w:rsidR="00F06097">
        <w:t>Marc Alber</w:t>
      </w:r>
      <w:r w:rsidR="000878B9">
        <w:t xml:space="preserve">. </w:t>
      </w:r>
      <w:r w:rsidR="008F5AAB">
        <w:t>„</w:t>
      </w:r>
      <w:r w:rsidR="003018B3">
        <w:t xml:space="preserve">Die </w:t>
      </w:r>
      <w:r w:rsidR="000878B9" w:rsidRPr="000878B9">
        <w:t>digitale Vernetzung</w:t>
      </w:r>
      <w:r w:rsidR="003018B3">
        <w:t xml:space="preserve"> spielt dabei eine immer wichtigere Rolle und wird auch in </w:t>
      </w:r>
      <w:r w:rsidR="000878B9" w:rsidRPr="000878B9">
        <w:t>der Gebäudetechnik</w:t>
      </w:r>
      <w:r w:rsidR="003018B3">
        <w:t xml:space="preserve"> zur treibenden Kraft für Innovation und Fortschritt</w:t>
      </w:r>
      <w:r w:rsidR="000878B9" w:rsidRPr="000878B9">
        <w:t>.</w:t>
      </w:r>
      <w:r w:rsidR="005835AC" w:rsidRPr="005835AC">
        <w:t>“</w:t>
      </w:r>
    </w:p>
    <w:bookmarkEnd w:id="1"/>
    <w:p w14:paraId="7F5CEB57" w14:textId="77777777" w:rsidR="000878B9" w:rsidRDefault="000878B9" w:rsidP="004D30B1">
      <w:pPr>
        <w:pStyle w:val="StandardWeb"/>
        <w:spacing w:before="0" w:beforeAutospacing="0" w:after="0" w:afterAutospacing="0"/>
        <w:rPr>
          <w:rFonts w:ascii="Arial" w:hAnsi="Arial" w:cs="Arial"/>
          <w:color w:val="000000"/>
          <w:sz w:val="18"/>
          <w:szCs w:val="18"/>
        </w:rPr>
      </w:pPr>
    </w:p>
    <w:p w14:paraId="20BF84BE" w14:textId="39E12D04" w:rsidR="008F5AAB" w:rsidRDefault="008F5AAB" w:rsidP="00C94AE1">
      <w:pPr>
        <w:contextualSpacing/>
        <w:rPr>
          <w:rFonts w:cs="Arial"/>
          <w:color w:val="000000"/>
        </w:rPr>
      </w:pPr>
      <w:r w:rsidRPr="00493D3A">
        <w:t xml:space="preserve">Seine </w:t>
      </w:r>
      <w:r w:rsidR="00295D67" w:rsidRPr="00493D3A">
        <w:t>Innovations</w:t>
      </w:r>
      <w:r w:rsidR="003D3E4F" w:rsidRPr="00493D3A">
        <w:t>- und Schaffenskraft</w:t>
      </w:r>
      <w:r w:rsidR="00295D67" w:rsidRPr="00493D3A">
        <w:t xml:space="preserve"> zeigt GEZE nicht nur in technologischer Hinsicht, sondern auch in Bezug auf Nachhaltigkeit.</w:t>
      </w:r>
      <w:r w:rsidR="003D3E4F" w:rsidRPr="00493D3A">
        <w:t xml:space="preserve"> </w:t>
      </w:r>
      <w:r w:rsidR="00896987" w:rsidRPr="00493D3A">
        <w:rPr>
          <w:lang w:eastAsia="de-DE"/>
        </w:rPr>
        <w:t xml:space="preserve">„Bei GEZE haben wir verstanden, dass Gebäude einen entscheidenden Beitrag dazu leisten, den Energieverbrauch und die CO2-Emissionen nachhaltig zu senken. Smarte und energiesparende Lösungen stehen somit für uns und unsere Kunden mehr denn je im Fokus“, </w:t>
      </w:r>
      <w:r w:rsidR="003D3E4F" w:rsidRPr="00493D3A">
        <w:rPr>
          <w:rFonts w:cs="Arial"/>
          <w:color w:val="000000"/>
        </w:rPr>
        <w:t>sagt Sandra Alber</w:t>
      </w:r>
      <w:r w:rsidR="00081955" w:rsidRPr="00493D3A">
        <w:rPr>
          <w:rFonts w:cs="Arial"/>
          <w:color w:val="000000"/>
        </w:rPr>
        <w:t>, Chief Officer Legal &amp; Finance</w:t>
      </w:r>
      <w:r w:rsidR="003D3E4F" w:rsidRPr="00493D3A">
        <w:rPr>
          <w:rFonts w:cs="Arial"/>
          <w:color w:val="000000"/>
        </w:rPr>
        <w:t xml:space="preserve">. </w:t>
      </w:r>
      <w:r w:rsidR="00896987" w:rsidRPr="00493D3A">
        <w:rPr>
          <w:rFonts w:cs="Arial"/>
          <w:color w:val="000000"/>
        </w:rPr>
        <w:lastRenderedPageBreak/>
        <w:t xml:space="preserve">Damit auch die Produkte selbst auf nachhaltige Weise entstehen, </w:t>
      </w:r>
      <w:r w:rsidR="00595035" w:rsidRPr="00493D3A">
        <w:rPr>
          <w:rFonts w:cs="Arial"/>
          <w:color w:val="000000"/>
        </w:rPr>
        <w:t xml:space="preserve">investiert </w:t>
      </w:r>
      <w:r w:rsidR="00896987" w:rsidRPr="00493D3A">
        <w:rPr>
          <w:rFonts w:cs="Arial"/>
          <w:color w:val="000000"/>
        </w:rPr>
        <w:t xml:space="preserve">GEZE </w:t>
      </w:r>
      <w:r w:rsidR="00C94AE1" w:rsidRPr="00493D3A">
        <w:rPr>
          <w:rFonts w:cs="Arial"/>
          <w:color w:val="000000"/>
        </w:rPr>
        <w:t>kontinuierlich in die Verbesserung und Umstellung interner Prozesse zu mehr Nachhaltigkeit.</w:t>
      </w:r>
      <w:r w:rsidR="00C94AE1" w:rsidRPr="00C94AE1">
        <w:rPr>
          <w:rFonts w:cs="Arial"/>
          <w:color w:val="000000"/>
        </w:rPr>
        <w:t xml:space="preserve"> </w:t>
      </w:r>
    </w:p>
    <w:p w14:paraId="221EE338" w14:textId="77777777" w:rsidR="00421CB6" w:rsidRDefault="00421CB6" w:rsidP="00095819">
      <w:pPr>
        <w:rPr>
          <w:rFonts w:cs="Arial"/>
          <w:color w:val="000000"/>
        </w:rPr>
      </w:pPr>
    </w:p>
    <w:p w14:paraId="731D0B26" w14:textId="77777777" w:rsidR="00C3223A" w:rsidRPr="00120461" w:rsidRDefault="00C3223A" w:rsidP="00095819"/>
    <w:p w14:paraId="045DF039" w14:textId="43B5494A" w:rsidR="00095819" w:rsidRPr="00C3223A" w:rsidRDefault="003018B3" w:rsidP="00095819">
      <w:pPr>
        <w:rPr>
          <w:rFonts w:cs="Arial"/>
        </w:rPr>
      </w:pPr>
      <w:r w:rsidRPr="00C3223A">
        <w:rPr>
          <w:rFonts w:cs="Arial"/>
        </w:rPr>
        <w:t>Entdecken Sie hier mehr zur Geschichte von GEZE</w:t>
      </w:r>
      <w:r w:rsidR="00C3223A">
        <w:rPr>
          <w:rFonts w:cs="Arial"/>
        </w:rPr>
        <w:t>:</w:t>
      </w:r>
    </w:p>
    <w:p w14:paraId="3835E0FF" w14:textId="7FFE8AA2" w:rsidR="00493D3A" w:rsidRPr="00C3223A" w:rsidRDefault="00000000" w:rsidP="0008169D">
      <w:pPr>
        <w:pStyle w:val="URL"/>
        <w:rPr>
          <w:rFonts w:cs="Arial"/>
          <w:sz w:val="18"/>
          <w:szCs w:val="18"/>
        </w:rPr>
      </w:pPr>
      <w:hyperlink r:id="rId10" w:anchor="utm_source=PR&amp;utm_medium=Pressemeldung&amp;utm_campaign=160.+Jubil%C3%A4um" w:history="1">
        <w:r w:rsidR="00A14C91" w:rsidRPr="00C3223A">
          <w:rPr>
            <w:rStyle w:val="Hyperlink"/>
            <w:rFonts w:eastAsia="Times New Roman" w:cs="Arial"/>
            <w:spacing w:val="2"/>
            <w:sz w:val="18"/>
            <w:szCs w:val="18"/>
            <w:shd w:val="clear" w:color="auto" w:fill="FAFAFA"/>
          </w:rPr>
          <w:t>http://160jahre.geze.com/#utm_source=PR&amp;utm_medium=Pressemeldung&amp;utm_campaign=160.+Jubil%C3%A4um</w:t>
        </w:r>
      </w:hyperlink>
    </w:p>
    <w:p w14:paraId="758B028F" w14:textId="70EE2574" w:rsidR="00493D3A" w:rsidRPr="00C3223A" w:rsidRDefault="00493D3A" w:rsidP="0008169D">
      <w:pPr>
        <w:pStyle w:val="URL"/>
        <w:rPr>
          <w:rFonts w:cs="Arial"/>
        </w:rPr>
      </w:pPr>
    </w:p>
    <w:p w14:paraId="7B1FB691" w14:textId="0AABDA61" w:rsidR="00493D3A" w:rsidRPr="00C3223A" w:rsidRDefault="00493D3A" w:rsidP="0008169D">
      <w:pPr>
        <w:pStyle w:val="URL"/>
        <w:rPr>
          <w:rFonts w:cs="Arial"/>
        </w:rPr>
      </w:pPr>
    </w:p>
    <w:p w14:paraId="1F39E662" w14:textId="4CF8B8BB" w:rsidR="005A1022" w:rsidRPr="00C3223A" w:rsidRDefault="005A1022" w:rsidP="00095819">
      <w:pPr>
        <w:rPr>
          <w:rFonts w:cs="Arial"/>
        </w:rPr>
      </w:pPr>
      <w:r w:rsidRPr="00C3223A">
        <w:rPr>
          <w:rFonts w:cs="Arial"/>
        </w:rPr>
        <w:t>Diesen Text sowie druckfähiges Bildmaterial finden Sie unter:</w:t>
      </w:r>
    </w:p>
    <w:p w14:paraId="2BD0A0CF" w14:textId="55AEDA6B" w:rsidR="005A1022" w:rsidRPr="00C3223A" w:rsidRDefault="00C3223A" w:rsidP="00095819">
      <w:pPr>
        <w:rPr>
          <w:lang w:val="nl-NL"/>
        </w:rPr>
      </w:pPr>
      <w:hyperlink r:id="rId11" w:history="1">
        <w:r w:rsidRPr="00C3223A">
          <w:rPr>
            <w:rStyle w:val="Hyperlink"/>
            <w:rFonts w:cs="Arial"/>
            <w:spacing w:val="2"/>
            <w:shd w:val="clear" w:color="auto" w:fill="FAFAFA"/>
          </w:rPr>
          <w:t>https://www.geze.de/de/newsroom/160-jahre-lebenswerte-gebaeude-geze-feiert-jubilaeum?utm_source=PR&amp;utm_medium=referral&amp;utm_campaign=160Jahre_Jubilaeum</w:t>
        </w:r>
      </w:hyperlink>
      <w:r w:rsidRPr="00C3223A">
        <w:rPr>
          <w:rFonts w:ascii="Roboto" w:hAnsi="Roboto"/>
          <w:spacing w:val="2"/>
          <w:shd w:val="clear" w:color="auto" w:fill="FAFAFA"/>
        </w:rPr>
        <w:t xml:space="preserve"> </w:t>
      </w:r>
    </w:p>
    <w:p w14:paraId="64AFFEA4" w14:textId="77777777" w:rsidR="005A1022" w:rsidRPr="00506D55" w:rsidRDefault="005A1022" w:rsidP="00095819">
      <w:pPr>
        <w:rPr>
          <w:lang w:val="nl-NL"/>
        </w:rPr>
      </w:pPr>
    </w:p>
    <w:p w14:paraId="38D5BF81" w14:textId="77777777" w:rsidR="00C3223A" w:rsidRDefault="00C3223A" w:rsidP="006B111C">
      <w:pPr>
        <w:rPr>
          <w:b/>
          <w:lang w:val="nl-NL"/>
        </w:rPr>
      </w:pPr>
    </w:p>
    <w:p w14:paraId="694E35EC" w14:textId="7B208290" w:rsidR="006B111C" w:rsidRPr="00506D55" w:rsidRDefault="006B111C" w:rsidP="006B111C">
      <w:pPr>
        <w:rPr>
          <w:b/>
          <w:lang w:val="nl-NL"/>
        </w:rPr>
      </w:pPr>
      <w:r w:rsidRPr="00506D55">
        <w:rPr>
          <w:b/>
          <w:lang w:val="nl-NL"/>
        </w:rPr>
        <w:t xml:space="preserve">ÜBER GEZE </w:t>
      </w:r>
    </w:p>
    <w:p w14:paraId="7877950B" w14:textId="77777777" w:rsidR="00B244C5" w:rsidRPr="008F5AAB" w:rsidRDefault="00B244C5" w:rsidP="00B244C5">
      <w:pPr>
        <w:rPr>
          <w:kern w:val="0"/>
        </w:rPr>
      </w:pPr>
      <w:r w:rsidRPr="008F5AAB">
        <w:t>GEZE gehört zu den weltweit führenden Unternehmen für Produkte, Systemlösungen und umfassenden Service rund um Türen und Fenster. Der Spezialist für innovative und moderne Tür-, Fenster- und Sicherheitstechnik erzielt mit fundierter Branchen- und Fachkenntnis seit 160 Jahren herausragende Ergebnisse, die Gebäude lebenswert machen.</w:t>
      </w:r>
    </w:p>
    <w:p w14:paraId="24D8EDE5" w14:textId="029CC936" w:rsidR="008F511E" w:rsidRPr="008F511E" w:rsidRDefault="00B244C5" w:rsidP="00095819">
      <w:pPr>
        <w:rPr>
          <w:lang w:val="en-GB"/>
        </w:rPr>
      </w:pPr>
      <w:r w:rsidRPr="008F5AAB">
        <w:t>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2023 feiert das Familienunternehmen sein 160. Gründungsjubiläum.</w:t>
      </w:r>
      <w:r w:rsidR="00A03805">
        <w:rPr>
          <w:noProof/>
          <w:lang w:eastAsia="de-DE"/>
        </w:rPr>
        <mc:AlternateContent>
          <mc:Choice Requires="wps">
            <w:drawing>
              <wp:anchor distT="180340" distB="0" distL="114300" distR="114300" simplePos="0" relativeHeight="251659264" behindDoc="0" locked="0" layoutInCell="1" allowOverlap="1" wp14:anchorId="312B3B44" wp14:editId="628D67B5">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B05F6C" w:rsidRPr="002627A3" w14:paraId="75AE6890" w14:textId="77777777" w:rsidTr="00454337">
                              <w:trPr>
                                <w:cantSplit/>
                                <w:trHeight w:hRule="exact" w:val="482"/>
                              </w:trPr>
                              <w:tc>
                                <w:tcPr>
                                  <w:tcW w:w="6321" w:type="dxa"/>
                                  <w:tcMar>
                                    <w:bottom w:w="91" w:type="dxa"/>
                                  </w:tcMar>
                                </w:tcPr>
                                <w:p w14:paraId="4F832850" w14:textId="77777777" w:rsidR="00B05F6C" w:rsidRPr="002627A3" w:rsidRDefault="00B05F6C" w:rsidP="00113091">
                                  <w:pPr>
                                    <w:pStyle w:val="KontaktTitel"/>
                                  </w:pPr>
                                  <w:r w:rsidRPr="002627A3">
                                    <w:t>Kontakt</w:t>
                                  </w:r>
                                </w:p>
                              </w:tc>
                            </w:tr>
                            <w:tr w:rsidR="00B05F6C" w:rsidRPr="00C3223A" w14:paraId="1295D824" w14:textId="77777777" w:rsidTr="00575AEF">
                              <w:trPr>
                                <w:cantSplit/>
                                <w:trHeight w:hRule="exact" w:val="425"/>
                              </w:trPr>
                              <w:tc>
                                <w:tcPr>
                                  <w:tcW w:w="6321" w:type="dxa"/>
                                </w:tcPr>
                                <w:p w14:paraId="3EEE64E8" w14:textId="77777777" w:rsidR="00B05F6C" w:rsidRPr="00F15040" w:rsidRDefault="00B05F6C" w:rsidP="00094A49">
                                  <w:pPr>
                                    <w:pStyle w:val="Kontakt"/>
                                    <w:rPr>
                                      <w:lang w:val="en-GB"/>
                                    </w:rPr>
                                  </w:pPr>
                                  <w:bookmarkStart w:id="2"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2"/>
                                </w:p>
                                <w:p w14:paraId="5AA1F737" w14:textId="77777777" w:rsidR="00B05F6C" w:rsidRPr="00F15040" w:rsidRDefault="00B05F6C"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Leonberg</w:t>
                                  </w:r>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1991AAC8" w14:textId="77777777" w:rsidR="00B05F6C" w:rsidRPr="007F0435" w:rsidRDefault="00B05F6C"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2B3B44"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B05F6C" w:rsidRPr="002627A3" w14:paraId="75AE6890" w14:textId="77777777" w:rsidTr="00454337">
                        <w:trPr>
                          <w:cantSplit/>
                          <w:trHeight w:hRule="exact" w:val="482"/>
                        </w:trPr>
                        <w:tc>
                          <w:tcPr>
                            <w:tcW w:w="6321" w:type="dxa"/>
                            <w:tcMar>
                              <w:bottom w:w="91" w:type="dxa"/>
                            </w:tcMar>
                          </w:tcPr>
                          <w:p w14:paraId="4F832850" w14:textId="77777777" w:rsidR="00B05F6C" w:rsidRPr="002627A3" w:rsidRDefault="00B05F6C" w:rsidP="00113091">
                            <w:pPr>
                              <w:pStyle w:val="KontaktTitel"/>
                            </w:pPr>
                            <w:r w:rsidRPr="002627A3">
                              <w:t>Kontakt</w:t>
                            </w:r>
                          </w:p>
                        </w:tc>
                      </w:tr>
                      <w:tr w:rsidR="00B05F6C" w:rsidRPr="00C3223A" w14:paraId="1295D824" w14:textId="77777777" w:rsidTr="00575AEF">
                        <w:trPr>
                          <w:cantSplit/>
                          <w:trHeight w:hRule="exact" w:val="425"/>
                        </w:trPr>
                        <w:tc>
                          <w:tcPr>
                            <w:tcW w:w="6321" w:type="dxa"/>
                          </w:tcPr>
                          <w:p w14:paraId="3EEE64E8" w14:textId="77777777" w:rsidR="00B05F6C" w:rsidRPr="00F15040" w:rsidRDefault="00B05F6C" w:rsidP="00094A49">
                            <w:pPr>
                              <w:pStyle w:val="Kontakt"/>
                              <w:rPr>
                                <w:lang w:val="en-GB"/>
                              </w:rPr>
                            </w:pPr>
                            <w:bookmarkStart w:id="3"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3"/>
                          </w:p>
                          <w:p w14:paraId="5AA1F737" w14:textId="77777777" w:rsidR="00B05F6C" w:rsidRPr="00F15040" w:rsidRDefault="00B05F6C"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Leonberg</w:t>
                            </w:r>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1991AAC8" w14:textId="77777777" w:rsidR="00B05F6C" w:rsidRPr="007F0435" w:rsidRDefault="00B05F6C"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792C8E">
      <w:headerReference w:type="default" r:id="rId12"/>
      <w:footerReference w:type="default" r:id="rId13"/>
      <w:headerReference w:type="first" r:id="rId14"/>
      <w:pgSz w:w="11906" w:h="16838" w:code="9"/>
      <w:pgMar w:top="5165" w:right="2975"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B85C5" w14:textId="77777777" w:rsidR="00E110F4" w:rsidRDefault="00E110F4" w:rsidP="008D6134">
      <w:pPr>
        <w:spacing w:line="240" w:lineRule="auto"/>
      </w:pPr>
      <w:r>
        <w:separator/>
      </w:r>
    </w:p>
  </w:endnote>
  <w:endnote w:type="continuationSeparator" w:id="0">
    <w:p w14:paraId="5AE047EF" w14:textId="77777777" w:rsidR="00E110F4" w:rsidRDefault="00E110F4" w:rsidP="008D6134">
      <w:pPr>
        <w:spacing w:line="240" w:lineRule="auto"/>
      </w:pPr>
      <w:r>
        <w:continuationSeparator/>
      </w:r>
    </w:p>
  </w:endnote>
  <w:endnote w:type="continuationNotice" w:id="1">
    <w:p w14:paraId="1D2845B5" w14:textId="77777777" w:rsidR="00E110F4" w:rsidRDefault="00E110F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E4423" w14:textId="77777777" w:rsidR="00B05F6C" w:rsidRDefault="00B05F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FB27A" w14:textId="77777777" w:rsidR="00E110F4" w:rsidRDefault="00E110F4" w:rsidP="008D6134">
      <w:pPr>
        <w:spacing w:line="240" w:lineRule="auto"/>
      </w:pPr>
      <w:r>
        <w:separator/>
      </w:r>
    </w:p>
  </w:footnote>
  <w:footnote w:type="continuationSeparator" w:id="0">
    <w:p w14:paraId="067E34A8" w14:textId="77777777" w:rsidR="00E110F4" w:rsidRDefault="00E110F4" w:rsidP="008D6134">
      <w:pPr>
        <w:spacing w:line="240" w:lineRule="auto"/>
      </w:pPr>
      <w:r>
        <w:continuationSeparator/>
      </w:r>
    </w:p>
  </w:footnote>
  <w:footnote w:type="continuationNotice" w:id="1">
    <w:p w14:paraId="27EE28CA" w14:textId="77777777" w:rsidR="00E110F4" w:rsidRDefault="00E110F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B05F6C" w:rsidRPr="00C3223A" w14:paraId="7502EBEE" w14:textId="77777777" w:rsidTr="00B556B7">
      <w:trPr>
        <w:trHeight w:hRule="exact" w:val="204"/>
      </w:trPr>
      <w:tc>
        <w:tcPr>
          <w:tcW w:w="7359" w:type="dxa"/>
          <w:tcMar>
            <w:bottom w:w="45" w:type="dxa"/>
          </w:tcMar>
        </w:tcPr>
        <w:p w14:paraId="28D45663" w14:textId="77777777" w:rsidR="00B05F6C" w:rsidRPr="007C2C48" w:rsidRDefault="00B05F6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B05F6C" w14:paraId="3F5DDB6D" w14:textId="77777777" w:rsidTr="00B556B7">
      <w:trPr>
        <w:trHeight w:hRule="exact" w:val="425"/>
      </w:trPr>
      <w:tc>
        <w:tcPr>
          <w:tcW w:w="7359" w:type="dxa"/>
          <w:tcMar>
            <w:top w:w="210" w:type="dxa"/>
            <w:bottom w:w="57" w:type="dxa"/>
          </w:tcMar>
        </w:tcPr>
        <w:p w14:paraId="0C21ECBF" w14:textId="77777777" w:rsidR="00B05F6C" w:rsidRDefault="00000000" w:rsidP="00B556B7">
          <w:pPr>
            <w:pStyle w:val="DokumenttypFolgeseiten"/>
            <w:framePr w:hSpace="0" w:wrap="auto" w:vAnchor="margin" w:yAlign="inline"/>
          </w:pPr>
          <w:fldSimple w:instr=" REF  BM_Dokumenttyp  \* MERGEFORMAT ">
            <w:r w:rsidR="00B05F6C" w:rsidRPr="008B572B">
              <w:t>Pressemitteilung</w:t>
            </w:r>
          </w:fldSimple>
        </w:p>
        <w:p w14:paraId="0C84026E" w14:textId="77777777" w:rsidR="00B05F6C" w:rsidRPr="00C65692" w:rsidRDefault="00B05F6C" w:rsidP="00B556B7">
          <w:pPr>
            <w:pStyle w:val="DokumenttypFolgeseiten"/>
            <w:framePr w:hSpace="0" w:wrap="auto" w:vAnchor="margin" w:yAlign="inline"/>
          </w:pPr>
          <w:r>
            <w:t>Ü</w:t>
          </w:r>
        </w:p>
      </w:tc>
    </w:tr>
    <w:tr w:rsidR="00B05F6C" w:rsidRPr="008A2F5C" w14:paraId="39092C42" w14:textId="77777777" w:rsidTr="00B556B7">
      <w:trPr>
        <w:trHeight w:hRule="exact" w:val="215"/>
      </w:trPr>
      <w:tc>
        <w:tcPr>
          <w:tcW w:w="7359" w:type="dxa"/>
        </w:tcPr>
        <w:p w14:paraId="0EB7B78C" w14:textId="60AE5B91" w:rsidR="00B05F6C" w:rsidRPr="008A2F5C" w:rsidRDefault="00B05F6C"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07-19T00:00:00Z">
                <w:dateFormat w:val="dd.MM.yyyy"/>
                <w:lid w:val="de-DE"/>
                <w:storeMappedDataAs w:val="dateTime"/>
                <w:calendar w:val="gregorian"/>
              </w:date>
            </w:sdtPr>
            <w:sdtContent>
              <w:r w:rsidR="002D0C4D">
                <w:t>19.07.2023</w:t>
              </w:r>
            </w:sdtContent>
          </w:sdt>
        </w:p>
      </w:tc>
    </w:tr>
  </w:tbl>
  <w:p w14:paraId="2FF3B4DF" w14:textId="77777777" w:rsidR="00B05F6C" w:rsidRPr="00A2525B" w:rsidRDefault="00B05F6C"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Pr>
        <w:b w:val="0"/>
        <w:noProof/>
      </w:rPr>
      <w:t>3</w:t>
    </w:r>
    <w:r w:rsidRPr="00372112">
      <w:rPr>
        <w:b w:val="0"/>
      </w:rPr>
      <w:fldChar w:fldCharType="end"/>
    </w:r>
  </w:p>
  <w:p w14:paraId="336EA122" w14:textId="77777777" w:rsidR="00B05F6C" w:rsidRDefault="00B05F6C">
    <w:pPr>
      <w:pStyle w:val="Kopfzeile"/>
    </w:pPr>
    <w:r>
      <w:rPr>
        <w:noProof/>
        <w:lang w:eastAsia="de-DE"/>
      </w:rPr>
      <w:drawing>
        <wp:anchor distT="0" distB="0" distL="114300" distR="114300" simplePos="0" relativeHeight="251669504" behindDoc="1" locked="1" layoutInCell="1" allowOverlap="1" wp14:anchorId="57B581FC" wp14:editId="69489416">
          <wp:simplePos x="0" y="0"/>
          <wp:positionH relativeFrom="rightMargin">
            <wp:posOffset>-438150</wp:posOffset>
          </wp:positionH>
          <wp:positionV relativeFrom="page">
            <wp:posOffset>819150</wp:posOffset>
          </wp:positionV>
          <wp:extent cx="1619885" cy="161988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774D" w14:textId="77777777" w:rsidR="00B05F6C" w:rsidRPr="00A2525B" w:rsidRDefault="00B05F6C"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Pr>
        <w:b w:val="0"/>
        <w:noProof/>
      </w:rPr>
      <w:t>3</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B05F6C" w:rsidRPr="00C3223A" w14:paraId="712537AA" w14:textId="77777777" w:rsidTr="005A529F">
      <w:trPr>
        <w:trHeight w:hRule="exact" w:val="198"/>
      </w:trPr>
      <w:tc>
        <w:tcPr>
          <w:tcW w:w="7371" w:type="dxa"/>
        </w:tcPr>
        <w:p w14:paraId="5B3A92F9" w14:textId="77777777" w:rsidR="00B05F6C" w:rsidRPr="005A4E09" w:rsidRDefault="00B05F6C" w:rsidP="005A529F">
          <w:pPr>
            <w:pStyle w:val="Absender"/>
            <w:framePr w:hSpace="0" w:wrap="auto" w:vAnchor="margin" w:hAnchor="text" w:yAlign="inline"/>
          </w:pPr>
          <w:bookmarkStart w:id="4"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4"/>
        </w:p>
      </w:tc>
    </w:tr>
    <w:tr w:rsidR="00B05F6C" w:rsidRPr="005A4E09" w14:paraId="06BB55B4" w14:textId="77777777" w:rsidTr="005A529F">
      <w:trPr>
        <w:trHeight w:val="765"/>
      </w:trPr>
      <w:tc>
        <w:tcPr>
          <w:tcW w:w="7371" w:type="dxa"/>
          <w:tcMar>
            <w:top w:w="204" w:type="dxa"/>
          </w:tcMar>
        </w:tcPr>
        <w:p w14:paraId="3BD57376" w14:textId="77777777" w:rsidR="00B05F6C" w:rsidRPr="008B572B" w:rsidRDefault="00B05F6C" w:rsidP="005A529F">
          <w:pPr>
            <w:pStyle w:val="Dokumenttyp"/>
            <w:framePr w:hSpace="0" w:wrap="auto" w:vAnchor="margin" w:hAnchor="text" w:yAlign="inline"/>
          </w:pPr>
          <w:bookmarkStart w:id="5" w:name="BM_Dokumenttyp"/>
          <w:r w:rsidRPr="008B572B">
            <w:t>Pressemitteilung</w:t>
          </w:r>
          <w:bookmarkEnd w:id="5"/>
        </w:p>
      </w:tc>
    </w:tr>
  </w:tbl>
  <w:p w14:paraId="5BD39A14" w14:textId="77777777" w:rsidR="00B05F6C" w:rsidRDefault="00B05F6C">
    <w:pPr>
      <w:pStyle w:val="Kopfzeile"/>
    </w:pPr>
    <w:r>
      <w:rPr>
        <w:noProof/>
        <w:lang w:eastAsia="de-DE"/>
      </w:rPr>
      <w:drawing>
        <wp:anchor distT="0" distB="0" distL="114300" distR="114300" simplePos="0" relativeHeight="251667456" behindDoc="1" locked="1" layoutInCell="1" allowOverlap="1" wp14:anchorId="2065ED48" wp14:editId="014C9C1B">
          <wp:simplePos x="0" y="0"/>
          <wp:positionH relativeFrom="page">
            <wp:posOffset>5105400</wp:posOffset>
          </wp:positionH>
          <wp:positionV relativeFrom="page">
            <wp:posOffset>838200</wp:posOffset>
          </wp:positionV>
          <wp:extent cx="1620000" cy="162000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730D6D14" wp14:editId="651E9E16">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9873B5"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62A3A71A" wp14:editId="3B4E8CFA">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E5FA4D"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733B"/>
    <w:multiLevelType w:val="multilevel"/>
    <w:tmpl w:val="FF26E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BD49DC"/>
    <w:multiLevelType w:val="hybridMultilevel"/>
    <w:tmpl w:val="98D808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7EE7658"/>
    <w:multiLevelType w:val="multilevel"/>
    <w:tmpl w:val="B4C8D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60190D"/>
    <w:multiLevelType w:val="hybridMultilevel"/>
    <w:tmpl w:val="205A71E8"/>
    <w:lvl w:ilvl="0" w:tplc="1220C2F0">
      <w:start w:val="34"/>
      <w:numFmt w:val="decimal"/>
      <w:lvlText w:val="%1"/>
      <w:lvlJc w:val="left"/>
      <w:pPr>
        <w:ind w:left="720" w:hanging="360"/>
      </w:pPr>
      <w:rPr>
        <w:rFonts w:hint="default"/>
        <w:sz w:val="15"/>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77C17AC"/>
    <w:multiLevelType w:val="multilevel"/>
    <w:tmpl w:val="BDE4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8D2F4D"/>
    <w:multiLevelType w:val="multilevel"/>
    <w:tmpl w:val="BEEA9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993CE8"/>
    <w:multiLevelType w:val="hybridMultilevel"/>
    <w:tmpl w:val="BDFE2AF2"/>
    <w:lvl w:ilvl="0" w:tplc="4F84F536">
      <w:start w:val="3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5EF5B8A"/>
    <w:multiLevelType w:val="multilevel"/>
    <w:tmpl w:val="139A3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703168103">
    <w:abstractNumId w:val="8"/>
  </w:num>
  <w:num w:numId="2" w16cid:durableId="266885527">
    <w:abstractNumId w:val="4"/>
  </w:num>
  <w:num w:numId="3" w16cid:durableId="780488746">
    <w:abstractNumId w:val="0"/>
  </w:num>
  <w:num w:numId="4" w16cid:durableId="378865876">
    <w:abstractNumId w:val="2"/>
  </w:num>
  <w:num w:numId="5" w16cid:durableId="127362346">
    <w:abstractNumId w:val="7"/>
  </w:num>
  <w:num w:numId="6" w16cid:durableId="691494764">
    <w:abstractNumId w:val="1"/>
  </w:num>
  <w:num w:numId="7" w16cid:durableId="348408715">
    <w:abstractNumId w:val="5"/>
  </w:num>
  <w:num w:numId="8" w16cid:durableId="330257442">
    <w:abstractNumId w:val="3"/>
  </w:num>
  <w:num w:numId="9" w16cid:durableId="16293574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E84"/>
    <w:rsid w:val="00014F7B"/>
    <w:rsid w:val="00020CC9"/>
    <w:rsid w:val="00025DF7"/>
    <w:rsid w:val="00034206"/>
    <w:rsid w:val="00035396"/>
    <w:rsid w:val="0004653D"/>
    <w:rsid w:val="0004681B"/>
    <w:rsid w:val="0005443A"/>
    <w:rsid w:val="00057531"/>
    <w:rsid w:val="00057BE4"/>
    <w:rsid w:val="00062822"/>
    <w:rsid w:val="00064648"/>
    <w:rsid w:val="00076336"/>
    <w:rsid w:val="0008169D"/>
    <w:rsid w:val="00081955"/>
    <w:rsid w:val="000878B9"/>
    <w:rsid w:val="00094A49"/>
    <w:rsid w:val="00095819"/>
    <w:rsid w:val="000A6F9A"/>
    <w:rsid w:val="000B02C6"/>
    <w:rsid w:val="000C1DEE"/>
    <w:rsid w:val="000C64CB"/>
    <w:rsid w:val="000F0636"/>
    <w:rsid w:val="000F0E2F"/>
    <w:rsid w:val="00101D15"/>
    <w:rsid w:val="00110BB8"/>
    <w:rsid w:val="00113091"/>
    <w:rsid w:val="001157E0"/>
    <w:rsid w:val="00120461"/>
    <w:rsid w:val="0012148F"/>
    <w:rsid w:val="001261D2"/>
    <w:rsid w:val="00126C7A"/>
    <w:rsid w:val="00131D40"/>
    <w:rsid w:val="00137805"/>
    <w:rsid w:val="001512BD"/>
    <w:rsid w:val="001515C2"/>
    <w:rsid w:val="001615F5"/>
    <w:rsid w:val="001673EE"/>
    <w:rsid w:val="00176224"/>
    <w:rsid w:val="00176AC8"/>
    <w:rsid w:val="00196BB1"/>
    <w:rsid w:val="001A0FD2"/>
    <w:rsid w:val="001B1EB8"/>
    <w:rsid w:val="001C436F"/>
    <w:rsid w:val="001C458B"/>
    <w:rsid w:val="001E170E"/>
    <w:rsid w:val="001F462D"/>
    <w:rsid w:val="001F6E6A"/>
    <w:rsid w:val="002019E3"/>
    <w:rsid w:val="002061E2"/>
    <w:rsid w:val="0021122F"/>
    <w:rsid w:val="00213B7E"/>
    <w:rsid w:val="00220051"/>
    <w:rsid w:val="002238F5"/>
    <w:rsid w:val="00233ACD"/>
    <w:rsid w:val="00252D43"/>
    <w:rsid w:val="002627A3"/>
    <w:rsid w:val="00277AFF"/>
    <w:rsid w:val="002833C8"/>
    <w:rsid w:val="0029168E"/>
    <w:rsid w:val="0029378C"/>
    <w:rsid w:val="00295C6C"/>
    <w:rsid w:val="00295D67"/>
    <w:rsid w:val="00297320"/>
    <w:rsid w:val="002A2B85"/>
    <w:rsid w:val="002B7D62"/>
    <w:rsid w:val="002D0C4D"/>
    <w:rsid w:val="002D4EAE"/>
    <w:rsid w:val="002E0E73"/>
    <w:rsid w:val="002F1A0A"/>
    <w:rsid w:val="002F68CD"/>
    <w:rsid w:val="003009E6"/>
    <w:rsid w:val="003018B3"/>
    <w:rsid w:val="003023FF"/>
    <w:rsid w:val="0030501D"/>
    <w:rsid w:val="00313097"/>
    <w:rsid w:val="0031648C"/>
    <w:rsid w:val="00322897"/>
    <w:rsid w:val="00337DBB"/>
    <w:rsid w:val="003500F0"/>
    <w:rsid w:val="00362821"/>
    <w:rsid w:val="003660CB"/>
    <w:rsid w:val="00372112"/>
    <w:rsid w:val="003724F6"/>
    <w:rsid w:val="00381993"/>
    <w:rsid w:val="00381A1A"/>
    <w:rsid w:val="003A1C1B"/>
    <w:rsid w:val="003B21CC"/>
    <w:rsid w:val="003B3CC1"/>
    <w:rsid w:val="003B5C62"/>
    <w:rsid w:val="003B6950"/>
    <w:rsid w:val="003C0C6E"/>
    <w:rsid w:val="003C69DE"/>
    <w:rsid w:val="003D37C3"/>
    <w:rsid w:val="003D3E4F"/>
    <w:rsid w:val="003D7975"/>
    <w:rsid w:val="003F3AD4"/>
    <w:rsid w:val="003F7DD3"/>
    <w:rsid w:val="004149AA"/>
    <w:rsid w:val="00420C17"/>
    <w:rsid w:val="00420C31"/>
    <w:rsid w:val="00421CB6"/>
    <w:rsid w:val="004249F2"/>
    <w:rsid w:val="00426BD4"/>
    <w:rsid w:val="00431932"/>
    <w:rsid w:val="00441061"/>
    <w:rsid w:val="00453D8C"/>
    <w:rsid w:val="00454337"/>
    <w:rsid w:val="004578AB"/>
    <w:rsid w:val="00462C67"/>
    <w:rsid w:val="00472115"/>
    <w:rsid w:val="0047241A"/>
    <w:rsid w:val="00476F01"/>
    <w:rsid w:val="0048050B"/>
    <w:rsid w:val="0049329C"/>
    <w:rsid w:val="00493D3A"/>
    <w:rsid w:val="004A47BB"/>
    <w:rsid w:val="004B1641"/>
    <w:rsid w:val="004C2988"/>
    <w:rsid w:val="004D0B65"/>
    <w:rsid w:val="004D30B1"/>
    <w:rsid w:val="004D598C"/>
    <w:rsid w:val="004E1746"/>
    <w:rsid w:val="004E1AAA"/>
    <w:rsid w:val="004F11F0"/>
    <w:rsid w:val="004F5F28"/>
    <w:rsid w:val="00501A06"/>
    <w:rsid w:val="00506D55"/>
    <w:rsid w:val="00512C05"/>
    <w:rsid w:val="00516727"/>
    <w:rsid w:val="005177F3"/>
    <w:rsid w:val="005212A4"/>
    <w:rsid w:val="00521789"/>
    <w:rsid w:val="00525290"/>
    <w:rsid w:val="005252F5"/>
    <w:rsid w:val="0053157C"/>
    <w:rsid w:val="005333C7"/>
    <w:rsid w:val="00535431"/>
    <w:rsid w:val="005356A9"/>
    <w:rsid w:val="00546F76"/>
    <w:rsid w:val="0055141C"/>
    <w:rsid w:val="00572FD7"/>
    <w:rsid w:val="00575AEF"/>
    <w:rsid w:val="00576DC8"/>
    <w:rsid w:val="005835AC"/>
    <w:rsid w:val="00590F61"/>
    <w:rsid w:val="00591E9B"/>
    <w:rsid w:val="00595035"/>
    <w:rsid w:val="00595B52"/>
    <w:rsid w:val="005A1022"/>
    <w:rsid w:val="005A4E09"/>
    <w:rsid w:val="005A529F"/>
    <w:rsid w:val="005B17A2"/>
    <w:rsid w:val="005C406E"/>
    <w:rsid w:val="005E17DB"/>
    <w:rsid w:val="0060196E"/>
    <w:rsid w:val="006145C6"/>
    <w:rsid w:val="00627CFB"/>
    <w:rsid w:val="00632287"/>
    <w:rsid w:val="006353D9"/>
    <w:rsid w:val="00650096"/>
    <w:rsid w:val="00661485"/>
    <w:rsid w:val="006713C3"/>
    <w:rsid w:val="006743FB"/>
    <w:rsid w:val="00683906"/>
    <w:rsid w:val="00687657"/>
    <w:rsid w:val="006900B5"/>
    <w:rsid w:val="006934C0"/>
    <w:rsid w:val="006A6C5D"/>
    <w:rsid w:val="006B111C"/>
    <w:rsid w:val="006B7B6F"/>
    <w:rsid w:val="006C43A2"/>
    <w:rsid w:val="006F61C6"/>
    <w:rsid w:val="007003CF"/>
    <w:rsid w:val="00702739"/>
    <w:rsid w:val="00736DFF"/>
    <w:rsid w:val="00742404"/>
    <w:rsid w:val="0074360A"/>
    <w:rsid w:val="00750CB1"/>
    <w:rsid w:val="0075198D"/>
    <w:rsid w:val="00752C8E"/>
    <w:rsid w:val="00763561"/>
    <w:rsid w:val="00766EA3"/>
    <w:rsid w:val="00770722"/>
    <w:rsid w:val="00772A8A"/>
    <w:rsid w:val="007766DC"/>
    <w:rsid w:val="00782B4B"/>
    <w:rsid w:val="00783134"/>
    <w:rsid w:val="00784F6A"/>
    <w:rsid w:val="00792C8E"/>
    <w:rsid w:val="007B569F"/>
    <w:rsid w:val="007C2C48"/>
    <w:rsid w:val="007D2B0C"/>
    <w:rsid w:val="007D3005"/>
    <w:rsid w:val="007D4F8A"/>
    <w:rsid w:val="007D52D5"/>
    <w:rsid w:val="007E6F66"/>
    <w:rsid w:val="007F0435"/>
    <w:rsid w:val="007F1615"/>
    <w:rsid w:val="00846FEA"/>
    <w:rsid w:val="008472AA"/>
    <w:rsid w:val="008510DC"/>
    <w:rsid w:val="00853D89"/>
    <w:rsid w:val="0085473A"/>
    <w:rsid w:val="00863B08"/>
    <w:rsid w:val="008649EA"/>
    <w:rsid w:val="00865173"/>
    <w:rsid w:val="0087304F"/>
    <w:rsid w:val="00891F4B"/>
    <w:rsid w:val="00895127"/>
    <w:rsid w:val="00896987"/>
    <w:rsid w:val="008A2F5C"/>
    <w:rsid w:val="008B572B"/>
    <w:rsid w:val="008B5ABA"/>
    <w:rsid w:val="008C32F8"/>
    <w:rsid w:val="008C3798"/>
    <w:rsid w:val="008C5D1D"/>
    <w:rsid w:val="008D2213"/>
    <w:rsid w:val="008D6134"/>
    <w:rsid w:val="008E707F"/>
    <w:rsid w:val="008E7D70"/>
    <w:rsid w:val="008F0D1C"/>
    <w:rsid w:val="008F511E"/>
    <w:rsid w:val="008F5AAB"/>
    <w:rsid w:val="00901544"/>
    <w:rsid w:val="009114F1"/>
    <w:rsid w:val="009141D1"/>
    <w:rsid w:val="009149AE"/>
    <w:rsid w:val="009220B2"/>
    <w:rsid w:val="00924735"/>
    <w:rsid w:val="00925FCD"/>
    <w:rsid w:val="00941706"/>
    <w:rsid w:val="0094600A"/>
    <w:rsid w:val="00955B1B"/>
    <w:rsid w:val="00956D2E"/>
    <w:rsid w:val="009720D0"/>
    <w:rsid w:val="00980D79"/>
    <w:rsid w:val="00984FCC"/>
    <w:rsid w:val="00985266"/>
    <w:rsid w:val="00991C14"/>
    <w:rsid w:val="0099368D"/>
    <w:rsid w:val="009976A9"/>
    <w:rsid w:val="009A31E9"/>
    <w:rsid w:val="009A5749"/>
    <w:rsid w:val="009B16EE"/>
    <w:rsid w:val="009B3C39"/>
    <w:rsid w:val="009C694F"/>
    <w:rsid w:val="00A03805"/>
    <w:rsid w:val="00A13AF3"/>
    <w:rsid w:val="00A14C91"/>
    <w:rsid w:val="00A2285E"/>
    <w:rsid w:val="00A22BB1"/>
    <w:rsid w:val="00A238D8"/>
    <w:rsid w:val="00A2525B"/>
    <w:rsid w:val="00A330C9"/>
    <w:rsid w:val="00A37A65"/>
    <w:rsid w:val="00A457CA"/>
    <w:rsid w:val="00A64ED9"/>
    <w:rsid w:val="00A70AA9"/>
    <w:rsid w:val="00A72214"/>
    <w:rsid w:val="00A76844"/>
    <w:rsid w:val="00A85DF9"/>
    <w:rsid w:val="00A9034D"/>
    <w:rsid w:val="00A91680"/>
    <w:rsid w:val="00AA25C7"/>
    <w:rsid w:val="00AA7052"/>
    <w:rsid w:val="00AA718D"/>
    <w:rsid w:val="00AB4D03"/>
    <w:rsid w:val="00AB603E"/>
    <w:rsid w:val="00AC502E"/>
    <w:rsid w:val="00AC5A03"/>
    <w:rsid w:val="00AD0155"/>
    <w:rsid w:val="00AD67C6"/>
    <w:rsid w:val="00AD6CE7"/>
    <w:rsid w:val="00AE7E5B"/>
    <w:rsid w:val="00B05686"/>
    <w:rsid w:val="00B05F6C"/>
    <w:rsid w:val="00B06CCE"/>
    <w:rsid w:val="00B22183"/>
    <w:rsid w:val="00B223C4"/>
    <w:rsid w:val="00B244C5"/>
    <w:rsid w:val="00B542C6"/>
    <w:rsid w:val="00B556B7"/>
    <w:rsid w:val="00B74830"/>
    <w:rsid w:val="00BB1269"/>
    <w:rsid w:val="00BD696B"/>
    <w:rsid w:val="00BF2B94"/>
    <w:rsid w:val="00C02CDD"/>
    <w:rsid w:val="00C04AEC"/>
    <w:rsid w:val="00C232A8"/>
    <w:rsid w:val="00C3223A"/>
    <w:rsid w:val="00C3654A"/>
    <w:rsid w:val="00C405F5"/>
    <w:rsid w:val="00C40C71"/>
    <w:rsid w:val="00C65692"/>
    <w:rsid w:val="00C66D3F"/>
    <w:rsid w:val="00C94AE1"/>
    <w:rsid w:val="00CA7729"/>
    <w:rsid w:val="00CC726C"/>
    <w:rsid w:val="00CF2310"/>
    <w:rsid w:val="00CF641B"/>
    <w:rsid w:val="00D17E84"/>
    <w:rsid w:val="00D21E65"/>
    <w:rsid w:val="00D23026"/>
    <w:rsid w:val="00D263AB"/>
    <w:rsid w:val="00D26914"/>
    <w:rsid w:val="00D2742D"/>
    <w:rsid w:val="00D31DE5"/>
    <w:rsid w:val="00D3329F"/>
    <w:rsid w:val="00D5446F"/>
    <w:rsid w:val="00D61297"/>
    <w:rsid w:val="00D827D0"/>
    <w:rsid w:val="00D96745"/>
    <w:rsid w:val="00DA6046"/>
    <w:rsid w:val="00DB4BE6"/>
    <w:rsid w:val="00DC7D49"/>
    <w:rsid w:val="00DD4BA2"/>
    <w:rsid w:val="00DE1ED3"/>
    <w:rsid w:val="00DF67D1"/>
    <w:rsid w:val="00E10257"/>
    <w:rsid w:val="00E110F4"/>
    <w:rsid w:val="00E14DEE"/>
    <w:rsid w:val="00E15820"/>
    <w:rsid w:val="00E21887"/>
    <w:rsid w:val="00E2393F"/>
    <w:rsid w:val="00E308E8"/>
    <w:rsid w:val="00E444E4"/>
    <w:rsid w:val="00E64B45"/>
    <w:rsid w:val="00E64B99"/>
    <w:rsid w:val="00E83C4C"/>
    <w:rsid w:val="00E86DE0"/>
    <w:rsid w:val="00E87626"/>
    <w:rsid w:val="00E9693E"/>
    <w:rsid w:val="00EA094B"/>
    <w:rsid w:val="00EC628A"/>
    <w:rsid w:val="00EC7588"/>
    <w:rsid w:val="00EF0686"/>
    <w:rsid w:val="00F00DB1"/>
    <w:rsid w:val="00F06097"/>
    <w:rsid w:val="00F061F9"/>
    <w:rsid w:val="00F15040"/>
    <w:rsid w:val="00F1788B"/>
    <w:rsid w:val="00F2579D"/>
    <w:rsid w:val="00F2697C"/>
    <w:rsid w:val="00F46B41"/>
    <w:rsid w:val="00F7153E"/>
    <w:rsid w:val="00F86BA2"/>
    <w:rsid w:val="00F96F22"/>
    <w:rsid w:val="00FA0F07"/>
    <w:rsid w:val="00FA3C98"/>
    <w:rsid w:val="00FA5677"/>
    <w:rsid w:val="00FA67B4"/>
    <w:rsid w:val="00FC3909"/>
    <w:rsid w:val="00FC50AE"/>
    <w:rsid w:val="00FC6317"/>
    <w:rsid w:val="00FC686D"/>
    <w:rsid w:val="00FD4D3A"/>
    <w:rsid w:val="00FF503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FAE7C7"/>
  <w15:docId w15:val="{5BAFE4D7-75E1-4476-A161-3545862A4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FA67B4"/>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Funotentext">
    <w:name w:val="footnote text"/>
    <w:basedOn w:val="Standard"/>
    <w:link w:val="FunotentextZchn"/>
    <w:uiPriority w:val="99"/>
    <w:semiHidden/>
    <w:unhideWhenUsed/>
    <w:rsid w:val="00A457CA"/>
    <w:pPr>
      <w:spacing w:line="240" w:lineRule="auto"/>
    </w:pPr>
    <w:rPr>
      <w:sz w:val="20"/>
      <w:szCs w:val="20"/>
    </w:rPr>
  </w:style>
  <w:style w:type="character" w:customStyle="1" w:styleId="FunotentextZchn">
    <w:name w:val="Fußnotentext Zchn"/>
    <w:basedOn w:val="Absatz-Standardschriftart"/>
    <w:link w:val="Funotentext"/>
    <w:uiPriority w:val="99"/>
    <w:semiHidden/>
    <w:rsid w:val="00A457CA"/>
    <w:rPr>
      <w:kern w:val="4"/>
      <w:sz w:val="20"/>
      <w:szCs w:val="20"/>
    </w:rPr>
  </w:style>
  <w:style w:type="character" w:styleId="Funotenzeichen">
    <w:name w:val="footnote reference"/>
    <w:basedOn w:val="Absatz-Standardschriftart"/>
    <w:uiPriority w:val="99"/>
    <w:semiHidden/>
    <w:unhideWhenUsed/>
    <w:rsid w:val="00A457CA"/>
    <w:rPr>
      <w:vertAlign w:val="superscript"/>
    </w:rPr>
  </w:style>
  <w:style w:type="paragraph" w:customStyle="1" w:styleId="bodytext">
    <w:name w:val="bodytext"/>
    <w:basedOn w:val="Standard"/>
    <w:rsid w:val="006743FB"/>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NichtaufgelsteErwhnung">
    <w:name w:val="Unresolved Mention"/>
    <w:basedOn w:val="Absatz-Standardschriftart"/>
    <w:uiPriority w:val="99"/>
    <w:semiHidden/>
    <w:unhideWhenUsed/>
    <w:rsid w:val="00BB1269"/>
    <w:rPr>
      <w:color w:val="605E5C"/>
      <w:shd w:val="clear" w:color="auto" w:fill="E1DFDD"/>
    </w:rPr>
  </w:style>
  <w:style w:type="character" w:styleId="BesuchterLink">
    <w:name w:val="FollowedHyperlink"/>
    <w:basedOn w:val="Absatz-Standardschriftart"/>
    <w:uiPriority w:val="99"/>
    <w:semiHidden/>
    <w:unhideWhenUsed/>
    <w:rsid w:val="00120461"/>
    <w:rPr>
      <w:color w:val="954F72" w:themeColor="followedHyperlink"/>
      <w:u w:val="single"/>
    </w:rPr>
  </w:style>
  <w:style w:type="character" w:styleId="Kommentarzeichen">
    <w:name w:val="annotation reference"/>
    <w:uiPriority w:val="99"/>
    <w:semiHidden/>
    <w:unhideWhenUsed/>
    <w:rPr>
      <w:sz w:val="16"/>
      <w:szCs w:val="16"/>
    </w:rPr>
  </w:style>
  <w:style w:type="paragraph" w:styleId="Kommentartext">
    <w:name w:val="annotation text"/>
    <w:link w:val="KommentartextZchn1"/>
    <w:uiPriority w:val="99"/>
    <w:semiHidden/>
    <w:unhideWhenUsed/>
    <w:pPr>
      <w:spacing w:line="240" w:lineRule="auto"/>
    </w:pPr>
    <w:rPr>
      <w:sz w:val="20"/>
      <w:szCs w:val="20"/>
    </w:rPr>
  </w:style>
  <w:style w:type="character" w:customStyle="1" w:styleId="KommentartextZchn">
    <w:name w:val="Kommentartext Zchn"/>
    <w:basedOn w:val="Absatz-Standardschriftart"/>
    <w:uiPriority w:val="99"/>
    <w:rsid w:val="00277AFF"/>
    <w:rPr>
      <w:kern w:val="4"/>
      <w:sz w:val="20"/>
      <w:szCs w:val="20"/>
    </w:rPr>
  </w:style>
  <w:style w:type="paragraph" w:styleId="Kommentarthema">
    <w:name w:val="annotation subject"/>
    <w:basedOn w:val="Kommentartext"/>
    <w:next w:val="Kommentartext"/>
    <w:link w:val="KommentarthemaZchn1"/>
    <w:uiPriority w:val="99"/>
    <w:semiHidden/>
    <w:unhideWhenUsed/>
    <w:rPr>
      <w:b/>
      <w:bCs/>
    </w:rPr>
  </w:style>
  <w:style w:type="character" w:customStyle="1" w:styleId="KommentarthemaZchn">
    <w:name w:val="Kommentarthema Zchn"/>
    <w:basedOn w:val="KommentartextZchn"/>
    <w:uiPriority w:val="99"/>
    <w:semiHidden/>
    <w:rsid w:val="00277AFF"/>
    <w:rPr>
      <w:b/>
      <w:bCs/>
      <w:kern w:val="4"/>
      <w:sz w:val="20"/>
      <w:szCs w:val="20"/>
    </w:rPr>
  </w:style>
  <w:style w:type="paragraph" w:styleId="berarbeitung">
    <w:name w:val="Revision"/>
    <w:hidden/>
    <w:uiPriority w:val="99"/>
    <w:semiHidden/>
    <w:rsid w:val="008F5AAB"/>
    <w:pPr>
      <w:spacing w:line="240" w:lineRule="auto"/>
    </w:pPr>
    <w:rPr>
      <w:kern w:val="4"/>
    </w:rPr>
  </w:style>
  <w:style w:type="character" w:customStyle="1" w:styleId="KommentarthemaZchn1">
    <w:name w:val="Kommentarthema Zchn1"/>
    <w:basedOn w:val="KommentartextZchn1"/>
    <w:link w:val="Kommentarthema"/>
    <w:uiPriority w:val="99"/>
    <w:semiHidden/>
    <w:rPr>
      <w:b/>
      <w:bCs/>
      <w:sz w:val="20"/>
      <w:szCs w:val="20"/>
    </w:rPr>
  </w:style>
  <w:style w:type="character" w:customStyle="1" w:styleId="KommentartextZchn1">
    <w:name w:val="Kommentartext Zchn1"/>
    <w:link w:val="Kommentartext"/>
    <w:uiPriority w:val="99"/>
    <w:semiHidden/>
    <w:rPr>
      <w:sz w:val="20"/>
      <w:szCs w:val="20"/>
    </w:rPr>
  </w:style>
  <w:style w:type="paragraph" w:styleId="Listenabsatz">
    <w:name w:val="List Paragraph"/>
    <w:basedOn w:val="Standard"/>
    <w:uiPriority w:val="34"/>
    <w:qFormat/>
    <w:rsid w:val="005217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06988">
      <w:bodyDiv w:val="1"/>
      <w:marLeft w:val="0"/>
      <w:marRight w:val="0"/>
      <w:marTop w:val="0"/>
      <w:marBottom w:val="0"/>
      <w:divBdr>
        <w:top w:val="none" w:sz="0" w:space="0" w:color="auto"/>
        <w:left w:val="none" w:sz="0" w:space="0" w:color="auto"/>
        <w:bottom w:val="none" w:sz="0" w:space="0" w:color="auto"/>
        <w:right w:val="none" w:sz="0" w:space="0" w:color="auto"/>
      </w:divBdr>
    </w:div>
    <w:div w:id="259484652">
      <w:bodyDiv w:val="1"/>
      <w:marLeft w:val="0"/>
      <w:marRight w:val="0"/>
      <w:marTop w:val="0"/>
      <w:marBottom w:val="0"/>
      <w:divBdr>
        <w:top w:val="none" w:sz="0" w:space="0" w:color="auto"/>
        <w:left w:val="none" w:sz="0" w:space="0" w:color="auto"/>
        <w:bottom w:val="none" w:sz="0" w:space="0" w:color="auto"/>
        <w:right w:val="none" w:sz="0" w:space="0" w:color="auto"/>
      </w:divBdr>
    </w:div>
    <w:div w:id="741367291">
      <w:bodyDiv w:val="1"/>
      <w:marLeft w:val="0"/>
      <w:marRight w:val="0"/>
      <w:marTop w:val="0"/>
      <w:marBottom w:val="0"/>
      <w:divBdr>
        <w:top w:val="none" w:sz="0" w:space="0" w:color="auto"/>
        <w:left w:val="none" w:sz="0" w:space="0" w:color="auto"/>
        <w:bottom w:val="none" w:sz="0" w:space="0" w:color="auto"/>
        <w:right w:val="none" w:sz="0" w:space="0" w:color="auto"/>
      </w:divBdr>
    </w:div>
    <w:div w:id="745809958">
      <w:bodyDiv w:val="1"/>
      <w:marLeft w:val="0"/>
      <w:marRight w:val="0"/>
      <w:marTop w:val="0"/>
      <w:marBottom w:val="0"/>
      <w:divBdr>
        <w:top w:val="none" w:sz="0" w:space="0" w:color="auto"/>
        <w:left w:val="none" w:sz="0" w:space="0" w:color="auto"/>
        <w:bottom w:val="none" w:sz="0" w:space="0" w:color="auto"/>
        <w:right w:val="none" w:sz="0" w:space="0" w:color="auto"/>
      </w:divBdr>
    </w:div>
    <w:div w:id="819200532">
      <w:bodyDiv w:val="1"/>
      <w:marLeft w:val="0"/>
      <w:marRight w:val="0"/>
      <w:marTop w:val="0"/>
      <w:marBottom w:val="0"/>
      <w:divBdr>
        <w:top w:val="none" w:sz="0" w:space="0" w:color="auto"/>
        <w:left w:val="none" w:sz="0" w:space="0" w:color="auto"/>
        <w:bottom w:val="none" w:sz="0" w:space="0" w:color="auto"/>
        <w:right w:val="none" w:sz="0" w:space="0" w:color="auto"/>
      </w:divBdr>
    </w:div>
    <w:div w:id="837111920">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097365263">
      <w:bodyDiv w:val="1"/>
      <w:marLeft w:val="0"/>
      <w:marRight w:val="0"/>
      <w:marTop w:val="0"/>
      <w:marBottom w:val="0"/>
      <w:divBdr>
        <w:top w:val="none" w:sz="0" w:space="0" w:color="auto"/>
        <w:left w:val="none" w:sz="0" w:space="0" w:color="auto"/>
        <w:bottom w:val="none" w:sz="0" w:space="0" w:color="auto"/>
        <w:right w:val="none" w:sz="0" w:space="0" w:color="auto"/>
      </w:divBdr>
    </w:div>
    <w:div w:id="1097869240">
      <w:bodyDiv w:val="1"/>
      <w:marLeft w:val="0"/>
      <w:marRight w:val="0"/>
      <w:marTop w:val="0"/>
      <w:marBottom w:val="0"/>
      <w:divBdr>
        <w:top w:val="none" w:sz="0" w:space="0" w:color="auto"/>
        <w:left w:val="none" w:sz="0" w:space="0" w:color="auto"/>
        <w:bottom w:val="none" w:sz="0" w:space="0" w:color="auto"/>
        <w:right w:val="none" w:sz="0" w:space="0" w:color="auto"/>
      </w:divBdr>
    </w:div>
    <w:div w:id="1263606608">
      <w:bodyDiv w:val="1"/>
      <w:marLeft w:val="0"/>
      <w:marRight w:val="0"/>
      <w:marTop w:val="0"/>
      <w:marBottom w:val="0"/>
      <w:divBdr>
        <w:top w:val="none" w:sz="0" w:space="0" w:color="auto"/>
        <w:left w:val="none" w:sz="0" w:space="0" w:color="auto"/>
        <w:bottom w:val="none" w:sz="0" w:space="0" w:color="auto"/>
        <w:right w:val="none" w:sz="0" w:space="0" w:color="auto"/>
      </w:divBdr>
    </w:div>
    <w:div w:id="1366297534">
      <w:bodyDiv w:val="1"/>
      <w:marLeft w:val="0"/>
      <w:marRight w:val="0"/>
      <w:marTop w:val="0"/>
      <w:marBottom w:val="0"/>
      <w:divBdr>
        <w:top w:val="none" w:sz="0" w:space="0" w:color="auto"/>
        <w:left w:val="none" w:sz="0" w:space="0" w:color="auto"/>
        <w:bottom w:val="none" w:sz="0" w:space="0" w:color="auto"/>
        <w:right w:val="none" w:sz="0" w:space="0" w:color="auto"/>
      </w:divBdr>
    </w:div>
    <w:div w:id="1476990554">
      <w:bodyDiv w:val="1"/>
      <w:marLeft w:val="0"/>
      <w:marRight w:val="0"/>
      <w:marTop w:val="0"/>
      <w:marBottom w:val="0"/>
      <w:divBdr>
        <w:top w:val="none" w:sz="0" w:space="0" w:color="auto"/>
        <w:left w:val="none" w:sz="0" w:space="0" w:color="auto"/>
        <w:bottom w:val="none" w:sz="0" w:space="0" w:color="auto"/>
        <w:right w:val="none" w:sz="0" w:space="0" w:color="auto"/>
      </w:divBdr>
      <w:divsChild>
        <w:div w:id="72706571">
          <w:marLeft w:val="0"/>
          <w:marRight w:val="0"/>
          <w:marTop w:val="0"/>
          <w:marBottom w:val="0"/>
          <w:divBdr>
            <w:top w:val="none" w:sz="0" w:space="0" w:color="auto"/>
            <w:left w:val="none" w:sz="0" w:space="0" w:color="auto"/>
            <w:bottom w:val="none" w:sz="0" w:space="0" w:color="auto"/>
            <w:right w:val="none" w:sz="0" w:space="0" w:color="auto"/>
          </w:divBdr>
        </w:div>
      </w:divsChild>
    </w:div>
    <w:div w:id="1591936878">
      <w:bodyDiv w:val="1"/>
      <w:marLeft w:val="0"/>
      <w:marRight w:val="0"/>
      <w:marTop w:val="0"/>
      <w:marBottom w:val="0"/>
      <w:divBdr>
        <w:top w:val="none" w:sz="0" w:space="0" w:color="auto"/>
        <w:left w:val="none" w:sz="0" w:space="0" w:color="auto"/>
        <w:bottom w:val="none" w:sz="0" w:space="0" w:color="auto"/>
        <w:right w:val="none" w:sz="0" w:space="0" w:color="auto"/>
      </w:divBdr>
    </w:div>
    <w:div w:id="1844583259">
      <w:bodyDiv w:val="1"/>
      <w:marLeft w:val="0"/>
      <w:marRight w:val="0"/>
      <w:marTop w:val="0"/>
      <w:marBottom w:val="0"/>
      <w:divBdr>
        <w:top w:val="none" w:sz="0" w:space="0" w:color="auto"/>
        <w:left w:val="none" w:sz="0" w:space="0" w:color="auto"/>
        <w:bottom w:val="none" w:sz="0" w:space="0" w:color="auto"/>
        <w:right w:val="none" w:sz="0" w:space="0" w:color="auto"/>
      </w:divBdr>
    </w:div>
    <w:div w:id="1852716216">
      <w:bodyDiv w:val="1"/>
      <w:marLeft w:val="0"/>
      <w:marRight w:val="0"/>
      <w:marTop w:val="0"/>
      <w:marBottom w:val="0"/>
      <w:divBdr>
        <w:top w:val="none" w:sz="0" w:space="0" w:color="auto"/>
        <w:left w:val="none" w:sz="0" w:space="0" w:color="auto"/>
        <w:bottom w:val="none" w:sz="0" w:space="0" w:color="auto"/>
        <w:right w:val="none" w:sz="0" w:space="0" w:color="auto"/>
      </w:divBdr>
    </w:div>
    <w:div w:id="2132435475">
      <w:bodyDiv w:val="1"/>
      <w:marLeft w:val="0"/>
      <w:marRight w:val="0"/>
      <w:marTop w:val="0"/>
      <w:marBottom w:val="0"/>
      <w:divBdr>
        <w:top w:val="none" w:sz="0" w:space="0" w:color="auto"/>
        <w:left w:val="none" w:sz="0" w:space="0" w:color="auto"/>
        <w:bottom w:val="none" w:sz="0" w:space="0" w:color="auto"/>
        <w:right w:val="none" w:sz="0" w:space="0" w:color="auto"/>
      </w:divBdr>
    </w:div>
    <w:div w:id="213871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eze.de/de/newsroom/160-jahre-lebenswerte-gebaeude-geze-feiert-jubilaeum?utm_source=PR&amp;utm_medium=referral&amp;utm_campaign=160Jahre_Jubilaeu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160jahre.geze.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edlund/Downloads/Pressemitteilung_Vorlage_160%20J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C9D4A27B9B34427A8626F2BFF99EAF3"/>
        <w:category>
          <w:name w:val="Allgemein"/>
          <w:gallery w:val="placeholder"/>
        </w:category>
        <w:types>
          <w:type w:val="bbPlcHdr"/>
        </w:types>
        <w:behaviors>
          <w:behavior w:val="content"/>
        </w:behaviors>
        <w:guid w:val="{1D852D52-D745-4874-BFE5-BC4B7AC44885}"/>
      </w:docPartPr>
      <w:docPartBody>
        <w:p w:rsidR="00C22827" w:rsidRDefault="00B34D55">
          <w:pPr>
            <w:pStyle w:val="1C9D4A27B9B34427A8626F2BFF99EAF3"/>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AE0"/>
    <w:rsid w:val="000000E6"/>
    <w:rsid w:val="00010000"/>
    <w:rsid w:val="000653EB"/>
    <w:rsid w:val="000733C1"/>
    <w:rsid w:val="00185786"/>
    <w:rsid w:val="001920AC"/>
    <w:rsid w:val="00193CDD"/>
    <w:rsid w:val="001D0A27"/>
    <w:rsid w:val="0026490D"/>
    <w:rsid w:val="00334265"/>
    <w:rsid w:val="003B572C"/>
    <w:rsid w:val="003E691D"/>
    <w:rsid w:val="00571932"/>
    <w:rsid w:val="005A2A0E"/>
    <w:rsid w:val="005C7645"/>
    <w:rsid w:val="00614387"/>
    <w:rsid w:val="00630C15"/>
    <w:rsid w:val="00660313"/>
    <w:rsid w:val="006A7270"/>
    <w:rsid w:val="006F09BB"/>
    <w:rsid w:val="006F0C83"/>
    <w:rsid w:val="00780B96"/>
    <w:rsid w:val="0079320A"/>
    <w:rsid w:val="007D6F51"/>
    <w:rsid w:val="00876066"/>
    <w:rsid w:val="00980DB2"/>
    <w:rsid w:val="00B34D55"/>
    <w:rsid w:val="00BC4AE0"/>
    <w:rsid w:val="00BD726A"/>
    <w:rsid w:val="00C22827"/>
    <w:rsid w:val="00C316D9"/>
    <w:rsid w:val="00C33FC5"/>
    <w:rsid w:val="00C361AC"/>
    <w:rsid w:val="00DC1784"/>
    <w:rsid w:val="00DD1191"/>
    <w:rsid w:val="00F07573"/>
    <w:rsid w:val="00F22961"/>
    <w:rsid w:val="00F6465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1C9D4A27B9B34427A8626F2BFF99EAF3">
    <w:name w:val="1C9D4A27B9B34427A8626F2BFF99EA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2023-07-19T00:00:00</PublishDate>
  <Abstract/>
  <CompanyAddress/>
  <CompanyPhone/>
  <CompanyFax/>
  <CompanyEmail/>
</CoverPageProperties>
</file>

<file path=customXml/item2.xml><?xml version="1.0" encoding="utf-8"?>
<go:gDocsCustomXmlDataStorage xmlns:r="http://schemas.openxmlformats.org/officeDocument/2006/relationships" xmlns:go="http://customooxmlschemas.google.com/" uri="GoogleDocsCustomDataVersion1">
  <go:docsCustomData xmlns:go="http://customooxmlschemas.google.com/" roundtripDataSignature="AMtx7mhZh0xyrLLmHmAPm6RQy36YR7gZ+A==">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</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2467AAD8-4A15-4463-AD71-851CE5FDA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Pressemitteilung_Vorlage_160 J_2023_DE.dotx</Template>
  <TotalTime>0</TotalTime>
  <Pages>3</Pages>
  <Words>894</Words>
  <Characters>5639</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Naemi</dc:creator>
  <dc:description>Pressemitteilung · Office 2016;_x000d_
Version 1.0.0;_x000d_
26.11.2018</dc:description>
  <cp:lastModifiedBy>Microsoft Office User</cp:lastModifiedBy>
  <cp:revision>3</cp:revision>
  <cp:lastPrinted>2018-11-26T15:21:00Z</cp:lastPrinted>
  <dcterms:created xsi:type="dcterms:W3CDTF">2023-07-19T08:17:00Z</dcterms:created>
  <dcterms:modified xsi:type="dcterms:W3CDTF">2023-07-19T11:28:00Z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