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594507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8BBBED2" w14:textId="6B98060D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C49C20917BE8245BFFB4B1C9FF3CEA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5-1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4F4978">
                  <w:rPr>
                    <w:rStyle w:val="Dokumentdatum"/>
                  </w:rPr>
                  <w:t>14. Mai 2025</w:t>
                </w:r>
              </w:sdtContent>
            </w:sdt>
          </w:p>
        </w:tc>
      </w:tr>
      <w:tr w:rsidR="00FD0FC0" w:rsidRPr="00D5446F" w14:paraId="11EEEAF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67369C5" w14:textId="77777777" w:rsidR="004F4978" w:rsidRPr="004C3E3C" w:rsidRDefault="004F4978" w:rsidP="004F4978">
            <w:pPr>
              <w:pStyle w:val="Betreff"/>
              <w:rPr>
                <w:rFonts w:eastAsia="Arial" w:cs="Arial"/>
                <w:sz w:val="36"/>
                <w:szCs w:val="36"/>
              </w:rPr>
            </w:pPr>
            <w:proofErr w:type="spellStart"/>
            <w:r w:rsidRPr="004C3E3C">
              <w:rPr>
                <w:rFonts w:eastAsia="Arial" w:cs="Arial"/>
                <w:sz w:val="36"/>
                <w:szCs w:val="36"/>
              </w:rPr>
              <w:t>FeuerTrutz</w:t>
            </w:r>
            <w:proofErr w:type="spellEnd"/>
            <w:r w:rsidRPr="004C3E3C">
              <w:rPr>
                <w:rFonts w:eastAsia="Arial" w:cs="Arial"/>
                <w:sz w:val="36"/>
                <w:szCs w:val="36"/>
              </w:rPr>
              <w:t xml:space="preserve"> 2025: </w:t>
            </w:r>
            <w:r>
              <w:rPr>
                <w:rFonts w:eastAsia="Arial" w:cs="Arial"/>
                <w:sz w:val="36"/>
                <w:szCs w:val="36"/>
              </w:rPr>
              <w:t>Komplettlösungen für RWA und RWS von GEZE</w:t>
            </w:r>
          </w:p>
          <w:p w14:paraId="05E088DB" w14:textId="0319237F" w:rsidR="00025DF7" w:rsidRPr="00D5446F" w:rsidRDefault="00025DF7" w:rsidP="00104446">
            <w:pPr>
              <w:pStyle w:val="Betreff"/>
            </w:pPr>
          </w:p>
        </w:tc>
      </w:tr>
    </w:tbl>
    <w:p w14:paraId="15B7C791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66FB900" w14:textId="77777777" w:rsidR="006A66F9" w:rsidRPr="004F4978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4F4978">
        <w:rPr>
          <w:color w:val="002364"/>
        </w:rPr>
        <w:t>Angela Staiber</w:t>
      </w:r>
    </w:p>
    <w:p w14:paraId="47191F19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9CAE3B7" w14:textId="77777777" w:rsidR="006A66F9" w:rsidRDefault="006A66F9" w:rsidP="006A66F9">
      <w:pPr>
        <w:pStyle w:val="Margin"/>
        <w:framePr w:h="1478" w:hRule="exact" w:wrap="around" w:x="8780" w:y="4022"/>
      </w:pPr>
      <w:r w:rsidRPr="004F4978">
        <w:rPr>
          <w:rStyle w:val="MarginVorsatzwrter"/>
          <w:color w:val="002364"/>
        </w:rPr>
        <w:t>EMAIL</w:t>
      </w:r>
      <w:r w:rsidRPr="004F4978">
        <w:rPr>
          <w:color w:val="002364"/>
        </w:rPr>
        <w:t xml:space="preserve">  </w:t>
      </w:r>
      <w:hyperlink r:id="rId9" w:tgtFrame="_blank" w:history="1">
        <w:r w:rsidRPr="004F4978">
          <w:rPr>
            <w:color w:val="002364"/>
          </w:rPr>
          <w:t>a.staiber@geze.com</w:t>
        </w:r>
      </w:hyperlink>
    </w:p>
    <w:p w14:paraId="678EB0F4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4F4978" w:rsidRPr="008E4BE2" w14:paraId="579E0CC2" w14:textId="77777777" w:rsidTr="004F4978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82779C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D787C4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2454CBF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F4978" w14:paraId="0A2EE85B" w14:textId="77777777" w:rsidTr="004F4978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55C525B" w14:textId="0C4B1E3F" w:rsidR="00104446" w:rsidRDefault="007576C2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38D401F9" wp14:editId="68DF52F5">
                  <wp:extent cx="2033081" cy="1355479"/>
                  <wp:effectExtent l="0" t="0" r="0" b="3810"/>
                  <wp:docPr id="1485656345" name="Grafik 4" descr="Ein Bild, das Text, Screenshot, Wolk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656345" name="Grafik 4" descr="Ein Bild, das Text, Screenshot, Wolke enthält.&#10;&#10;KI-generierte Inhalte können fehlerhaft sein.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3352" cy="1368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1D04BC5" w14:textId="3FD3921D" w:rsidR="00104446" w:rsidRPr="004F4978" w:rsidRDefault="00FD0AC7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D0AC7">
              <w:rPr>
                <w:color w:val="002364"/>
                <w:sz w:val="20"/>
                <w:szCs w:val="20"/>
              </w:rPr>
              <w:t xml:space="preserve">GEZE präsentiert auf der </w:t>
            </w:r>
            <w:proofErr w:type="spellStart"/>
            <w:r w:rsidRPr="00FD0AC7">
              <w:rPr>
                <w:color w:val="002364"/>
                <w:sz w:val="20"/>
                <w:szCs w:val="20"/>
              </w:rPr>
              <w:t>FeuerTrutz</w:t>
            </w:r>
            <w:proofErr w:type="spellEnd"/>
            <w:r w:rsidRPr="00FD0AC7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am 25. und 26. Juni </w:t>
            </w:r>
            <w:r w:rsidRPr="00FD0AC7">
              <w:rPr>
                <w:color w:val="002364"/>
                <w:sz w:val="20"/>
                <w:szCs w:val="20"/>
              </w:rPr>
              <w:t>ein</w:t>
            </w:r>
            <w:r>
              <w:rPr>
                <w:color w:val="002364"/>
                <w:sz w:val="20"/>
                <w:szCs w:val="20"/>
              </w:rPr>
              <w:t>e</w:t>
            </w:r>
            <w:r w:rsidRPr="00FD0AC7">
              <w:rPr>
                <w:color w:val="002364"/>
                <w:sz w:val="20"/>
                <w:szCs w:val="20"/>
              </w:rPr>
              <w:t xml:space="preserve"> RWA </w:t>
            </w:r>
            <w:proofErr w:type="spellStart"/>
            <w:r w:rsidRPr="00FD0AC7">
              <w:rPr>
                <w:color w:val="002364"/>
                <w:sz w:val="20"/>
                <w:szCs w:val="20"/>
              </w:rPr>
              <w:t>Zuluftsystem</w:t>
            </w:r>
            <w:proofErr w:type="spellEnd"/>
            <w:r w:rsidRPr="00FD0AC7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Gesamtlösung und Lösungen zur Gebäudeautomation.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EF78ED2" w14:textId="17515F7C" w:rsidR="00104446" w:rsidRPr="00104446" w:rsidRDefault="007576C2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978" w14:paraId="64F64A92" w14:textId="77777777" w:rsidTr="004F497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DE1E046" w14:textId="03DB3B39" w:rsidR="00862803" w:rsidRDefault="004F4978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C7BAA57" wp14:editId="6D2C253E">
                  <wp:extent cx="2500762" cy="1449421"/>
                  <wp:effectExtent l="0" t="0" r="1270" b="0"/>
                  <wp:docPr id="767835737" name="Grafik 2" descr="Ein Bild, das Licht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835737" name="Grafik 2" descr="Ein Bild, das Licht, Design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322" cy="1454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D65C3EF" w14:textId="6D79FFBD" w:rsidR="00862803" w:rsidRPr="004F4978" w:rsidRDefault="004F4978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4F4978">
              <w:rPr>
                <w:color w:val="002364"/>
                <w:sz w:val="20"/>
                <w:szCs w:val="20"/>
              </w:rPr>
              <w:t>Mit dem aktuellen Softwareupdate wurde der Funktionsumfang des GEZE Powerturn F/R nochmals erweitert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41A6DE1" w14:textId="573094B1" w:rsidR="00862803" w:rsidRPr="00104446" w:rsidRDefault="004F4978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978" w14:paraId="2335D82A" w14:textId="77777777" w:rsidTr="004F4978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797AA37" w14:textId="11B88291" w:rsidR="00862803" w:rsidRDefault="004F4978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E75A3F4" wp14:editId="41DD9865">
                  <wp:extent cx="2149082" cy="1517515"/>
                  <wp:effectExtent l="0" t="0" r="0" b="0"/>
                  <wp:docPr id="846790428" name="Grafik 3" descr="Ein Bild, das Rechteck, Gebäude, drauß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790428" name="Grafik 3" descr="Ein Bild, das Rechteck, Gebäude, draußen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1859" cy="1519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069DE63" w14:textId="389729D4" w:rsidR="00862803" w:rsidRPr="004F4978" w:rsidRDefault="004F4978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4F4978">
              <w:rPr>
                <w:color w:val="002364"/>
                <w:sz w:val="20"/>
                <w:szCs w:val="20"/>
              </w:rPr>
              <w:t xml:space="preserve">Die GC Lock Control SHEV </w:t>
            </w:r>
            <w:r>
              <w:rPr>
                <w:color w:val="002364"/>
                <w:sz w:val="20"/>
                <w:szCs w:val="20"/>
              </w:rPr>
              <w:t xml:space="preserve">verbindet alle </w:t>
            </w:r>
            <w:r w:rsidRPr="004F4978">
              <w:rPr>
                <w:color w:val="002364"/>
                <w:sz w:val="20"/>
                <w:szCs w:val="20"/>
              </w:rPr>
              <w:t xml:space="preserve">Systembestandteile miteinander und </w:t>
            </w:r>
            <w:r>
              <w:rPr>
                <w:color w:val="002364"/>
                <w:sz w:val="20"/>
                <w:szCs w:val="20"/>
              </w:rPr>
              <w:t xml:space="preserve">ermöglicht </w:t>
            </w:r>
            <w:r w:rsidRPr="004F4978">
              <w:rPr>
                <w:color w:val="002364"/>
                <w:sz w:val="20"/>
                <w:szCs w:val="20"/>
              </w:rPr>
              <w:t>die Realisierung verschiedener RWA-</w:t>
            </w:r>
            <w:proofErr w:type="spellStart"/>
            <w:r w:rsidRPr="004F4978">
              <w:rPr>
                <w:color w:val="002364"/>
                <w:sz w:val="20"/>
                <w:szCs w:val="20"/>
              </w:rPr>
              <w:t>Zuluftlösungen</w:t>
            </w:r>
            <w:proofErr w:type="spellEnd"/>
            <w:r w:rsidRPr="004F4978">
              <w:rPr>
                <w:color w:val="002364"/>
                <w:sz w:val="20"/>
                <w:szCs w:val="20"/>
              </w:rPr>
              <w:t xml:space="preserve"> an einer Tür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8857713" w14:textId="176EBE1E" w:rsidR="00862803" w:rsidRPr="00104446" w:rsidRDefault="004F4978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978" w14:paraId="49BE925E" w14:textId="77777777" w:rsidTr="004F49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253"/>
        </w:trPr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</w:tcPr>
          <w:p w14:paraId="77FE50B1" w14:textId="6161EE9A" w:rsidR="004F4978" w:rsidRDefault="004F4978" w:rsidP="0033577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50B855B" wp14:editId="52848B37">
                  <wp:extent cx="2144240" cy="1429493"/>
                  <wp:effectExtent l="0" t="0" r="2540" b="5715"/>
                  <wp:docPr id="738915662" name="Grafik 4" descr="Ein Bild, das Kleidung, Person, Menschliches Gesicht, Man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8915662" name="Grafik 4" descr="Ein Bild, das Kleidung, Person, Menschliches Gesicht, Mann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0225" cy="1453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726A8963" w14:textId="0541070E" w:rsidR="004F4978" w:rsidRPr="004F4978" w:rsidRDefault="00FD0AC7" w:rsidP="00335776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Mit der neuen </w:t>
            </w:r>
            <w:proofErr w:type="spellStart"/>
            <w:r>
              <w:rPr>
                <w:color w:val="002364"/>
                <w:sz w:val="20"/>
                <w:szCs w:val="20"/>
              </w:rPr>
              <w:t>Türschließergeneration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TS 7000 reagiert GEZE auf stetig steigende Anforderungen an Komfort, Sicherheit und Barrierefreiheit.</w:t>
            </w:r>
            <w:r w:rsidRPr="00FD0AC7">
              <w:rPr>
                <w:color w:val="002364"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14:paraId="7C259B2A" w14:textId="2748D009" w:rsidR="004F4978" w:rsidRPr="00104446" w:rsidRDefault="004F4978" w:rsidP="0033577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3B288F0" w14:textId="77777777" w:rsidR="008F511E" w:rsidRDefault="008F511E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219"/>
        <w:gridCol w:w="3469"/>
        <w:gridCol w:w="1776"/>
      </w:tblGrid>
      <w:tr w:rsidR="004F4978" w14:paraId="2B87D6EE" w14:textId="77777777" w:rsidTr="00335776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850A484" w14:textId="48213DB7" w:rsidR="004F4978" w:rsidRDefault="004F4978" w:rsidP="0033577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C847E82" wp14:editId="4A58FA3B">
                  <wp:extent cx="2542074" cy="1429896"/>
                  <wp:effectExtent l="0" t="0" r="0" b="5715"/>
                  <wp:docPr id="175462607" name="Grafik 5" descr="Ein Bild, das Text, Computer, Screenshot, Computermonito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462607" name="Grafik 5" descr="Ein Bild, das Text, Computer, Screenshot, Computermonitor enthält.&#10;&#10;KI-generierte Inhalte können fehlerhaft sein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8868" cy="1444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C41053" w14:textId="44152529" w:rsidR="004F4978" w:rsidRPr="004F4978" w:rsidRDefault="004F4978" w:rsidP="00335776">
            <w:pPr>
              <w:rPr>
                <w:rFonts w:cs="Arial"/>
                <w:color w:val="002364"/>
                <w:sz w:val="20"/>
                <w:szCs w:val="20"/>
              </w:rPr>
            </w:pPr>
            <w:r w:rsidRPr="004F4978">
              <w:rPr>
                <w:color w:val="002364"/>
                <w:sz w:val="20"/>
                <w:szCs w:val="20"/>
              </w:rPr>
              <w:t>Automatisierte Tür- und Fensterlösungen</w:t>
            </w:r>
            <w:r>
              <w:rPr>
                <w:color w:val="002364"/>
                <w:sz w:val="20"/>
                <w:szCs w:val="20"/>
              </w:rPr>
              <w:t xml:space="preserve"> </w:t>
            </w:r>
            <w:r w:rsidRPr="004F4978">
              <w:rPr>
                <w:color w:val="002364"/>
                <w:sz w:val="20"/>
                <w:szCs w:val="20"/>
              </w:rPr>
              <w:t xml:space="preserve">lassen sich über </w:t>
            </w:r>
            <w:proofErr w:type="spellStart"/>
            <w:r w:rsidRPr="004F4978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4F4978">
              <w:rPr>
                <w:color w:val="002364"/>
                <w:sz w:val="20"/>
                <w:szCs w:val="20"/>
              </w:rPr>
              <w:t xml:space="preserve"> Control vernetzen</w:t>
            </w:r>
            <w:r>
              <w:rPr>
                <w:color w:val="002364"/>
                <w:sz w:val="20"/>
                <w:szCs w:val="20"/>
              </w:rPr>
              <w:t xml:space="preserve"> und </w:t>
            </w:r>
            <w:r w:rsidRPr="004F4978">
              <w:rPr>
                <w:color w:val="002364"/>
                <w:sz w:val="20"/>
                <w:szCs w:val="20"/>
              </w:rPr>
              <w:t xml:space="preserve">über </w:t>
            </w:r>
            <w:proofErr w:type="spellStart"/>
            <w:r w:rsidRPr="004F4978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4F4978">
              <w:rPr>
                <w:color w:val="002364"/>
                <w:sz w:val="20"/>
                <w:szCs w:val="20"/>
              </w:rPr>
              <w:t xml:space="preserve"> Visu visualisi</w:t>
            </w:r>
            <w:r w:rsidR="00FD0AC7">
              <w:rPr>
                <w:color w:val="002364"/>
                <w:sz w:val="20"/>
                <w:szCs w:val="20"/>
              </w:rPr>
              <w:t>eren,</w:t>
            </w:r>
            <w:r w:rsidRPr="004F4978">
              <w:rPr>
                <w:color w:val="002364"/>
                <w:sz w:val="20"/>
                <w:szCs w:val="20"/>
              </w:rPr>
              <w:t xml:space="preserve"> überwach</w:t>
            </w:r>
            <w:r w:rsidR="00FD0AC7">
              <w:rPr>
                <w:color w:val="002364"/>
                <w:sz w:val="20"/>
                <w:szCs w:val="20"/>
              </w:rPr>
              <w:t>en</w:t>
            </w:r>
            <w:r w:rsidRPr="004F4978">
              <w:rPr>
                <w:color w:val="002364"/>
                <w:sz w:val="20"/>
                <w:szCs w:val="20"/>
              </w:rPr>
              <w:t xml:space="preserve"> und </w:t>
            </w:r>
            <w:r w:rsidR="00FD0AC7">
              <w:rPr>
                <w:color w:val="002364"/>
                <w:sz w:val="20"/>
                <w:szCs w:val="20"/>
              </w:rPr>
              <w:t>steuern.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4B33F15" w14:textId="5071A411" w:rsidR="004F4978" w:rsidRPr="00104446" w:rsidRDefault="004F4978" w:rsidP="0033577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BD65390" w14:textId="77777777" w:rsidR="004F4978" w:rsidRPr="008F511E" w:rsidRDefault="004F4978" w:rsidP="00095819">
      <w:pPr>
        <w:rPr>
          <w:lang w:val="en-GB"/>
        </w:rPr>
      </w:pPr>
    </w:p>
    <w:sectPr w:rsidR="004F4978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1B532" w14:textId="77777777" w:rsidR="00CE74DD" w:rsidRDefault="00CE74DD" w:rsidP="008D6134">
      <w:pPr>
        <w:spacing w:line="240" w:lineRule="auto"/>
      </w:pPr>
      <w:r>
        <w:separator/>
      </w:r>
    </w:p>
  </w:endnote>
  <w:endnote w:type="continuationSeparator" w:id="0">
    <w:p w14:paraId="1E34ADA1" w14:textId="77777777" w:rsidR="00CE74DD" w:rsidRDefault="00CE74D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8DADF" w14:textId="77777777" w:rsidR="00CE74DD" w:rsidRDefault="00CE74DD" w:rsidP="008D6134">
      <w:pPr>
        <w:spacing w:line="240" w:lineRule="auto"/>
      </w:pPr>
      <w:r>
        <w:separator/>
      </w:r>
    </w:p>
  </w:footnote>
  <w:footnote w:type="continuationSeparator" w:id="0">
    <w:p w14:paraId="0EE7F209" w14:textId="77777777" w:rsidR="00CE74DD" w:rsidRDefault="00CE74D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539B962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E72C27A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429402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2DCACEA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4F4978" w:rsidRPr="008B572B">
            <w:t>Presse</w:t>
          </w:r>
          <w:r>
            <w:fldChar w:fldCharType="end"/>
          </w:r>
          <w:r w:rsidR="00695278">
            <w:t>fotos</w:t>
          </w:r>
        </w:p>
        <w:p w14:paraId="36E256D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7802BA71" w14:textId="77777777" w:rsidTr="00B556B7">
      <w:trPr>
        <w:trHeight w:hRule="exact" w:val="215"/>
      </w:trPr>
      <w:tc>
        <w:tcPr>
          <w:tcW w:w="7359" w:type="dxa"/>
        </w:tcPr>
        <w:p w14:paraId="5D8FFDA6" w14:textId="5408074D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5-1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4F4978">
                <w:t>14.05.2025</w:t>
              </w:r>
            </w:sdtContent>
          </w:sdt>
        </w:p>
      </w:tc>
    </w:tr>
  </w:tbl>
  <w:p w14:paraId="1BB78BE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B7E99FE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0264F9E" wp14:editId="68C93AA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B708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53B52E22" w14:textId="77777777" w:rsidTr="005A529F">
      <w:trPr>
        <w:trHeight w:hRule="exact" w:val="198"/>
      </w:trPr>
      <w:tc>
        <w:tcPr>
          <w:tcW w:w="7371" w:type="dxa"/>
        </w:tcPr>
        <w:p w14:paraId="2749C27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B73D22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8B7BA52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552E1E3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ADD470F" wp14:editId="65FBCB1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7ABE803" wp14:editId="68F071B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26D167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B473CEA" wp14:editId="26F8C92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925096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1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78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B419B"/>
    <w:rsid w:val="00104446"/>
    <w:rsid w:val="00110BB8"/>
    <w:rsid w:val="00113091"/>
    <w:rsid w:val="00115A24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4F4978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22BC3"/>
    <w:rsid w:val="006333E9"/>
    <w:rsid w:val="00650096"/>
    <w:rsid w:val="00661485"/>
    <w:rsid w:val="00695278"/>
    <w:rsid w:val="006A66F9"/>
    <w:rsid w:val="00742404"/>
    <w:rsid w:val="0074360A"/>
    <w:rsid w:val="00750CB1"/>
    <w:rsid w:val="00752C8E"/>
    <w:rsid w:val="007576C2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C4EC0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324FC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E74DD"/>
    <w:rsid w:val="00D21E65"/>
    <w:rsid w:val="00D263AB"/>
    <w:rsid w:val="00D3660E"/>
    <w:rsid w:val="00D5446F"/>
    <w:rsid w:val="00D80E6B"/>
    <w:rsid w:val="00D827D0"/>
    <w:rsid w:val="00DA6046"/>
    <w:rsid w:val="00DA6658"/>
    <w:rsid w:val="00DB4BE6"/>
    <w:rsid w:val="00DC7D49"/>
    <w:rsid w:val="00DE1ED3"/>
    <w:rsid w:val="00DF5C0F"/>
    <w:rsid w:val="00DF67D1"/>
    <w:rsid w:val="00E10257"/>
    <w:rsid w:val="00E2393F"/>
    <w:rsid w:val="00E308E8"/>
    <w:rsid w:val="00F15040"/>
    <w:rsid w:val="00F46B41"/>
    <w:rsid w:val="00F96F22"/>
    <w:rsid w:val="00FD0AC7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03134"/>
  <w15:docId w15:val="{754433F1-E4E9-5240-92A5-653A7D0B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7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49C20917BE8245BFFB4B1C9FF3CE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9AA495-73C1-3247-AE40-0EF44460FEAB}"/>
      </w:docPartPr>
      <w:docPartBody>
        <w:p w:rsidR="00473F60" w:rsidRDefault="00000000">
          <w:pPr>
            <w:pStyle w:val="9C49C20917BE8245BFFB4B1C9FF3CEA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1E"/>
    <w:rsid w:val="000B419B"/>
    <w:rsid w:val="00473F60"/>
    <w:rsid w:val="004F0FF4"/>
    <w:rsid w:val="006D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C49C20917BE8245BFFB4B1C9FF3CEAC">
    <w:name w:val="9C49C20917BE8245BFFB4B1C9FF3CE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2025-05-14T00:00:00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(7).dotx</Template>
  <TotalTime>0</TotalTime>
  <Pages>3</Pages>
  <Words>133</Words>
  <Characters>849</Characters>
  <Application>Microsoft Office Word</Application>
  <DocSecurity>0</DocSecurity>
  <Lines>53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2</cp:revision>
  <cp:lastPrinted>2019-11-28T10:39:00Z</cp:lastPrinted>
  <dcterms:created xsi:type="dcterms:W3CDTF">2025-05-13T12:11:00Z</dcterms:created>
  <dcterms:modified xsi:type="dcterms:W3CDTF">2025-05-13T12:11:00Z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