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C65692" w14:paraId="64AA2089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75B2BA83" w14:textId="37B42370" w:rsidR="00D5446F" w:rsidRPr="00C65692" w:rsidRDefault="00374059" w:rsidP="00374059">
            <w:pPr>
              <w:pStyle w:val="OrtDatum"/>
            </w:pPr>
            <w:r>
              <w:t xml:space="preserve">Leonberg, </w:t>
            </w:r>
            <w:sdt>
              <w:sdtPr>
                <w:rPr>
                  <w:rStyle w:val="Dokumentdatum"/>
                </w:rPr>
                <w:alias w:val="Publication date"/>
                <w:tag w:val=""/>
                <w:id w:val="-1507204258"/>
                <w:lock w:val="sdtLocked"/>
                <w:placeholder>
                  <w:docPart w:val="53BDACB1908D1845A4BEC4C861C8BBCC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5-03-27T00:00:00Z">
                  <w:dateFormat w:val="d. MMMM yyyy"/>
                  <w:lid w:val="en-GB"/>
                  <w:storeMappedDataAs w:val="dateTime"/>
                  <w:calendar w:val="gregorian"/>
                </w:date>
              </w:sdtPr>
              <w:sdtContent>
                <w:r w:rsidR="00864F75">
                  <w:rPr>
                    <w:rStyle w:val="Dokumentdatum"/>
                  </w:rPr>
                  <w:t>27. March 2025</w:t>
                </w:r>
              </w:sdtContent>
            </w:sdt>
          </w:p>
        </w:tc>
      </w:tr>
      <w:tr w:rsidR="00864F75" w:rsidRPr="00D64E3E" w14:paraId="6E78C85C" w14:textId="77777777" w:rsidTr="00F70992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6DAF05A7" w14:textId="0162E6D1" w:rsidR="00864F75" w:rsidRPr="00864F75" w:rsidRDefault="00864F75" w:rsidP="00864F75">
            <w:pPr>
              <w:pStyle w:val="Betreff"/>
              <w:rPr>
                <w:lang w:val="en-US"/>
              </w:rPr>
            </w:pPr>
            <w:r w:rsidRPr="00EB3A4B">
              <w:rPr>
                <w:lang w:val="en-US"/>
              </w:rPr>
              <w:t>SHEV system from a single source: A complete solution with GEZE GC Lock Control SHEV</w:t>
            </w:r>
          </w:p>
        </w:tc>
      </w:tr>
    </w:tbl>
    <w:p w14:paraId="2AAB5275" w14:textId="77777777" w:rsidR="00AB7A13" w:rsidRPr="00864F75" w:rsidRDefault="00AB7A13" w:rsidP="00AB7A13">
      <w:pPr>
        <w:rPr>
          <w:lang w:val="en-US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032"/>
        <w:gridCol w:w="3589"/>
        <w:gridCol w:w="1843"/>
      </w:tblGrid>
      <w:tr w:rsidR="00AB7A13" w:rsidRPr="008E4BE2" w14:paraId="32F1C906" w14:textId="77777777" w:rsidTr="00F70992">
        <w:trPr>
          <w:trHeight w:val="426"/>
          <w:tblHeader/>
        </w:trPr>
        <w:tc>
          <w:tcPr>
            <w:tcW w:w="403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09870EAD" w14:textId="77777777" w:rsidR="00AB7A13" w:rsidRPr="008E4BE2" w:rsidRDefault="00AB7A13" w:rsidP="00F70992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IMAGE</w:t>
            </w:r>
          </w:p>
        </w:tc>
        <w:tc>
          <w:tcPr>
            <w:tcW w:w="3589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1D4AB0DB" w14:textId="77777777" w:rsidR="00AB7A13" w:rsidRPr="008E4BE2" w:rsidRDefault="00AB7A13" w:rsidP="00F70992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CAPTION</w:t>
            </w:r>
          </w:p>
        </w:tc>
        <w:tc>
          <w:tcPr>
            <w:tcW w:w="184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556F8944" w14:textId="77777777" w:rsidR="00AB7A13" w:rsidRPr="008E4BE2" w:rsidRDefault="00AB7A13" w:rsidP="00F70992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SOURCE</w:t>
            </w:r>
          </w:p>
        </w:tc>
      </w:tr>
      <w:tr w:rsidR="00864F75" w14:paraId="0076868B" w14:textId="77777777" w:rsidTr="00F70992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0B9C46C" w14:textId="4F175119" w:rsidR="00864F75" w:rsidRDefault="00864F75" w:rsidP="00864F75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4C8F015A" wp14:editId="2533A84C">
                  <wp:extent cx="2044972" cy="1440000"/>
                  <wp:effectExtent l="0" t="0" r="0" b="0"/>
                  <wp:docPr id="1692513207" name="Grafik 3" descr="Ein Bild, das Gebäude, Wand, Im Haus, Treppe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2513207" name="Grafik 3" descr="Ein Bild, das Gebäude, Wand, Im Haus, Treppe enthält.&#10;&#10;KI-generierte Inhalte können fehlerhaft sein.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4972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1B12385" w14:textId="2A04B1F9" w:rsidR="00864F75" w:rsidRPr="00862803" w:rsidRDefault="00864F75" w:rsidP="00864F75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864F75">
              <w:rPr>
                <w:color w:val="002364"/>
                <w:sz w:val="20"/>
                <w:szCs w:val="20"/>
                <w:lang w:val="fr-FR"/>
              </w:rPr>
              <w:t xml:space="preserve">As the </w:t>
            </w:r>
            <w:proofErr w:type="spellStart"/>
            <w:r w:rsidRPr="00864F75">
              <w:rPr>
                <w:color w:val="002364"/>
                <w:sz w:val="20"/>
                <w:szCs w:val="20"/>
                <w:lang w:val="fr-FR"/>
              </w:rPr>
              <w:t>only</w:t>
            </w:r>
            <w:proofErr w:type="spellEnd"/>
            <w:r w:rsidRPr="00864F75">
              <w:rPr>
                <w:color w:val="002364"/>
                <w:sz w:val="20"/>
                <w:szCs w:val="20"/>
                <w:lang w:val="fr-FR"/>
              </w:rPr>
              <w:t xml:space="preserve"> manufacturer on the </w:t>
            </w:r>
            <w:proofErr w:type="spellStart"/>
            <w:proofErr w:type="gramStart"/>
            <w:r w:rsidRPr="00864F75">
              <w:rPr>
                <w:color w:val="002364"/>
                <w:sz w:val="20"/>
                <w:szCs w:val="20"/>
                <w:lang w:val="fr-FR"/>
              </w:rPr>
              <w:t>market</w:t>
            </w:r>
            <w:proofErr w:type="spellEnd"/>
            <w:r w:rsidRPr="00864F75">
              <w:rPr>
                <w:color w:val="002364"/>
                <w:sz w:val="20"/>
                <w:szCs w:val="20"/>
                <w:lang w:val="fr-FR"/>
              </w:rPr>
              <w:t>:</w:t>
            </w:r>
            <w:proofErr w:type="gramEnd"/>
            <w:r w:rsidRPr="00864F75">
              <w:rPr>
                <w:color w:val="002364"/>
                <w:sz w:val="20"/>
                <w:szCs w:val="20"/>
                <w:lang w:val="fr-FR"/>
              </w:rPr>
              <w:t xml:space="preserve"> GEZE </w:t>
            </w:r>
            <w:proofErr w:type="spellStart"/>
            <w:r w:rsidRPr="00864F75">
              <w:rPr>
                <w:color w:val="002364"/>
                <w:sz w:val="20"/>
                <w:szCs w:val="20"/>
                <w:lang w:val="fr-FR"/>
              </w:rPr>
              <w:t>offer</w:t>
            </w:r>
            <w:r>
              <w:rPr>
                <w:color w:val="002364"/>
                <w:sz w:val="20"/>
                <w:szCs w:val="20"/>
                <w:lang w:val="fr-FR"/>
              </w:rPr>
              <w:t>s</w:t>
            </w:r>
            <w:proofErr w:type="spellEnd"/>
            <w:r w:rsidRPr="00864F75">
              <w:rPr>
                <w:color w:val="002364"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864F75">
              <w:rPr>
                <w:color w:val="002364"/>
                <w:sz w:val="20"/>
                <w:szCs w:val="20"/>
                <w:lang w:val="fr-FR"/>
              </w:rPr>
              <w:t>complete</w:t>
            </w:r>
            <w:proofErr w:type="spellEnd"/>
            <w:r w:rsidRPr="00864F75">
              <w:rPr>
                <w:color w:val="002364"/>
                <w:sz w:val="20"/>
                <w:szCs w:val="20"/>
                <w:lang w:val="fr-FR"/>
              </w:rPr>
              <w:t xml:space="preserve"> SHEV air </w:t>
            </w:r>
            <w:proofErr w:type="spellStart"/>
            <w:r w:rsidRPr="00864F75">
              <w:rPr>
                <w:color w:val="002364"/>
                <w:sz w:val="20"/>
                <w:szCs w:val="20"/>
                <w:lang w:val="fr-FR"/>
              </w:rPr>
              <w:t>inlet</w:t>
            </w:r>
            <w:proofErr w:type="spellEnd"/>
            <w:r w:rsidRPr="00864F75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64F75">
              <w:rPr>
                <w:color w:val="002364"/>
                <w:sz w:val="20"/>
                <w:szCs w:val="20"/>
                <w:lang w:val="fr-FR"/>
              </w:rPr>
              <w:t>door</w:t>
            </w:r>
            <w:proofErr w:type="spellEnd"/>
            <w:r w:rsidRPr="00864F75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64F75">
              <w:rPr>
                <w:color w:val="002364"/>
                <w:sz w:val="20"/>
                <w:szCs w:val="20"/>
                <w:lang w:val="fr-FR"/>
              </w:rPr>
              <w:t>from</w:t>
            </w:r>
            <w:proofErr w:type="spellEnd"/>
            <w:r w:rsidRPr="00864F75">
              <w:rPr>
                <w:color w:val="002364"/>
                <w:sz w:val="20"/>
                <w:szCs w:val="20"/>
                <w:lang w:val="fr-FR"/>
              </w:rPr>
              <w:t xml:space="preserve"> a single source</w:t>
            </w:r>
            <w:r w:rsidRPr="00864F75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64F75">
              <w:rPr>
                <w:color w:val="002364"/>
                <w:sz w:val="20"/>
                <w:szCs w:val="20"/>
                <w:lang w:val="fr-FR"/>
              </w:rPr>
              <w:t>with</w:t>
            </w:r>
            <w:proofErr w:type="spellEnd"/>
            <w:r w:rsidRPr="00864F75">
              <w:rPr>
                <w:color w:val="002364"/>
                <w:sz w:val="20"/>
                <w:szCs w:val="20"/>
                <w:lang w:val="fr-FR"/>
              </w:rPr>
              <w:t xml:space="preserve"> the </w:t>
            </w:r>
            <w:r>
              <w:rPr>
                <w:color w:val="002364"/>
                <w:sz w:val="20"/>
                <w:szCs w:val="20"/>
                <w:lang w:val="fr-FR"/>
              </w:rPr>
              <w:t xml:space="preserve">new </w:t>
            </w:r>
            <w:proofErr w:type="spellStart"/>
            <w:r w:rsidRPr="00864F75">
              <w:rPr>
                <w:color w:val="002364"/>
                <w:sz w:val="20"/>
                <w:szCs w:val="20"/>
                <w:lang w:val="fr-FR"/>
              </w:rPr>
              <w:t>additional</w:t>
            </w:r>
            <w:proofErr w:type="spellEnd"/>
            <w:r w:rsidRPr="00864F75">
              <w:rPr>
                <w:color w:val="002364"/>
                <w:sz w:val="20"/>
                <w:szCs w:val="20"/>
                <w:lang w:val="fr-FR"/>
              </w:rPr>
              <w:t xml:space="preserve"> control unit for </w:t>
            </w:r>
            <w:proofErr w:type="spellStart"/>
            <w:r w:rsidRPr="00864F75">
              <w:rPr>
                <w:color w:val="002364"/>
                <w:sz w:val="20"/>
                <w:szCs w:val="20"/>
                <w:lang w:val="fr-FR"/>
              </w:rPr>
              <w:t>motor</w:t>
            </w:r>
            <w:proofErr w:type="spellEnd"/>
            <w:r w:rsidRPr="00864F75">
              <w:rPr>
                <w:color w:val="002364"/>
                <w:sz w:val="20"/>
                <w:szCs w:val="20"/>
                <w:lang w:val="fr-FR"/>
              </w:rPr>
              <w:t xml:space="preserve"> locks</w:t>
            </w:r>
            <w:r>
              <w:rPr>
                <w:color w:val="002364"/>
                <w:sz w:val="20"/>
                <w:szCs w:val="20"/>
                <w:lang w:val="fr-FR"/>
              </w:rPr>
              <w:t>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33AC9FAD" w14:textId="14B266B5" w:rsidR="00864F75" w:rsidRPr="00104446" w:rsidRDefault="00864F75" w:rsidP="00864F75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D50B95"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864F75" w14:paraId="2BD4FE1A" w14:textId="77777777" w:rsidTr="00F70992">
        <w:trPr>
          <w:trHeight w:val="284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E143C0A" w14:textId="12FF5D7D" w:rsidR="00864F75" w:rsidRDefault="00864F75" w:rsidP="00864F75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69B24EF6" wp14:editId="788C294D">
                  <wp:extent cx="1919913" cy="1440000"/>
                  <wp:effectExtent l="0" t="0" r="0" b="0"/>
                  <wp:docPr id="2013535913" name="Grafik 4" descr="Ein Bild, das Gebäude, Fenster, Türgriff, Haltevorrichtung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6291143" name="Grafik 4" descr="Ein Bild, das Gebäude, Fenster, Türgriff, Haltevorrichtung enthält.&#10;&#10;KI-generierte Inhalte können fehlerhaft sein.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991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95038A8" w14:textId="555583FD" w:rsidR="00864F75" w:rsidRPr="00862803" w:rsidRDefault="00864F75" w:rsidP="00864F75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864F75">
              <w:rPr>
                <w:color w:val="002364"/>
                <w:sz w:val="20"/>
                <w:szCs w:val="20"/>
                <w:lang w:val="fr-FR"/>
              </w:rPr>
              <w:t xml:space="preserve">The new GC Lock Control SHEV </w:t>
            </w:r>
            <w:proofErr w:type="spellStart"/>
            <w:r w:rsidRPr="00864F75">
              <w:rPr>
                <w:color w:val="002364"/>
                <w:sz w:val="20"/>
                <w:szCs w:val="20"/>
                <w:lang w:val="fr-FR"/>
              </w:rPr>
              <w:t>from</w:t>
            </w:r>
            <w:proofErr w:type="spellEnd"/>
            <w:r w:rsidRPr="00864F75">
              <w:rPr>
                <w:color w:val="002364"/>
                <w:sz w:val="20"/>
                <w:szCs w:val="20"/>
                <w:lang w:val="fr-FR"/>
              </w:rPr>
              <w:t xml:space="preserve"> GEZE </w:t>
            </w:r>
            <w:proofErr w:type="spellStart"/>
            <w:r w:rsidRPr="00864F75">
              <w:rPr>
                <w:color w:val="002364"/>
                <w:sz w:val="20"/>
                <w:szCs w:val="20"/>
                <w:lang w:val="fr-FR"/>
              </w:rPr>
              <w:t>connects</w:t>
            </w:r>
            <w:proofErr w:type="spellEnd"/>
            <w:r w:rsidRPr="00864F75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64F75">
              <w:rPr>
                <w:color w:val="002364"/>
                <w:sz w:val="20"/>
                <w:szCs w:val="20"/>
                <w:lang w:val="fr-FR"/>
              </w:rPr>
              <w:t>various</w:t>
            </w:r>
            <w:proofErr w:type="spellEnd"/>
            <w:r w:rsidRPr="00864F75">
              <w:rPr>
                <w:color w:val="002364"/>
                <w:sz w:val="20"/>
                <w:szCs w:val="20"/>
                <w:lang w:val="fr-FR"/>
              </w:rPr>
              <w:t xml:space="preserve"> SHEV air </w:t>
            </w:r>
            <w:proofErr w:type="spellStart"/>
            <w:r w:rsidRPr="00864F75">
              <w:rPr>
                <w:color w:val="002364"/>
                <w:sz w:val="20"/>
                <w:szCs w:val="20"/>
                <w:lang w:val="fr-FR"/>
              </w:rPr>
              <w:t>inlet</w:t>
            </w:r>
            <w:proofErr w:type="spellEnd"/>
            <w:r w:rsidRPr="00864F75">
              <w:rPr>
                <w:color w:val="002364"/>
                <w:sz w:val="20"/>
                <w:szCs w:val="20"/>
                <w:lang w:val="fr-FR"/>
              </w:rPr>
              <w:t xml:space="preserve"> solutions to a </w:t>
            </w:r>
            <w:proofErr w:type="spellStart"/>
            <w:r w:rsidRPr="00864F75">
              <w:rPr>
                <w:color w:val="002364"/>
                <w:sz w:val="20"/>
                <w:szCs w:val="20"/>
                <w:lang w:val="fr-FR"/>
              </w:rPr>
              <w:t>door</w:t>
            </w:r>
            <w:proofErr w:type="spellEnd"/>
            <w:r w:rsidRPr="00864F75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64F75">
              <w:rPr>
                <w:color w:val="002364"/>
                <w:sz w:val="20"/>
                <w:szCs w:val="20"/>
                <w:lang w:val="fr-FR"/>
              </w:rPr>
              <w:t>safely</w:t>
            </w:r>
            <w:proofErr w:type="spellEnd"/>
            <w:r w:rsidRPr="00864F75">
              <w:rPr>
                <w:color w:val="002364"/>
                <w:sz w:val="20"/>
                <w:szCs w:val="20"/>
                <w:lang w:val="fr-FR"/>
              </w:rPr>
              <w:t xml:space="preserve"> and </w:t>
            </w:r>
            <w:proofErr w:type="spellStart"/>
            <w:r>
              <w:rPr>
                <w:color w:val="002364"/>
                <w:sz w:val="20"/>
                <w:szCs w:val="20"/>
                <w:lang w:val="fr-FR"/>
              </w:rPr>
              <w:t>simply</w:t>
            </w:r>
            <w:proofErr w:type="spellEnd"/>
            <w:r w:rsidRPr="00864F75">
              <w:rPr>
                <w:color w:val="002364"/>
                <w:sz w:val="20"/>
                <w:szCs w:val="20"/>
                <w:lang w:val="fr-FR"/>
              </w:rPr>
              <w:t>. (</w:t>
            </w:r>
            <w:proofErr w:type="spellStart"/>
            <w:proofErr w:type="gramStart"/>
            <w:r w:rsidRPr="00864F75">
              <w:rPr>
                <w:color w:val="002364"/>
                <w:sz w:val="20"/>
                <w:szCs w:val="20"/>
                <w:lang w:val="fr-FR"/>
              </w:rPr>
              <w:t>here</w:t>
            </w:r>
            <w:proofErr w:type="spellEnd"/>
            <w:proofErr w:type="gramEnd"/>
            <w:r w:rsidRPr="00864F75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64F75">
              <w:rPr>
                <w:color w:val="002364"/>
                <w:sz w:val="20"/>
                <w:szCs w:val="20"/>
                <w:lang w:val="fr-FR"/>
              </w:rPr>
              <w:t>with</w:t>
            </w:r>
            <w:proofErr w:type="spellEnd"/>
            <w:r w:rsidRPr="00864F75">
              <w:rPr>
                <w:color w:val="002364"/>
                <w:sz w:val="20"/>
                <w:szCs w:val="20"/>
                <w:lang w:val="fr-FR"/>
              </w:rPr>
              <w:t xml:space="preserve"> K 600 </w:t>
            </w:r>
            <w:proofErr w:type="spellStart"/>
            <w:r w:rsidRPr="00864F75">
              <w:rPr>
                <w:color w:val="002364"/>
                <w:sz w:val="20"/>
                <w:szCs w:val="20"/>
                <w:lang w:val="fr-FR"/>
              </w:rPr>
              <w:t>retractable</w:t>
            </w:r>
            <w:proofErr w:type="spellEnd"/>
            <w:r w:rsidRPr="00864F75">
              <w:rPr>
                <w:color w:val="002364"/>
                <w:sz w:val="20"/>
                <w:szCs w:val="20"/>
                <w:lang w:val="fr-FR"/>
              </w:rPr>
              <w:t xml:space="preserve"> arm drive).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259A4EFD" w14:textId="202757E5" w:rsidR="00864F75" w:rsidRPr="00104446" w:rsidRDefault="00864F75" w:rsidP="00864F75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D50B95"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864F75" w14:paraId="30D4254A" w14:textId="77777777" w:rsidTr="00F70992">
        <w:trPr>
          <w:trHeight w:val="297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524FC25" w14:textId="7FED3E59" w:rsidR="00864F75" w:rsidRDefault="00864F75" w:rsidP="00864F75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4B7DDDF5" wp14:editId="36B8E2FC">
                  <wp:extent cx="1919913" cy="1440000"/>
                  <wp:effectExtent l="0" t="0" r="0" b="0"/>
                  <wp:docPr id="153342245" name="Grafik 5" descr="Ein Bild, das Text, Wand, Rechteck, Im Haus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742073" name="Grafik 5" descr="Ein Bild, das Text, Wand, Rechteck, Im Haus enthält.&#10;&#10;KI-generierte Inhalte können fehlerhaft sein.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991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16E9E2F9" w14:textId="7D991F96" w:rsidR="00864F75" w:rsidRPr="00862803" w:rsidRDefault="00864F75" w:rsidP="00864F75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864F75">
              <w:rPr>
                <w:color w:val="002364"/>
                <w:sz w:val="20"/>
                <w:szCs w:val="20"/>
                <w:lang w:val="fr-FR"/>
              </w:rPr>
              <w:t xml:space="preserve">The GC Lock Control SHEV supplies all components </w:t>
            </w:r>
            <w:proofErr w:type="spellStart"/>
            <w:r w:rsidRPr="00864F75">
              <w:rPr>
                <w:color w:val="002364"/>
                <w:sz w:val="20"/>
                <w:szCs w:val="20"/>
                <w:lang w:val="fr-FR"/>
              </w:rPr>
              <w:t>with</w:t>
            </w:r>
            <w:proofErr w:type="spellEnd"/>
            <w:r w:rsidRPr="00864F75">
              <w:rPr>
                <w:color w:val="002364"/>
                <w:sz w:val="20"/>
                <w:szCs w:val="20"/>
                <w:lang w:val="fr-FR"/>
              </w:rPr>
              <w:t xml:space="preserve"> power </w:t>
            </w:r>
            <w:proofErr w:type="spellStart"/>
            <w:r w:rsidRPr="00864F75">
              <w:rPr>
                <w:color w:val="002364"/>
                <w:sz w:val="20"/>
                <w:szCs w:val="20"/>
                <w:lang w:val="fr-FR"/>
              </w:rPr>
              <w:t>through</w:t>
            </w:r>
            <w:proofErr w:type="spellEnd"/>
            <w:r w:rsidRPr="00864F75">
              <w:rPr>
                <w:color w:val="002364"/>
                <w:sz w:val="20"/>
                <w:szCs w:val="20"/>
                <w:lang w:val="fr-FR"/>
              </w:rPr>
              <w:t xml:space="preserve"> the SHEV control panel.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25B52188" w14:textId="09641FB4" w:rsidR="00864F75" w:rsidRPr="00104446" w:rsidRDefault="00864F75" w:rsidP="00864F75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D50B95"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864F75" w14:paraId="62A2BAC6" w14:textId="77777777" w:rsidTr="00F70992">
        <w:trPr>
          <w:trHeight w:val="3253"/>
        </w:trPr>
        <w:tc>
          <w:tcPr>
            <w:tcW w:w="4032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5A75B47" w14:textId="08C95B47" w:rsidR="00864F75" w:rsidRDefault="00864F75" w:rsidP="00864F75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2FBF5D81" wp14:editId="5B72E5DE">
                  <wp:extent cx="1140639" cy="1440000"/>
                  <wp:effectExtent l="0" t="0" r="2540" b="0"/>
                  <wp:docPr id="606349709" name="Grafik 6" descr="Ein Bild, das Text, Elektronik, Batterie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6349709" name="Grafik 6" descr="Ein Bild, das Text, Elektronik, Batterie enthält.&#10;&#10;KI-generierte Inhalte können fehlerhaft sein.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0639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0659301" w14:textId="1D2CC268" w:rsidR="00864F75" w:rsidRPr="00862803" w:rsidRDefault="00864F75" w:rsidP="00864F75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proofErr w:type="spellStart"/>
            <w:r w:rsidRPr="00864F75">
              <w:rPr>
                <w:color w:val="002364"/>
                <w:sz w:val="20"/>
                <w:szCs w:val="20"/>
                <w:lang w:val="fr-FR"/>
              </w:rPr>
              <w:t>Thanks</w:t>
            </w:r>
            <w:proofErr w:type="spellEnd"/>
            <w:r w:rsidRPr="00864F75">
              <w:rPr>
                <w:color w:val="002364"/>
                <w:sz w:val="20"/>
                <w:szCs w:val="20"/>
                <w:lang w:val="fr-FR"/>
              </w:rPr>
              <w:t xml:space="preserve"> to the </w:t>
            </w:r>
            <w:proofErr w:type="spellStart"/>
            <w:r w:rsidRPr="00864F75">
              <w:rPr>
                <w:color w:val="002364"/>
                <w:sz w:val="20"/>
                <w:szCs w:val="20"/>
                <w:lang w:val="fr-FR"/>
              </w:rPr>
              <w:t>integrated</w:t>
            </w:r>
            <w:proofErr w:type="spellEnd"/>
            <w:r w:rsidRPr="00864F75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64F75">
              <w:rPr>
                <w:color w:val="002364"/>
                <w:sz w:val="20"/>
                <w:szCs w:val="20"/>
                <w:lang w:val="fr-FR"/>
              </w:rPr>
              <w:t>status</w:t>
            </w:r>
            <w:proofErr w:type="spellEnd"/>
            <w:r w:rsidRPr="00864F75">
              <w:rPr>
                <w:color w:val="002364"/>
                <w:sz w:val="20"/>
                <w:szCs w:val="20"/>
                <w:lang w:val="fr-FR"/>
              </w:rPr>
              <w:t xml:space="preserve"> display of the power </w:t>
            </w:r>
            <w:proofErr w:type="spellStart"/>
            <w:r w:rsidRPr="00864F75">
              <w:rPr>
                <w:color w:val="002364"/>
                <w:sz w:val="20"/>
                <w:szCs w:val="20"/>
                <w:lang w:val="fr-FR"/>
              </w:rPr>
              <w:t>supply</w:t>
            </w:r>
            <w:proofErr w:type="spellEnd"/>
            <w:r w:rsidRPr="00864F75">
              <w:rPr>
                <w:color w:val="002364"/>
                <w:sz w:val="20"/>
                <w:szCs w:val="20"/>
                <w:lang w:val="fr-FR"/>
              </w:rPr>
              <w:t xml:space="preserve"> and the </w:t>
            </w:r>
            <w:proofErr w:type="spellStart"/>
            <w:r w:rsidRPr="00864F75">
              <w:rPr>
                <w:color w:val="002364"/>
                <w:sz w:val="20"/>
                <w:szCs w:val="20"/>
                <w:lang w:val="fr-FR"/>
              </w:rPr>
              <w:t>presence</w:t>
            </w:r>
            <w:proofErr w:type="spellEnd"/>
            <w:r w:rsidRPr="00864F75">
              <w:rPr>
                <w:color w:val="002364"/>
                <w:sz w:val="20"/>
                <w:szCs w:val="20"/>
                <w:lang w:val="fr-FR"/>
              </w:rPr>
              <w:t xml:space="preserve"> of a SHEV signal, the </w:t>
            </w:r>
            <w:proofErr w:type="spellStart"/>
            <w:r w:rsidRPr="00864F75">
              <w:rPr>
                <w:color w:val="002364"/>
                <w:sz w:val="20"/>
                <w:szCs w:val="20"/>
                <w:lang w:val="fr-FR"/>
              </w:rPr>
              <w:t>additional</w:t>
            </w:r>
            <w:proofErr w:type="spellEnd"/>
            <w:r w:rsidRPr="00864F75">
              <w:rPr>
                <w:color w:val="002364"/>
                <w:sz w:val="20"/>
                <w:szCs w:val="20"/>
                <w:lang w:val="fr-FR"/>
              </w:rPr>
              <w:t xml:space="preserve"> control can </w:t>
            </w:r>
            <w:proofErr w:type="spellStart"/>
            <w:r w:rsidRPr="00864F75">
              <w:rPr>
                <w:color w:val="002364"/>
                <w:sz w:val="20"/>
                <w:szCs w:val="20"/>
                <w:lang w:val="fr-FR"/>
              </w:rPr>
              <w:t>be</w:t>
            </w:r>
            <w:proofErr w:type="spellEnd"/>
            <w:r w:rsidRPr="00864F75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64F75">
              <w:rPr>
                <w:color w:val="002364"/>
                <w:sz w:val="20"/>
                <w:szCs w:val="20"/>
                <w:lang w:val="fr-FR"/>
              </w:rPr>
              <w:t>easily</w:t>
            </w:r>
            <w:proofErr w:type="spellEnd"/>
            <w:r w:rsidRPr="00864F75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64F75">
              <w:rPr>
                <w:color w:val="002364"/>
                <w:sz w:val="20"/>
                <w:szCs w:val="20"/>
                <w:lang w:val="fr-FR"/>
              </w:rPr>
              <w:t>maintained</w:t>
            </w:r>
            <w:proofErr w:type="spellEnd"/>
            <w:r w:rsidRPr="00864F75">
              <w:rPr>
                <w:color w:val="002364"/>
                <w:sz w:val="20"/>
                <w:szCs w:val="20"/>
                <w:lang w:val="fr-FR"/>
              </w:rPr>
              <w:t>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23C54988" w14:textId="0022188F" w:rsidR="00864F75" w:rsidRPr="00104446" w:rsidRDefault="00864F75" w:rsidP="00864F75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D50B95"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17E42C01" w14:textId="77777777" w:rsidR="008F511E" w:rsidRPr="004A1DB7" w:rsidRDefault="008F511E" w:rsidP="00095819"/>
    <w:sectPr w:rsidR="008F511E" w:rsidRPr="004A1DB7" w:rsidSect="00CB2A38">
      <w:headerReference w:type="default" r:id="rId13"/>
      <w:headerReference w:type="first" r:id="rId14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2A23C" w14:textId="77777777" w:rsidR="00727410" w:rsidRDefault="00727410" w:rsidP="008D6134">
      <w:pPr>
        <w:spacing w:line="240" w:lineRule="auto"/>
      </w:pPr>
      <w:r>
        <w:separator/>
      </w:r>
    </w:p>
  </w:endnote>
  <w:endnote w:type="continuationSeparator" w:id="0">
    <w:p w14:paraId="6F0EFF02" w14:textId="77777777" w:rsidR="00727410" w:rsidRDefault="00727410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06A7B3" w14:textId="77777777" w:rsidR="00727410" w:rsidRDefault="00727410" w:rsidP="008D6134">
      <w:pPr>
        <w:spacing w:line="240" w:lineRule="auto"/>
      </w:pPr>
      <w:r>
        <w:separator/>
      </w:r>
    </w:p>
  </w:footnote>
  <w:footnote w:type="continuationSeparator" w:id="0">
    <w:p w14:paraId="7C5E5D67" w14:textId="77777777" w:rsidR="00727410" w:rsidRDefault="00727410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BA016A" w:rsidRPr="00A964A2" w14:paraId="217FEBBA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1ED66225" w14:textId="77777777" w:rsidR="00BA016A" w:rsidRPr="007C2C48" w:rsidRDefault="00BA016A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</w:p>
      </w:tc>
    </w:tr>
    <w:tr w:rsidR="00BA016A" w14:paraId="68A7B315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43830095" w14:textId="48BA4FA7" w:rsidR="00BA016A" w:rsidRDefault="00D64E3E" w:rsidP="00B556B7">
          <w:pPr>
            <w:pStyle w:val="DokumenttypFolgeseiten"/>
            <w:framePr w:hSpace="0" w:wrap="auto" w:vAnchor="margin" w:yAlign="inline"/>
          </w:pPr>
          <w:fldSimple w:instr=" REF  BM_Dokumenttyp  \* MERGEFORMAT ">
            <w:r w:rsidR="00864F75">
              <w:t xml:space="preserve">Press </w:t>
            </w:r>
          </w:fldSimple>
          <w:r w:rsidR="00864F75">
            <w:t>PHOTOS</w:t>
          </w:r>
        </w:p>
        <w:p w14:paraId="13BA2EF2" w14:textId="77777777" w:rsidR="00BA016A" w:rsidRPr="00C65692" w:rsidRDefault="00BA016A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BA016A" w:rsidRPr="008A2F5C" w14:paraId="5B01F414" w14:textId="77777777" w:rsidTr="00B556B7">
      <w:trPr>
        <w:trHeight w:hRule="exact" w:val="215"/>
      </w:trPr>
      <w:tc>
        <w:tcPr>
          <w:tcW w:w="7359" w:type="dxa"/>
        </w:tcPr>
        <w:p w14:paraId="048E1D2D" w14:textId="2EE1A820" w:rsidR="00BA016A" w:rsidRPr="008A2F5C" w:rsidRDefault="00BA016A" w:rsidP="00B556B7">
          <w:pPr>
            <w:pStyle w:val="DatumFolgeseiten"/>
            <w:framePr w:hSpace="0" w:wrap="auto" w:vAnchor="margin" w:yAlign="inline"/>
          </w:pPr>
          <w:r>
            <w:t xml:space="preserve">from </w:t>
          </w:r>
          <w:sdt>
            <w:sdtPr>
              <w:alias w:val="Publication date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5-03-27T00:00:00Z">
                <w:dateFormat w:val="dd.MM.yyyy"/>
                <w:lid w:val="en-GB"/>
                <w:storeMappedDataAs w:val="dateTime"/>
                <w:calendar w:val="gregorian"/>
              </w:date>
            </w:sdtPr>
            <w:sdtContent>
              <w:r w:rsidR="00864F75">
                <w:t>27.03.2025</w:t>
              </w:r>
            </w:sdtContent>
          </w:sdt>
        </w:p>
      </w:tc>
    </w:tr>
  </w:tbl>
  <w:p w14:paraId="74FD8DF6" w14:textId="77777777" w:rsidR="00BA016A" w:rsidRPr="00A2525B" w:rsidRDefault="00BA016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6C11A3">
      <w:rPr>
        <w:noProof/>
      </w:rPr>
      <w:t>2</w:t>
    </w:r>
    <w:r w:rsidRPr="00A2525B"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372112">
      <w:rPr>
        <w:b w:val="0"/>
      </w:rPr>
      <w:fldChar w:fldCharType="begin"/>
    </w:r>
    <w:r w:rsidRPr="00372112">
      <w:rPr>
        <w:b w:val="0"/>
      </w:rPr>
      <w:instrText xml:space="preserve"> NUMPAGES  \* Arabic  \* </w:instrText>
    </w:r>
    <w:r>
      <w:rPr>
        <w:b w:val="0"/>
      </w:rPr>
      <w:instrText>CHAR</w:instrText>
    </w:r>
    <w:r w:rsidRPr="00372112">
      <w:rPr>
        <w:b w:val="0"/>
      </w:rPr>
      <w:instrText xml:space="preserve">FORMAT </w:instrText>
    </w:r>
    <w:r w:rsidRPr="00372112">
      <w:rPr>
        <w:b w:val="0"/>
      </w:rPr>
      <w:fldChar w:fldCharType="separate"/>
    </w:r>
    <w:r w:rsidR="006C11A3">
      <w:rPr>
        <w:b w:val="0"/>
        <w:noProof/>
      </w:rPr>
      <w:t>2</w:t>
    </w:r>
    <w:r w:rsidRPr="00372112">
      <w:rPr>
        <w:b w:val="0"/>
      </w:rPr>
      <w:fldChar w:fldCharType="end"/>
    </w:r>
  </w:p>
  <w:p w14:paraId="3E3C0962" w14:textId="77777777" w:rsidR="00BA016A" w:rsidRDefault="00BA016A">
    <w:pPr>
      <w:pStyle w:val="Kopfzeile"/>
    </w:pPr>
    <w:r>
      <w:rPr>
        <w:noProof/>
        <w:lang w:val="en-US"/>
      </w:rPr>
      <w:drawing>
        <wp:anchor distT="0" distB="0" distL="114300" distR="114300" simplePos="0" relativeHeight="251669504" behindDoc="1" locked="1" layoutInCell="1" allowOverlap="1" wp14:anchorId="297F9CAD" wp14:editId="1FAA6A4C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4229E" w14:textId="77777777" w:rsidR="00BA016A" w:rsidRPr="00A2525B" w:rsidRDefault="00BA016A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6C11A3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A2525B">
      <w:rPr>
        <w:b w:val="0"/>
      </w:rPr>
      <w:fldChar w:fldCharType="begin"/>
    </w:r>
    <w:r w:rsidRPr="00A2525B">
      <w:rPr>
        <w:b w:val="0"/>
      </w:rPr>
      <w:instrText xml:space="preserve"> NUMPAGES  \* Arabic  \* MERGEFORMAT </w:instrText>
    </w:r>
    <w:r w:rsidRPr="00A2525B">
      <w:rPr>
        <w:b w:val="0"/>
      </w:rPr>
      <w:fldChar w:fldCharType="separate"/>
    </w:r>
    <w:r w:rsidR="006C11A3">
      <w:rPr>
        <w:b w:val="0"/>
        <w:noProof/>
      </w:rPr>
      <w:t>2</w:t>
    </w:r>
    <w:r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BA016A" w:rsidRPr="00A964A2" w14:paraId="5C6FB93A" w14:textId="77777777" w:rsidTr="005A529F">
      <w:trPr>
        <w:trHeight w:hRule="exact" w:val="198"/>
      </w:trPr>
      <w:tc>
        <w:tcPr>
          <w:tcW w:w="7371" w:type="dxa"/>
        </w:tcPr>
        <w:p w14:paraId="1B2102A8" w14:textId="77777777" w:rsidR="00BA016A" w:rsidRPr="005A4E09" w:rsidRDefault="00BA016A" w:rsidP="005A529F">
          <w:pPr>
            <w:pStyle w:val="Absender"/>
            <w:framePr w:hSpace="0" w:wrap="auto" w:vAnchor="margin" w:hAnchor="text" w:yAlign="inline"/>
          </w:pPr>
          <w:bookmarkStart w:id="0" w:name="BM_Firma"/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  <w:bookmarkEnd w:id="0"/>
        </w:p>
      </w:tc>
    </w:tr>
    <w:tr w:rsidR="00BA016A" w:rsidRPr="005A4E09" w14:paraId="3C4A6E1E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4521C9E0" w14:textId="77777777" w:rsidR="00BA016A" w:rsidRPr="008B572B" w:rsidRDefault="00BA016A" w:rsidP="005A529F">
          <w:pPr>
            <w:pStyle w:val="Dokumenttyp"/>
            <w:framePr w:hSpace="0" w:wrap="auto" w:vAnchor="margin" w:hAnchor="text" w:yAlign="inline"/>
          </w:pPr>
          <w:bookmarkStart w:id="1" w:name="BM_Dokumenttyp"/>
          <w:r>
            <w:t xml:space="preserve">Press </w:t>
          </w:r>
          <w:bookmarkEnd w:id="1"/>
          <w:r w:rsidR="005E3434">
            <w:t>photos</w:t>
          </w:r>
        </w:p>
      </w:tc>
    </w:tr>
  </w:tbl>
  <w:p w14:paraId="0E6F4347" w14:textId="77777777" w:rsidR="005E3434" w:rsidRPr="00D43B62" w:rsidRDefault="005E3434" w:rsidP="005E3434">
    <w:pPr>
      <w:pStyle w:val="Margin"/>
      <w:framePr w:h="1478" w:hRule="exact" w:wrap="around" w:x="8780" w:y="4022"/>
      <w:rPr>
        <w:rStyle w:val="MarginVorsatzwrter"/>
        <w:color w:val="002364"/>
      </w:rPr>
    </w:pPr>
    <w:r>
      <w:rPr>
        <w:rStyle w:val="MarginVorsatzwrter"/>
        <w:color w:val="002364"/>
      </w:rPr>
      <w:t>CONTACT</w:t>
    </w:r>
  </w:p>
  <w:p w14:paraId="5D74AE1E" w14:textId="77777777" w:rsidR="00D64E3E" w:rsidRPr="00B46C54" w:rsidRDefault="00D64E3E" w:rsidP="00D64E3E">
    <w:pPr>
      <w:pStyle w:val="Margin"/>
      <w:framePr w:h="1478" w:hRule="exact" w:wrap="around" w:x="8780" w:y="4022"/>
      <w:rPr>
        <w:color w:val="002364"/>
        <w:lang w:val="fr-FR"/>
      </w:rPr>
    </w:pPr>
    <w:r w:rsidRPr="00B46C54">
      <w:rPr>
        <w:color w:val="002364"/>
        <w:lang w:val="fr-FR"/>
      </w:rPr>
      <w:t>Angela Staiber</w:t>
    </w:r>
  </w:p>
  <w:p w14:paraId="60489EFF" w14:textId="77777777" w:rsidR="00D64E3E" w:rsidRDefault="00D64E3E" w:rsidP="00D64E3E">
    <w:pPr>
      <w:pStyle w:val="Margin"/>
      <w:framePr w:h="1478" w:hRule="exact" w:wrap="around" w:x="8780" w:y="4022"/>
      <w:rPr>
        <w:color w:val="002364"/>
      </w:rPr>
    </w:pPr>
    <w:r w:rsidRPr="00D6140F">
      <w:rPr>
        <w:rStyle w:val="MarginVorsatzwrter"/>
        <w:color w:val="002364"/>
      </w:rPr>
      <w:t>TEL</w:t>
    </w:r>
    <w:r w:rsidRPr="00D6140F">
      <w:rPr>
        <w:color w:val="002364"/>
      </w:rPr>
      <w:t xml:space="preserve">  </w:t>
    </w:r>
    <w:r>
      <w:rPr>
        <w:rFonts w:cs="Arial"/>
        <w:color w:val="002264"/>
        <w:shd w:val="clear" w:color="auto" w:fill="FFFFFF"/>
      </w:rPr>
      <w:t>+49 7152 203 6372</w:t>
    </w:r>
  </w:p>
  <w:p w14:paraId="5D087E44" w14:textId="77777777" w:rsidR="00D64E3E" w:rsidRDefault="00D64E3E" w:rsidP="00D64E3E">
    <w:pPr>
      <w:pStyle w:val="Margin"/>
      <w:framePr w:h="1478" w:hRule="exact" w:wrap="around" w:x="8780" w:y="4022"/>
    </w:pPr>
    <w:r w:rsidRPr="008D7CFD">
      <w:rPr>
        <w:rStyle w:val="MarginVorsatzwrter"/>
        <w:color w:val="002364"/>
        <w:lang w:val="fr-FR"/>
      </w:rPr>
      <w:t>EMAIL</w:t>
    </w:r>
    <w:r w:rsidRPr="008D7CFD">
      <w:rPr>
        <w:color w:val="002364"/>
        <w:lang w:val="fr-FR"/>
      </w:rPr>
      <w:t xml:space="preserve">  </w:t>
    </w:r>
    <w:hyperlink r:id="rId1" w:tgtFrame="_blank" w:history="1">
      <w:r w:rsidRPr="00B46C54">
        <w:rPr>
          <w:color w:val="002364"/>
          <w:lang w:val="fr-FR"/>
        </w:rPr>
        <w:t>a.staiber@geze.com</w:t>
      </w:r>
    </w:hyperlink>
  </w:p>
  <w:p w14:paraId="29E0EA8B" w14:textId="77777777" w:rsidR="00BA016A" w:rsidRDefault="00BA016A">
    <w:pPr>
      <w:pStyle w:val="Kopfzeile"/>
    </w:pPr>
    <w:r>
      <w:rPr>
        <w:noProof/>
        <w:lang w:val="en-US"/>
      </w:rPr>
      <w:drawing>
        <wp:anchor distT="0" distB="0" distL="114300" distR="114300" simplePos="0" relativeHeight="251667456" behindDoc="1" locked="1" layoutInCell="1" allowOverlap="1" wp14:anchorId="67BCAA17" wp14:editId="4BD6354F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73C7E253" wp14:editId="5642870F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0044D95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51441C7F" wp14:editId="3D060A01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72B3F0A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99180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9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F75"/>
    <w:rsid w:val="00025DF7"/>
    <w:rsid w:val="00043E06"/>
    <w:rsid w:val="0005443A"/>
    <w:rsid w:val="00062822"/>
    <w:rsid w:val="0008169D"/>
    <w:rsid w:val="000852D9"/>
    <w:rsid w:val="00094A49"/>
    <w:rsid w:val="00095819"/>
    <w:rsid w:val="000B02C6"/>
    <w:rsid w:val="000C7179"/>
    <w:rsid w:val="00110BB8"/>
    <w:rsid w:val="00113091"/>
    <w:rsid w:val="001261D2"/>
    <w:rsid w:val="00131D40"/>
    <w:rsid w:val="001500CF"/>
    <w:rsid w:val="001673EE"/>
    <w:rsid w:val="001679D9"/>
    <w:rsid w:val="001D06EE"/>
    <w:rsid w:val="001F462D"/>
    <w:rsid w:val="00256BEE"/>
    <w:rsid w:val="002627A3"/>
    <w:rsid w:val="002729A6"/>
    <w:rsid w:val="0029378C"/>
    <w:rsid w:val="00295C6C"/>
    <w:rsid w:val="002A2B85"/>
    <w:rsid w:val="002A46BC"/>
    <w:rsid w:val="002D4EAE"/>
    <w:rsid w:val="002E67B7"/>
    <w:rsid w:val="003023FF"/>
    <w:rsid w:val="0030544C"/>
    <w:rsid w:val="00313AE8"/>
    <w:rsid w:val="00362821"/>
    <w:rsid w:val="003660CB"/>
    <w:rsid w:val="00372112"/>
    <w:rsid w:val="00374059"/>
    <w:rsid w:val="00381993"/>
    <w:rsid w:val="003A1C1B"/>
    <w:rsid w:val="003A34B5"/>
    <w:rsid w:val="003C69DE"/>
    <w:rsid w:val="003C6F7B"/>
    <w:rsid w:val="003D37C3"/>
    <w:rsid w:val="003F7DD3"/>
    <w:rsid w:val="00403EA5"/>
    <w:rsid w:val="00420C17"/>
    <w:rsid w:val="00447AC1"/>
    <w:rsid w:val="00454337"/>
    <w:rsid w:val="004A1DB7"/>
    <w:rsid w:val="004D417F"/>
    <w:rsid w:val="004E1AAA"/>
    <w:rsid w:val="004E7729"/>
    <w:rsid w:val="00501A06"/>
    <w:rsid w:val="005078ED"/>
    <w:rsid w:val="00512C05"/>
    <w:rsid w:val="00516727"/>
    <w:rsid w:val="00525290"/>
    <w:rsid w:val="0053157C"/>
    <w:rsid w:val="005336DA"/>
    <w:rsid w:val="00546F76"/>
    <w:rsid w:val="005550C9"/>
    <w:rsid w:val="00566695"/>
    <w:rsid w:val="00575AEF"/>
    <w:rsid w:val="00590F61"/>
    <w:rsid w:val="005A4E09"/>
    <w:rsid w:val="005A529F"/>
    <w:rsid w:val="005D2DEE"/>
    <w:rsid w:val="005E1BC6"/>
    <w:rsid w:val="005E3434"/>
    <w:rsid w:val="0060196E"/>
    <w:rsid w:val="00604E53"/>
    <w:rsid w:val="00650096"/>
    <w:rsid w:val="00661485"/>
    <w:rsid w:val="00663612"/>
    <w:rsid w:val="006B111C"/>
    <w:rsid w:val="006B5E20"/>
    <w:rsid w:val="006C11A3"/>
    <w:rsid w:val="006F0085"/>
    <w:rsid w:val="00727410"/>
    <w:rsid w:val="00742404"/>
    <w:rsid w:val="0074360A"/>
    <w:rsid w:val="00750CB1"/>
    <w:rsid w:val="00752C8E"/>
    <w:rsid w:val="00764873"/>
    <w:rsid w:val="00772A8A"/>
    <w:rsid w:val="00782B4B"/>
    <w:rsid w:val="007C1ABC"/>
    <w:rsid w:val="007C2C48"/>
    <w:rsid w:val="007C4D7D"/>
    <w:rsid w:val="007C671F"/>
    <w:rsid w:val="007D3F3D"/>
    <w:rsid w:val="007D4F8A"/>
    <w:rsid w:val="007F0435"/>
    <w:rsid w:val="008176DF"/>
    <w:rsid w:val="008276D4"/>
    <w:rsid w:val="0084521A"/>
    <w:rsid w:val="00846FEA"/>
    <w:rsid w:val="008510DC"/>
    <w:rsid w:val="00863B08"/>
    <w:rsid w:val="00864F75"/>
    <w:rsid w:val="00875063"/>
    <w:rsid w:val="008A2F5C"/>
    <w:rsid w:val="008B3B90"/>
    <w:rsid w:val="008B572B"/>
    <w:rsid w:val="008B5ABA"/>
    <w:rsid w:val="008C32F8"/>
    <w:rsid w:val="008D6134"/>
    <w:rsid w:val="008E707F"/>
    <w:rsid w:val="008F07C8"/>
    <w:rsid w:val="008F0D1C"/>
    <w:rsid w:val="008F511E"/>
    <w:rsid w:val="009149AE"/>
    <w:rsid w:val="00925FCD"/>
    <w:rsid w:val="009806AB"/>
    <w:rsid w:val="00980D79"/>
    <w:rsid w:val="0099368D"/>
    <w:rsid w:val="009B0ADE"/>
    <w:rsid w:val="009F1D05"/>
    <w:rsid w:val="009F212C"/>
    <w:rsid w:val="00A03805"/>
    <w:rsid w:val="00A13AF3"/>
    <w:rsid w:val="00A15664"/>
    <w:rsid w:val="00A2313E"/>
    <w:rsid w:val="00A2525B"/>
    <w:rsid w:val="00A330C9"/>
    <w:rsid w:val="00A37A65"/>
    <w:rsid w:val="00A435B3"/>
    <w:rsid w:val="00A6682D"/>
    <w:rsid w:val="00A7680B"/>
    <w:rsid w:val="00A9034D"/>
    <w:rsid w:val="00A91680"/>
    <w:rsid w:val="00A964A2"/>
    <w:rsid w:val="00AA25C7"/>
    <w:rsid w:val="00AB7A13"/>
    <w:rsid w:val="00AD6CE7"/>
    <w:rsid w:val="00AE652B"/>
    <w:rsid w:val="00B006C0"/>
    <w:rsid w:val="00B06CCE"/>
    <w:rsid w:val="00B1582C"/>
    <w:rsid w:val="00B22183"/>
    <w:rsid w:val="00B223C4"/>
    <w:rsid w:val="00B542C6"/>
    <w:rsid w:val="00B556B7"/>
    <w:rsid w:val="00BA016A"/>
    <w:rsid w:val="00BA2456"/>
    <w:rsid w:val="00BF4251"/>
    <w:rsid w:val="00C30884"/>
    <w:rsid w:val="00C3654A"/>
    <w:rsid w:val="00C405F5"/>
    <w:rsid w:val="00C65692"/>
    <w:rsid w:val="00C65D77"/>
    <w:rsid w:val="00C67F5C"/>
    <w:rsid w:val="00CB2A38"/>
    <w:rsid w:val="00CD0DEF"/>
    <w:rsid w:val="00CD17B4"/>
    <w:rsid w:val="00D209FB"/>
    <w:rsid w:val="00D21E65"/>
    <w:rsid w:val="00D263AB"/>
    <w:rsid w:val="00D50ECE"/>
    <w:rsid w:val="00D5446F"/>
    <w:rsid w:val="00D64E3E"/>
    <w:rsid w:val="00D827D0"/>
    <w:rsid w:val="00DA6046"/>
    <w:rsid w:val="00DB4BE6"/>
    <w:rsid w:val="00DC7D49"/>
    <w:rsid w:val="00DD56D0"/>
    <w:rsid w:val="00DE1ED3"/>
    <w:rsid w:val="00DF67D1"/>
    <w:rsid w:val="00E10257"/>
    <w:rsid w:val="00E2393F"/>
    <w:rsid w:val="00E308E8"/>
    <w:rsid w:val="00E45933"/>
    <w:rsid w:val="00E56C2C"/>
    <w:rsid w:val="00EB2D61"/>
    <w:rsid w:val="00ED52A6"/>
    <w:rsid w:val="00EF45F0"/>
    <w:rsid w:val="00F15040"/>
    <w:rsid w:val="00F26163"/>
    <w:rsid w:val="00F35CE1"/>
    <w:rsid w:val="00F46B41"/>
    <w:rsid w:val="00F96F22"/>
    <w:rsid w:val="00F977A6"/>
    <w:rsid w:val="00FA3D6A"/>
    <w:rsid w:val="00FA502C"/>
    <w:rsid w:val="00FB3E02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D92BF5"/>
  <w15:docId w15:val="{08C70CBB-9414-4745-BEF0-4BF20B9CF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18"/>
        <w:szCs w:val="18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en-GB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11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111C"/>
    <w:rPr>
      <w:rFonts w:ascii="Tahoma" w:hAnsi="Tahoma" w:cs="Tahoma"/>
      <w:kern w:val="4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4A1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de-DE" w:eastAsia="de-DE"/>
    </w:rPr>
  </w:style>
  <w:style w:type="character" w:styleId="Fett">
    <w:name w:val="Strong"/>
    <w:basedOn w:val="Absatz-Standardschriftart"/>
    <w:uiPriority w:val="22"/>
    <w:qFormat/>
    <w:rsid w:val="004A1DB7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C11A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C11A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C11A3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C11A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C11A3"/>
    <w:rPr>
      <w:b/>
      <w:bCs/>
      <w:kern w:val="4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F4251"/>
    <w:rPr>
      <w:color w:val="605E5C"/>
      <w:shd w:val="clear" w:color="auto" w:fill="E1DFDD"/>
    </w:rPr>
  </w:style>
  <w:style w:type="paragraph" w:customStyle="1" w:styleId="Margin">
    <w:name w:val="Margin"/>
    <w:basedOn w:val="Standard"/>
    <w:uiPriority w:val="2"/>
    <w:rsid w:val="005E3434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  <w:lang w:val="de-DE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5E3434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04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hyperlink" Target="mailto:a.staiber@geze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pr/Library/CloudStorage/GoogleDrive-j.wurster@thepublicpr.com/Geteilte%20Ablagen/thepublic_Kunden/Kunden_2025/GEZE/02_Templates:Boilerplates/Pressefotos_Vorlage_2024_E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3BDACB1908D1845A4BEC4C861C8BBC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3A1ABCD-F857-9642-A8E4-88CB98B3A425}"/>
      </w:docPartPr>
      <w:docPartBody>
        <w:p w:rsidR="00000000" w:rsidRDefault="00000000">
          <w:pPr>
            <w:pStyle w:val="53BDACB1908D1845A4BEC4C861C8BBCC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C00"/>
    <w:rsid w:val="004D417F"/>
    <w:rsid w:val="00B11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53BDACB1908D1845A4BEC4C861C8BBCC">
    <w:name w:val="53BDACB1908D1845A4BEC4C861C8BBC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2025-03-27T00:00:00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4B4BE3E-5900-BA4F-9771-4137EA575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Pressefotos_Vorlage_2024_EN.dotx</Template>
  <TotalTime>0</TotalTime>
  <Pages>2</Pages>
  <Words>100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Wurster</dc:creator>
  <dc:description>Pressemitteilung · Office 2016;_x000d_
Version 1.0.0;_x000d_
26.11.2018</dc:description>
  <cp:lastModifiedBy>Jonathan Wurster</cp:lastModifiedBy>
  <cp:revision>1</cp:revision>
  <cp:lastPrinted>2018-11-26T15:21:00Z</cp:lastPrinted>
  <dcterms:created xsi:type="dcterms:W3CDTF">2025-03-27T08:15:00Z</dcterms:created>
  <dcterms:modified xsi:type="dcterms:W3CDTF">2025-03-27T08:21:00Z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