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278D7CFB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0C74420" w14:textId="5C64545E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13733DF9CF27EF40B8806548B351E4B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7-22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5A0BC1">
                  <w:rPr>
                    <w:rStyle w:val="Dokumentdatum"/>
                  </w:rPr>
                  <w:t>2</w:t>
                </w:r>
                <w:r w:rsidR="00124100">
                  <w:rPr>
                    <w:rStyle w:val="Dokumentdatum"/>
                  </w:rPr>
                  <w:t>2</w:t>
                </w:r>
                <w:r w:rsidR="005A0BC1">
                  <w:rPr>
                    <w:rStyle w:val="Dokumentdatum"/>
                  </w:rPr>
                  <w:t>. July 2025</w:t>
                </w:r>
              </w:sdtContent>
            </w:sdt>
          </w:p>
        </w:tc>
      </w:tr>
      <w:tr w:rsidR="00AB7A13" w:rsidRPr="00D64E3E" w14:paraId="0008965B" w14:textId="77777777" w:rsidTr="005A0BC1">
        <w:trPr>
          <w:trHeight w:hRule="exact" w:val="2205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EF7489C" w14:textId="77777777" w:rsidR="005A0BC1" w:rsidRPr="003806B9" w:rsidRDefault="005A0BC1" w:rsidP="005A0BC1">
            <w:pPr>
              <w:pStyle w:val="berschrift1"/>
              <w:shd w:val="clear" w:color="auto" w:fill="FFFFFF"/>
              <w:spacing w:before="72" w:after="525"/>
              <w:rPr>
                <w:b w:val="0"/>
                <w:bCs/>
                <w:color w:val="002364"/>
                <w:sz w:val="40"/>
                <w:szCs w:val="40"/>
              </w:rPr>
            </w:pPr>
            <w:r w:rsidRPr="003806B9">
              <w:rPr>
                <w:b w:val="0"/>
                <w:bCs/>
                <w:color w:val="002364"/>
                <w:sz w:val="40"/>
                <w:szCs w:val="40"/>
              </w:rPr>
              <w:t>All glass – all aesthetics: The GEZE Revo.PRIME GG sets new standards for prestigious entryways</w:t>
            </w:r>
          </w:p>
          <w:p w14:paraId="7A007EAC" w14:textId="16283148" w:rsidR="00AB7A13" w:rsidRPr="005A0BC1" w:rsidRDefault="00AB7A13" w:rsidP="00F70992">
            <w:pPr>
              <w:pStyle w:val="Betreff"/>
            </w:pPr>
          </w:p>
        </w:tc>
      </w:tr>
    </w:tbl>
    <w:p w14:paraId="647CDCED" w14:textId="77777777" w:rsidR="00AB7A13" w:rsidRPr="005A0BC1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74"/>
        <w:gridCol w:w="1733"/>
      </w:tblGrid>
      <w:tr w:rsidR="00AB7A13" w:rsidRPr="008E4BE2" w14:paraId="5DCE72F9" w14:textId="77777777" w:rsidTr="005A0BC1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5344EF6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7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2C5F2D4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3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F01A972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B7A13" w14:paraId="17E62C0E" w14:textId="77777777" w:rsidTr="005A0BC1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41D9E43" w14:textId="4E9EB814" w:rsidR="00AB7A13" w:rsidRDefault="005A0BC1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A08C0FD" wp14:editId="7CE08F0F">
                  <wp:extent cx="2149335" cy="1429966"/>
                  <wp:effectExtent l="0" t="0" r="0" b="5715"/>
                  <wp:docPr id="1736782471" name="Grafik 1" descr="Ein Bild, das Tageslichtsysteme, Schattierung, Gebäude, Aluminium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782471" name="Grafik 1" descr="Ein Bild, das Tageslichtsysteme, Schattierung, Gebäude, Aluminium enthält.&#10;&#10;KI-generierte Inhalte können fehlerhaft sein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7038" cy="1435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4D4816" w14:textId="330E3C79" w:rsidR="00AB7A13" w:rsidRPr="00862803" w:rsidRDefault="005A0BC1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124100">
              <w:rPr>
                <w:color w:val="002364"/>
                <w:sz w:val="20"/>
                <w:szCs w:val="20"/>
                <w:lang w:val="en-US"/>
              </w:rPr>
              <w:t>The elegant Revo.PRIME revolving door in the all-glass variant creates a spectacular look.</w:t>
            </w:r>
          </w:p>
        </w:tc>
        <w:tc>
          <w:tcPr>
            <w:tcW w:w="173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2D31C02" w14:textId="208B7E02" w:rsidR="00AB7A13" w:rsidRPr="00104446" w:rsidRDefault="005A0BC1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5A0BC1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486B121A" w14:textId="77777777" w:rsidR="008F511E" w:rsidRPr="004A1DB7" w:rsidRDefault="008F511E" w:rsidP="00095819"/>
    <w:sectPr w:rsidR="008F511E" w:rsidRPr="004A1DB7" w:rsidSect="00CB2A38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7573C" w14:textId="77777777" w:rsidR="00B943C8" w:rsidRDefault="00B943C8" w:rsidP="008D6134">
      <w:pPr>
        <w:spacing w:line="240" w:lineRule="auto"/>
      </w:pPr>
      <w:r>
        <w:separator/>
      </w:r>
    </w:p>
  </w:endnote>
  <w:endnote w:type="continuationSeparator" w:id="0">
    <w:p w14:paraId="4EFD5507" w14:textId="77777777" w:rsidR="00B943C8" w:rsidRDefault="00B943C8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BFEF5" w14:textId="77777777" w:rsidR="00B943C8" w:rsidRDefault="00B943C8" w:rsidP="008D6134">
      <w:pPr>
        <w:spacing w:line="240" w:lineRule="auto"/>
      </w:pPr>
      <w:r>
        <w:separator/>
      </w:r>
    </w:p>
  </w:footnote>
  <w:footnote w:type="continuationSeparator" w:id="0">
    <w:p w14:paraId="7F62C284" w14:textId="77777777" w:rsidR="00B943C8" w:rsidRDefault="00B943C8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099B45F6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86C30DD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620067C3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4D7A045" w14:textId="77777777" w:rsidR="00BA016A" w:rsidRDefault="005A0BC1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>
              <w:t xml:space="preserve">Press </w:t>
            </w:r>
          </w:fldSimple>
        </w:p>
        <w:p w14:paraId="7F2C4FDA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524BAD4B" w14:textId="77777777" w:rsidTr="00B556B7">
      <w:trPr>
        <w:trHeight w:hRule="exact" w:val="215"/>
      </w:trPr>
      <w:tc>
        <w:tcPr>
          <w:tcW w:w="7359" w:type="dxa"/>
        </w:tcPr>
        <w:p w14:paraId="44999090" w14:textId="07653A2E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7-22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124100">
                <w:t>22.07.2025</w:t>
              </w:r>
            </w:sdtContent>
          </w:sdt>
        </w:p>
      </w:tc>
    </w:tr>
  </w:tbl>
  <w:p w14:paraId="3C43ECF0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14E59319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29AD7993" wp14:editId="7F1DC3E1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EF383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70BE6760" w14:textId="77777777" w:rsidTr="005A529F">
      <w:trPr>
        <w:trHeight w:hRule="exact" w:val="198"/>
      </w:trPr>
      <w:tc>
        <w:tcPr>
          <w:tcW w:w="7371" w:type="dxa"/>
        </w:tcPr>
        <w:p w14:paraId="30C0D52A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714DB454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390B3C7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4D0BEEF4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5DDAEAD1" w14:textId="77777777" w:rsidR="00D64E3E" w:rsidRPr="00B46C54" w:rsidRDefault="00D64E3E" w:rsidP="00D64E3E">
    <w:pPr>
      <w:pStyle w:val="Margin"/>
      <w:framePr w:h="1478" w:hRule="exact" w:wrap="around" w:x="8780" w:y="4022"/>
      <w:rPr>
        <w:color w:val="002364"/>
        <w:lang w:val="fr-FR"/>
      </w:rPr>
    </w:pPr>
    <w:r w:rsidRPr="00B46C54">
      <w:rPr>
        <w:color w:val="002364"/>
        <w:lang w:val="fr-FR"/>
      </w:rPr>
      <w:t>Angela Staiber</w:t>
    </w:r>
  </w:p>
  <w:p w14:paraId="326F4E82" w14:textId="77777777" w:rsidR="00D64E3E" w:rsidRDefault="00D64E3E" w:rsidP="00D64E3E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>
      <w:rPr>
        <w:rFonts w:cs="Arial"/>
        <w:color w:val="002264"/>
        <w:shd w:val="clear" w:color="auto" w:fill="FFFFFF"/>
      </w:rPr>
      <w:t>+49 7152 203 6372</w:t>
    </w:r>
  </w:p>
  <w:p w14:paraId="7323B15B" w14:textId="77777777" w:rsidR="00D64E3E" w:rsidRDefault="00D64E3E" w:rsidP="00D64E3E">
    <w:pPr>
      <w:pStyle w:val="Margin"/>
      <w:framePr w:h="1478" w:hRule="exact" w:wrap="around" w:x="8780" w:y="4022"/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</w:t>
    </w:r>
    <w:hyperlink r:id="rId1" w:tgtFrame="_blank" w:history="1">
      <w:r w:rsidRPr="00B46C54">
        <w:rPr>
          <w:color w:val="002364"/>
          <w:lang w:val="fr-FR"/>
        </w:rPr>
        <w:t>a.staiber@geze.com</w:t>
      </w:r>
    </w:hyperlink>
  </w:p>
  <w:p w14:paraId="3B57F1FC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33F099E2" wp14:editId="304C326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636F900" wp14:editId="35FB75C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B1C02C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AE31C9B" wp14:editId="45CD25B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2B0FEE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918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BC1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4100"/>
    <w:rsid w:val="001261D2"/>
    <w:rsid w:val="00131D40"/>
    <w:rsid w:val="001500CF"/>
    <w:rsid w:val="001673EE"/>
    <w:rsid w:val="001679D9"/>
    <w:rsid w:val="001D06EE"/>
    <w:rsid w:val="001F462D"/>
    <w:rsid w:val="0025372B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078ED"/>
    <w:rsid w:val="00512C05"/>
    <w:rsid w:val="00514A4A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0BC1"/>
    <w:rsid w:val="005A4E09"/>
    <w:rsid w:val="005A529F"/>
    <w:rsid w:val="005D2DEE"/>
    <w:rsid w:val="005E1BC6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943C8"/>
    <w:rsid w:val="00BA016A"/>
    <w:rsid w:val="00BA2456"/>
    <w:rsid w:val="00BF4251"/>
    <w:rsid w:val="00C30884"/>
    <w:rsid w:val="00C3654A"/>
    <w:rsid w:val="00C405F5"/>
    <w:rsid w:val="00C63ADB"/>
    <w:rsid w:val="00C65692"/>
    <w:rsid w:val="00C65D77"/>
    <w:rsid w:val="00C67F5C"/>
    <w:rsid w:val="00C83F13"/>
    <w:rsid w:val="00CB2A38"/>
    <w:rsid w:val="00CD0DEF"/>
    <w:rsid w:val="00CD17B4"/>
    <w:rsid w:val="00D209FB"/>
    <w:rsid w:val="00D21E65"/>
    <w:rsid w:val="00D263AB"/>
    <w:rsid w:val="00D50ECE"/>
    <w:rsid w:val="00D5446F"/>
    <w:rsid w:val="00D64E3E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99F54E"/>
  <w15:docId w15:val="{A986DC01-11C6-FD4D-B0AA-C4DDA757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hyperlink" Target="mailto:a.staiber@gez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5/GEZE/02_Templates:Boilerplates/Pressefotos_Vorlage_2024_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3733DF9CF27EF40B8806548B351E4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B0C67F-F1A4-BB49-8C6D-9A9AF82A11CD}"/>
      </w:docPartPr>
      <w:docPartBody>
        <w:p w:rsidR="007D1123" w:rsidRDefault="00000000">
          <w:pPr>
            <w:pStyle w:val="13733DF9CF27EF40B8806548B351E4B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A7"/>
    <w:rsid w:val="001C48EF"/>
    <w:rsid w:val="003656A7"/>
    <w:rsid w:val="00514A4A"/>
    <w:rsid w:val="007D1123"/>
    <w:rsid w:val="00C6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13733DF9CF27EF40B8806548B351E4B0">
    <w:name w:val="13733DF9CF27EF40B8806548B351E4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2025-07-22T00:00:00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Pressefotos_Vorlage_2024_EN.dotx</Template>
  <TotalTime>0</TotalTime>
  <Pages>1</Pages>
  <Words>34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Lilli Hildebrandt</cp:lastModifiedBy>
  <cp:revision>2</cp:revision>
  <cp:lastPrinted>2018-11-26T15:21:00Z</cp:lastPrinted>
  <dcterms:created xsi:type="dcterms:W3CDTF">2025-07-16T09:05:00Z</dcterms:created>
  <dcterms:modified xsi:type="dcterms:W3CDTF">2025-07-22T10:57:00Z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